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Сведения </w:t>
      </w:r>
    </w:p>
    <w:p w:rsidR="006F16BB" w:rsidRPr="00713E5F" w:rsidRDefault="006F16BB" w:rsidP="00431D18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8A04F4" w:rsidRDefault="006F16BB" w:rsidP="00431D18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муниципальных служащих </w:t>
      </w:r>
      <w:r w:rsidR="008A04F4">
        <w:rPr>
          <w:b/>
          <w:sz w:val="28"/>
          <w:szCs w:val="28"/>
        </w:rPr>
        <w:t>Комитета</w:t>
      </w:r>
      <w:r>
        <w:rPr>
          <w:b/>
          <w:sz w:val="28"/>
          <w:szCs w:val="28"/>
        </w:rPr>
        <w:t xml:space="preserve"> образования </w:t>
      </w:r>
      <w:r w:rsidRPr="00713E5F">
        <w:rPr>
          <w:b/>
          <w:sz w:val="28"/>
          <w:szCs w:val="28"/>
        </w:rPr>
        <w:t>Администрации муниципального района</w:t>
      </w:r>
    </w:p>
    <w:p w:rsidR="006F16BB" w:rsidRPr="00713E5F" w:rsidRDefault="006F16BB" w:rsidP="00431D18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 «Шилкинский район» и членов их семей </w:t>
      </w:r>
      <w:r w:rsidR="00431D18" w:rsidRPr="00713E5F">
        <w:rPr>
          <w:b/>
          <w:sz w:val="28"/>
          <w:szCs w:val="28"/>
        </w:rPr>
        <w:t>за период</w:t>
      </w:r>
    </w:p>
    <w:p w:rsidR="006F16BB" w:rsidRPr="00713E5F" w:rsidRDefault="006F16BB" w:rsidP="00431D18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с 01 января по 31 декабря 20</w:t>
      </w:r>
      <w:r w:rsidR="001B4D42">
        <w:rPr>
          <w:b/>
          <w:sz w:val="28"/>
          <w:szCs w:val="28"/>
        </w:rPr>
        <w:t>20</w:t>
      </w:r>
      <w:r w:rsidRPr="00713E5F">
        <w:rPr>
          <w:b/>
          <w:sz w:val="28"/>
          <w:szCs w:val="28"/>
        </w:rPr>
        <w:t xml:space="preserve"> года</w:t>
      </w:r>
    </w:p>
    <w:p w:rsidR="006F16BB" w:rsidRPr="00962D53" w:rsidRDefault="006F16BB" w:rsidP="006F16BB">
      <w:pPr>
        <w:jc w:val="center"/>
        <w:rPr>
          <w:b/>
          <w:sz w:val="20"/>
          <w:szCs w:val="20"/>
        </w:rPr>
      </w:pPr>
    </w:p>
    <w:p w:rsidR="006F16BB" w:rsidRPr="00962D53" w:rsidRDefault="006F16BB" w:rsidP="006F16BB">
      <w:pPr>
        <w:rPr>
          <w:b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134"/>
        <w:gridCol w:w="1134"/>
        <w:gridCol w:w="1843"/>
        <w:gridCol w:w="1559"/>
        <w:gridCol w:w="1276"/>
        <w:gridCol w:w="1134"/>
        <w:gridCol w:w="2409"/>
      </w:tblGrid>
      <w:tr w:rsidR="006F16BB" w:rsidTr="00BA0B82">
        <w:tc>
          <w:tcPr>
            <w:tcW w:w="1951" w:type="dxa"/>
            <w:vMerge w:val="restart"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E77F3" w:rsidRPr="00431D18" w:rsidRDefault="006F16BB" w:rsidP="004E4BE5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Деклари</w:t>
            </w:r>
            <w:proofErr w:type="spellEnd"/>
          </w:p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рованный</w:t>
            </w:r>
            <w:proofErr w:type="spellEnd"/>
            <w:r w:rsidRPr="00431D18">
              <w:rPr>
                <w:sz w:val="22"/>
                <w:szCs w:val="22"/>
              </w:rPr>
              <w:t xml:space="preserve"> доход (руб.)</w:t>
            </w:r>
          </w:p>
        </w:tc>
        <w:tc>
          <w:tcPr>
            <w:tcW w:w="5670" w:type="dxa"/>
            <w:gridSpan w:val="4"/>
            <w:vAlign w:val="center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vAlign w:val="center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Перечень объектов недвижимого имущества, </w:t>
            </w:r>
          </w:p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proofErr w:type="gramStart"/>
            <w:r w:rsidRPr="00431D18">
              <w:rPr>
                <w:sz w:val="22"/>
                <w:szCs w:val="22"/>
              </w:rPr>
              <w:t>находящихся</w:t>
            </w:r>
            <w:proofErr w:type="gramEnd"/>
            <w:r w:rsidRPr="00431D18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409" w:type="dxa"/>
            <w:vMerge w:val="restart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F16BB" w:rsidTr="00BA0B82">
        <w:tc>
          <w:tcPr>
            <w:tcW w:w="1951" w:type="dxa"/>
            <w:vMerge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6F16BB" w:rsidRPr="00431D18" w:rsidRDefault="006F16BB" w:rsidP="004E4B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6F16BB" w:rsidRP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1134" w:type="dxa"/>
            <w:vAlign w:val="center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Площадь (</w:t>
            </w:r>
            <w:proofErr w:type="spellStart"/>
            <w:r w:rsidRPr="00431D18">
              <w:rPr>
                <w:sz w:val="22"/>
                <w:szCs w:val="22"/>
              </w:rPr>
              <w:t>кв</w:t>
            </w:r>
            <w:proofErr w:type="gramStart"/>
            <w:r w:rsidRPr="00431D1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1D1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Страна </w:t>
            </w:r>
            <w:proofErr w:type="spellStart"/>
            <w:r w:rsidRPr="00431D18">
              <w:rPr>
                <w:sz w:val="22"/>
                <w:szCs w:val="22"/>
              </w:rPr>
              <w:t>распо</w:t>
            </w:r>
            <w:r w:rsidR="00DE77F3" w:rsidRPr="00431D18">
              <w:rPr>
                <w:sz w:val="22"/>
                <w:szCs w:val="22"/>
              </w:rPr>
              <w:t>л</w:t>
            </w:r>
            <w:r w:rsidRPr="00431D18">
              <w:rPr>
                <w:sz w:val="22"/>
                <w:szCs w:val="22"/>
              </w:rPr>
              <w:t>о</w:t>
            </w:r>
            <w:proofErr w:type="spellEnd"/>
          </w:p>
          <w:p w:rsidR="006F16BB" w:rsidRPr="00431D18" w:rsidRDefault="006F16BB" w:rsidP="00431D18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843" w:type="dxa"/>
            <w:vAlign w:val="center"/>
          </w:tcPr>
          <w:p w:rsidR="006F16BB" w:rsidRPr="00431D18" w:rsidRDefault="003B7699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Т</w:t>
            </w:r>
            <w:r w:rsidR="006F16BB" w:rsidRPr="00431D18">
              <w:rPr>
                <w:sz w:val="22"/>
                <w:szCs w:val="22"/>
              </w:rPr>
              <w:t>ранспортные средства</w:t>
            </w:r>
          </w:p>
        </w:tc>
        <w:tc>
          <w:tcPr>
            <w:tcW w:w="1559" w:type="dxa"/>
            <w:vAlign w:val="center"/>
          </w:tcPr>
          <w:p w:rsid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</w:p>
          <w:p w:rsidR="00431D18" w:rsidRDefault="006F16BB" w:rsidP="004E4BE5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1276" w:type="dxa"/>
            <w:vAlign w:val="center"/>
          </w:tcPr>
          <w:p w:rsidR="006F16BB" w:rsidRPr="00431D18" w:rsidRDefault="006F16BB" w:rsidP="004E4BE5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Площадь (</w:t>
            </w:r>
            <w:proofErr w:type="spellStart"/>
            <w:r w:rsidRPr="00431D18">
              <w:rPr>
                <w:sz w:val="22"/>
                <w:szCs w:val="22"/>
              </w:rPr>
              <w:t>кв</w:t>
            </w:r>
            <w:proofErr w:type="gramStart"/>
            <w:r w:rsidRPr="00431D1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1D1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431D18" w:rsidRDefault="006F16BB" w:rsidP="00431D1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Страна </w:t>
            </w:r>
            <w:proofErr w:type="spellStart"/>
            <w:r w:rsidRPr="00431D18">
              <w:rPr>
                <w:sz w:val="22"/>
                <w:szCs w:val="22"/>
              </w:rPr>
              <w:t>распо</w:t>
            </w:r>
            <w:r w:rsidR="00DE77F3" w:rsidRPr="00431D18">
              <w:rPr>
                <w:sz w:val="22"/>
                <w:szCs w:val="22"/>
              </w:rPr>
              <w:t>л</w:t>
            </w:r>
            <w:r w:rsidRPr="00431D18">
              <w:rPr>
                <w:sz w:val="22"/>
                <w:szCs w:val="22"/>
              </w:rPr>
              <w:t>о</w:t>
            </w:r>
            <w:proofErr w:type="spellEnd"/>
          </w:p>
          <w:p w:rsidR="006F16BB" w:rsidRPr="00431D18" w:rsidRDefault="006F16BB" w:rsidP="00431D18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2409" w:type="dxa"/>
            <w:vMerge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</w:p>
        </w:tc>
      </w:tr>
      <w:tr w:rsidR="00962D53" w:rsidTr="00962D53">
        <w:tc>
          <w:tcPr>
            <w:tcW w:w="1951" w:type="dxa"/>
            <w:vAlign w:val="center"/>
          </w:tcPr>
          <w:p w:rsidR="00962D53" w:rsidRDefault="00962D53" w:rsidP="00962D53">
            <w:pPr>
              <w:rPr>
                <w:szCs w:val="28"/>
              </w:rPr>
            </w:pPr>
            <w:r w:rsidRPr="00962D53">
              <w:rPr>
                <w:szCs w:val="28"/>
              </w:rPr>
              <w:t>Ермачек</w:t>
            </w:r>
            <w:r>
              <w:rPr>
                <w:szCs w:val="28"/>
              </w:rPr>
              <w:t xml:space="preserve"> </w:t>
            </w:r>
          </w:p>
          <w:p w:rsidR="00962D53" w:rsidRPr="00255D10" w:rsidRDefault="00962D53" w:rsidP="00962D53">
            <w:pPr>
              <w:rPr>
                <w:szCs w:val="28"/>
              </w:rPr>
            </w:pPr>
            <w:r>
              <w:rPr>
                <w:szCs w:val="28"/>
              </w:rPr>
              <w:t>Анна Валерьевна</w:t>
            </w:r>
          </w:p>
        </w:tc>
        <w:tc>
          <w:tcPr>
            <w:tcW w:w="1418" w:type="dxa"/>
            <w:vAlign w:val="center"/>
          </w:tcPr>
          <w:p w:rsidR="00962D53" w:rsidRPr="00255D10" w:rsidRDefault="00911204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964685,83</w:t>
            </w:r>
          </w:p>
        </w:tc>
        <w:tc>
          <w:tcPr>
            <w:tcW w:w="1559" w:type="dxa"/>
            <w:vAlign w:val="center"/>
          </w:tcPr>
          <w:p w:rsidR="00962D53" w:rsidRPr="00255D10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62D53" w:rsidRPr="00255D10" w:rsidRDefault="00962D53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62D53" w:rsidRPr="00255D10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62D53" w:rsidRPr="00255D10" w:rsidRDefault="00962D53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62D53" w:rsidRDefault="00962D53" w:rsidP="00962D53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962D53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962D53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962D53" w:rsidRDefault="00962D53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62D53" w:rsidTr="00962D53">
        <w:tc>
          <w:tcPr>
            <w:tcW w:w="1951" w:type="dxa"/>
            <w:vAlign w:val="center"/>
          </w:tcPr>
          <w:p w:rsidR="00962D53" w:rsidRPr="00811A6E" w:rsidRDefault="00962D53" w:rsidP="00962D53">
            <w:pPr>
              <w:rPr>
                <w:szCs w:val="28"/>
                <w:highlight w:val="yellow"/>
              </w:rPr>
            </w:pPr>
            <w:r w:rsidRPr="00811A6E"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962D53" w:rsidRDefault="001A3DE3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694091,40</w:t>
            </w:r>
          </w:p>
        </w:tc>
        <w:tc>
          <w:tcPr>
            <w:tcW w:w="1559" w:type="dxa"/>
            <w:vAlign w:val="center"/>
          </w:tcPr>
          <w:p w:rsidR="00962D53" w:rsidRPr="00255D10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62D53" w:rsidRPr="00255D10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62D53" w:rsidRPr="00255D10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62D53" w:rsidRPr="00255D10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62D53" w:rsidRDefault="00962D53" w:rsidP="00962D53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962D53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962D53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962D53" w:rsidRDefault="00962D53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B644A1" w:rsidTr="00962D53">
        <w:tc>
          <w:tcPr>
            <w:tcW w:w="1951" w:type="dxa"/>
            <w:vAlign w:val="center"/>
          </w:tcPr>
          <w:p w:rsidR="00B644A1" w:rsidRPr="00255D10" w:rsidRDefault="00B644A1" w:rsidP="00962D53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B644A1" w:rsidRPr="00255D10" w:rsidRDefault="00B644A1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B644A1" w:rsidRPr="00255D10" w:rsidRDefault="00B644A1" w:rsidP="00962D53">
            <w:pPr>
              <w:rPr>
                <w:szCs w:val="28"/>
              </w:rPr>
            </w:pPr>
            <w:r>
              <w:rPr>
                <w:szCs w:val="28"/>
              </w:rPr>
              <w:t>квартира (3/4 доли)</w:t>
            </w:r>
          </w:p>
        </w:tc>
        <w:tc>
          <w:tcPr>
            <w:tcW w:w="1134" w:type="dxa"/>
            <w:vAlign w:val="center"/>
          </w:tcPr>
          <w:p w:rsidR="00B644A1" w:rsidRPr="00255D10" w:rsidRDefault="00B644A1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59,2</w:t>
            </w:r>
          </w:p>
        </w:tc>
        <w:tc>
          <w:tcPr>
            <w:tcW w:w="1134" w:type="dxa"/>
            <w:vAlign w:val="center"/>
          </w:tcPr>
          <w:p w:rsidR="00B644A1" w:rsidRPr="00255D10" w:rsidRDefault="00B644A1" w:rsidP="00962D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B644A1" w:rsidRDefault="00B644A1" w:rsidP="00A20688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TOYOTA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Chaser</w:t>
            </w:r>
            <w:r>
              <w:rPr>
                <w:szCs w:val="28"/>
              </w:rPr>
              <w:t xml:space="preserve"> </w:t>
            </w:r>
          </w:p>
          <w:p w:rsidR="00B644A1" w:rsidRPr="00962D53" w:rsidRDefault="00B644A1" w:rsidP="00A20688">
            <w:pPr>
              <w:rPr>
                <w:szCs w:val="28"/>
              </w:rPr>
            </w:pPr>
            <w:r>
              <w:rPr>
                <w:szCs w:val="28"/>
              </w:rPr>
              <w:t>(1/2 доли)</w:t>
            </w:r>
          </w:p>
        </w:tc>
        <w:tc>
          <w:tcPr>
            <w:tcW w:w="1559" w:type="dxa"/>
            <w:vAlign w:val="center"/>
          </w:tcPr>
          <w:p w:rsidR="00B644A1" w:rsidRDefault="00B644A1" w:rsidP="006A3282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B644A1" w:rsidRDefault="00B644A1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B644A1" w:rsidRDefault="00B644A1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B644A1" w:rsidRDefault="00B644A1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B644A1" w:rsidTr="006A3282">
        <w:tc>
          <w:tcPr>
            <w:tcW w:w="1951" w:type="dxa"/>
            <w:vAlign w:val="center"/>
          </w:tcPr>
          <w:p w:rsidR="00B644A1" w:rsidRPr="00255D10" w:rsidRDefault="00B644A1" w:rsidP="00962D53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B644A1" w:rsidRPr="00255D10" w:rsidRDefault="00B644A1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B644A1" w:rsidRPr="00255D10" w:rsidRDefault="001A3DE3" w:rsidP="006A3282">
            <w:pPr>
              <w:rPr>
                <w:szCs w:val="28"/>
              </w:rPr>
            </w:pPr>
            <w:r>
              <w:rPr>
                <w:szCs w:val="28"/>
              </w:rPr>
              <w:t>квартира (1</w:t>
            </w:r>
            <w:r w:rsidR="00B644A1">
              <w:rPr>
                <w:szCs w:val="28"/>
              </w:rPr>
              <w:t>/4 доли)</w:t>
            </w:r>
          </w:p>
        </w:tc>
        <w:tc>
          <w:tcPr>
            <w:tcW w:w="1134" w:type="dxa"/>
            <w:vAlign w:val="center"/>
          </w:tcPr>
          <w:p w:rsidR="00B644A1" w:rsidRPr="00255D10" w:rsidRDefault="00B644A1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59,2</w:t>
            </w:r>
          </w:p>
        </w:tc>
        <w:tc>
          <w:tcPr>
            <w:tcW w:w="1134" w:type="dxa"/>
            <w:vAlign w:val="center"/>
          </w:tcPr>
          <w:p w:rsidR="00B644A1" w:rsidRPr="00255D10" w:rsidRDefault="00B644A1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B644A1" w:rsidRDefault="00B644A1" w:rsidP="006A3282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TOYOTA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Chaser</w:t>
            </w:r>
            <w:r>
              <w:rPr>
                <w:szCs w:val="28"/>
              </w:rPr>
              <w:t xml:space="preserve"> </w:t>
            </w:r>
          </w:p>
          <w:p w:rsidR="00B644A1" w:rsidRPr="00962D53" w:rsidRDefault="00B644A1" w:rsidP="006A3282">
            <w:pPr>
              <w:rPr>
                <w:szCs w:val="28"/>
              </w:rPr>
            </w:pPr>
            <w:r>
              <w:rPr>
                <w:szCs w:val="28"/>
              </w:rPr>
              <w:t>(1/2 доли)</w:t>
            </w:r>
          </w:p>
        </w:tc>
        <w:tc>
          <w:tcPr>
            <w:tcW w:w="1559" w:type="dxa"/>
            <w:vAlign w:val="center"/>
          </w:tcPr>
          <w:p w:rsidR="00B644A1" w:rsidRDefault="00B644A1" w:rsidP="006A3282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B644A1" w:rsidRDefault="00B644A1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B644A1" w:rsidRDefault="00B644A1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B644A1" w:rsidRDefault="00B644A1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A3DE3" w:rsidTr="006A3282">
        <w:tc>
          <w:tcPr>
            <w:tcW w:w="1951" w:type="dxa"/>
            <w:vAlign w:val="center"/>
          </w:tcPr>
          <w:p w:rsidR="001A3DE3" w:rsidRDefault="001A3DE3" w:rsidP="00962D53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1A3DE3" w:rsidRDefault="001A3DE3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1A3DE3" w:rsidRDefault="001A3DE3" w:rsidP="006A3282">
            <w:pPr>
              <w:rPr>
                <w:szCs w:val="28"/>
              </w:rPr>
            </w:pPr>
            <w:r>
              <w:rPr>
                <w:szCs w:val="28"/>
              </w:rPr>
              <w:t xml:space="preserve">          -</w:t>
            </w:r>
          </w:p>
        </w:tc>
        <w:tc>
          <w:tcPr>
            <w:tcW w:w="1134" w:type="dxa"/>
            <w:vAlign w:val="center"/>
          </w:tcPr>
          <w:p w:rsidR="001A3DE3" w:rsidRDefault="001A3DE3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A3DE3" w:rsidRDefault="001A3DE3" w:rsidP="006A32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1A3DE3" w:rsidRPr="001A3DE3" w:rsidRDefault="001A3DE3" w:rsidP="006A3282">
            <w:pPr>
              <w:rPr>
                <w:szCs w:val="28"/>
              </w:rPr>
            </w:pPr>
            <w:r>
              <w:rPr>
                <w:szCs w:val="28"/>
              </w:rPr>
              <w:t xml:space="preserve">            -</w:t>
            </w:r>
          </w:p>
        </w:tc>
        <w:tc>
          <w:tcPr>
            <w:tcW w:w="1559" w:type="dxa"/>
            <w:vAlign w:val="center"/>
          </w:tcPr>
          <w:p w:rsidR="001A3DE3" w:rsidRDefault="001A3DE3" w:rsidP="000256EB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1A3DE3" w:rsidRDefault="001A3DE3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33,1</w:t>
            </w:r>
          </w:p>
        </w:tc>
        <w:tc>
          <w:tcPr>
            <w:tcW w:w="1134" w:type="dxa"/>
            <w:vAlign w:val="center"/>
          </w:tcPr>
          <w:p w:rsidR="001A3DE3" w:rsidRDefault="001A3DE3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1A3DE3" w:rsidRDefault="001A3DE3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C4445" w:rsidTr="00E55482">
        <w:tc>
          <w:tcPr>
            <w:tcW w:w="1951" w:type="dxa"/>
            <w:vAlign w:val="center"/>
          </w:tcPr>
          <w:p w:rsidR="00FC4445" w:rsidRDefault="00FC4445" w:rsidP="00A20688">
            <w:pPr>
              <w:rPr>
                <w:szCs w:val="28"/>
              </w:rPr>
            </w:pPr>
            <w:r>
              <w:rPr>
                <w:szCs w:val="28"/>
              </w:rPr>
              <w:t>Кунгурова</w:t>
            </w:r>
          </w:p>
          <w:p w:rsidR="00FC4445" w:rsidRPr="00255D10" w:rsidRDefault="00FC4445" w:rsidP="00A2068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Оксана Анатольевна</w:t>
            </w:r>
          </w:p>
        </w:tc>
        <w:tc>
          <w:tcPr>
            <w:tcW w:w="1418" w:type="dxa"/>
            <w:vAlign w:val="center"/>
          </w:tcPr>
          <w:p w:rsidR="00FC4445" w:rsidRDefault="000256EB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822485,80</w:t>
            </w:r>
          </w:p>
        </w:tc>
        <w:tc>
          <w:tcPr>
            <w:tcW w:w="1559" w:type="dxa"/>
          </w:tcPr>
          <w:p w:rsidR="00FC4445" w:rsidRDefault="00FC4445" w:rsidP="00FC4445">
            <w:pPr>
              <w:rPr>
                <w:szCs w:val="28"/>
              </w:rPr>
            </w:pPr>
            <w:r>
              <w:rPr>
                <w:szCs w:val="28"/>
              </w:rPr>
              <w:t xml:space="preserve">земельный </w:t>
            </w:r>
            <w:r>
              <w:rPr>
                <w:szCs w:val="28"/>
              </w:rPr>
              <w:lastRenderedPageBreak/>
              <w:t>участок</w:t>
            </w:r>
            <w:r w:rsidR="00525C3E">
              <w:rPr>
                <w:szCs w:val="28"/>
              </w:rPr>
              <w:t xml:space="preserve"> (</w:t>
            </w:r>
            <w:proofErr w:type="gramStart"/>
            <w:r w:rsidR="00525C3E">
              <w:rPr>
                <w:szCs w:val="28"/>
              </w:rPr>
              <w:t>совместная</w:t>
            </w:r>
            <w:proofErr w:type="gramEnd"/>
            <w:r w:rsidR="00525C3E">
              <w:rPr>
                <w:szCs w:val="28"/>
              </w:rPr>
              <w:t>)</w:t>
            </w:r>
          </w:p>
          <w:p w:rsidR="00FC4445" w:rsidRDefault="00FC4445" w:rsidP="00FC4445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525C3E" w:rsidRDefault="00525C3E" w:rsidP="00FC4445">
            <w:pPr>
              <w:rPr>
                <w:szCs w:val="28"/>
              </w:rPr>
            </w:pPr>
            <w:r>
              <w:rPr>
                <w:szCs w:val="28"/>
              </w:rPr>
              <w:t>(совместная)</w:t>
            </w:r>
          </w:p>
        </w:tc>
        <w:tc>
          <w:tcPr>
            <w:tcW w:w="1134" w:type="dxa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958,0</w:t>
            </w:r>
          </w:p>
          <w:p w:rsidR="00FC4445" w:rsidRDefault="00FC4445" w:rsidP="00A20688">
            <w:pPr>
              <w:jc w:val="center"/>
              <w:rPr>
                <w:szCs w:val="28"/>
              </w:rPr>
            </w:pPr>
          </w:p>
          <w:p w:rsidR="00525C3E" w:rsidRDefault="00525C3E" w:rsidP="00A20688">
            <w:pPr>
              <w:jc w:val="center"/>
              <w:rPr>
                <w:szCs w:val="28"/>
              </w:rPr>
            </w:pPr>
          </w:p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178,8</w:t>
            </w:r>
          </w:p>
        </w:tc>
        <w:tc>
          <w:tcPr>
            <w:tcW w:w="1134" w:type="dxa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РФ</w:t>
            </w:r>
          </w:p>
          <w:p w:rsidR="00FC4445" w:rsidRDefault="00FC4445" w:rsidP="00A20688">
            <w:pPr>
              <w:jc w:val="center"/>
              <w:rPr>
                <w:szCs w:val="28"/>
              </w:rPr>
            </w:pPr>
          </w:p>
          <w:p w:rsidR="00525C3E" w:rsidRDefault="00525C3E" w:rsidP="00A20688">
            <w:pPr>
              <w:jc w:val="center"/>
              <w:rPr>
                <w:szCs w:val="28"/>
              </w:rPr>
            </w:pPr>
          </w:p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FC4445" w:rsidRPr="00FC4445" w:rsidRDefault="000256EB" w:rsidP="00E5548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ТОЙОТА </w:t>
            </w:r>
            <w:r>
              <w:rPr>
                <w:szCs w:val="28"/>
              </w:rPr>
              <w:lastRenderedPageBreak/>
              <w:t>ПРЕМИО</w:t>
            </w:r>
          </w:p>
        </w:tc>
        <w:tc>
          <w:tcPr>
            <w:tcW w:w="1559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C4445" w:rsidTr="00FC4445">
        <w:tc>
          <w:tcPr>
            <w:tcW w:w="1951" w:type="dxa"/>
            <w:vAlign w:val="center"/>
          </w:tcPr>
          <w:p w:rsidR="00FC4445" w:rsidRDefault="00FC4445" w:rsidP="00A2068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супруг</w:t>
            </w:r>
          </w:p>
        </w:tc>
        <w:tc>
          <w:tcPr>
            <w:tcW w:w="1418" w:type="dxa"/>
            <w:vAlign w:val="center"/>
          </w:tcPr>
          <w:p w:rsidR="00FC4445" w:rsidRDefault="00041B0F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470959,90</w:t>
            </w:r>
          </w:p>
        </w:tc>
        <w:tc>
          <w:tcPr>
            <w:tcW w:w="1559" w:type="dxa"/>
          </w:tcPr>
          <w:p w:rsidR="00FC4445" w:rsidRDefault="00FC4445" w:rsidP="00A20688">
            <w:pPr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  <w:p w:rsidR="00525C3E" w:rsidRDefault="00525C3E" w:rsidP="00A20688">
            <w:pPr>
              <w:rPr>
                <w:szCs w:val="28"/>
              </w:rPr>
            </w:pPr>
            <w:r>
              <w:rPr>
                <w:szCs w:val="28"/>
              </w:rPr>
              <w:t>(совместная)</w:t>
            </w:r>
          </w:p>
          <w:p w:rsidR="00FC4445" w:rsidRDefault="00FC4445" w:rsidP="00A20688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525C3E" w:rsidRDefault="00525C3E" w:rsidP="00A20688">
            <w:pPr>
              <w:rPr>
                <w:szCs w:val="28"/>
              </w:rPr>
            </w:pPr>
            <w:r>
              <w:rPr>
                <w:szCs w:val="28"/>
              </w:rPr>
              <w:t>(совместная)</w:t>
            </w:r>
          </w:p>
        </w:tc>
        <w:tc>
          <w:tcPr>
            <w:tcW w:w="1134" w:type="dxa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958,0</w:t>
            </w:r>
          </w:p>
          <w:p w:rsidR="00FC4445" w:rsidRDefault="00FC4445" w:rsidP="00A20688">
            <w:pPr>
              <w:jc w:val="center"/>
              <w:rPr>
                <w:szCs w:val="28"/>
              </w:rPr>
            </w:pPr>
          </w:p>
          <w:p w:rsidR="00525C3E" w:rsidRDefault="00525C3E" w:rsidP="00A20688">
            <w:pPr>
              <w:jc w:val="center"/>
              <w:rPr>
                <w:szCs w:val="28"/>
              </w:rPr>
            </w:pPr>
          </w:p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178,8</w:t>
            </w:r>
          </w:p>
        </w:tc>
        <w:tc>
          <w:tcPr>
            <w:tcW w:w="1134" w:type="dxa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FC4445" w:rsidRDefault="00FC4445" w:rsidP="00A20688">
            <w:pPr>
              <w:jc w:val="center"/>
              <w:rPr>
                <w:szCs w:val="28"/>
              </w:rPr>
            </w:pPr>
          </w:p>
          <w:p w:rsidR="00525C3E" w:rsidRDefault="00525C3E" w:rsidP="00A20688">
            <w:pPr>
              <w:jc w:val="center"/>
              <w:rPr>
                <w:szCs w:val="28"/>
              </w:rPr>
            </w:pPr>
          </w:p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FC4445" w:rsidRPr="00FC4445" w:rsidRDefault="00FC4445" w:rsidP="00FC44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C4445" w:rsidTr="002D691C">
        <w:tc>
          <w:tcPr>
            <w:tcW w:w="1951" w:type="dxa"/>
            <w:vAlign w:val="center"/>
          </w:tcPr>
          <w:p w:rsidR="00FC4445" w:rsidRDefault="00FC4445" w:rsidP="00A20688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FC4445" w:rsidRDefault="00FC444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C4445" w:rsidRDefault="002D691C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C4445" w:rsidRDefault="002D691C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C4445" w:rsidRDefault="002D691C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C4445" w:rsidRDefault="002D691C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C4445" w:rsidRDefault="002D691C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FC4445" w:rsidRDefault="002D691C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178,8</w:t>
            </w:r>
          </w:p>
        </w:tc>
        <w:tc>
          <w:tcPr>
            <w:tcW w:w="1134" w:type="dxa"/>
            <w:vAlign w:val="center"/>
          </w:tcPr>
          <w:p w:rsidR="00FC4445" w:rsidRDefault="002D691C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FC4445" w:rsidRDefault="002D691C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3A3000" w:rsidTr="00F75197">
        <w:tc>
          <w:tcPr>
            <w:tcW w:w="1951" w:type="dxa"/>
            <w:vAlign w:val="center"/>
          </w:tcPr>
          <w:p w:rsidR="003A3000" w:rsidRDefault="00F75197" w:rsidP="00A20688">
            <w:pPr>
              <w:rPr>
                <w:szCs w:val="28"/>
              </w:rPr>
            </w:pPr>
            <w:r>
              <w:rPr>
                <w:szCs w:val="28"/>
              </w:rPr>
              <w:t>Макарьевская</w:t>
            </w:r>
          </w:p>
          <w:p w:rsidR="00F75197" w:rsidRDefault="00F75197" w:rsidP="00A20688">
            <w:pPr>
              <w:rPr>
                <w:szCs w:val="28"/>
              </w:rPr>
            </w:pPr>
            <w:r>
              <w:rPr>
                <w:szCs w:val="28"/>
              </w:rPr>
              <w:t>Ольга</w:t>
            </w:r>
          </w:p>
          <w:p w:rsidR="00F75197" w:rsidRDefault="00F75197" w:rsidP="00A20688">
            <w:pPr>
              <w:rPr>
                <w:szCs w:val="28"/>
              </w:rPr>
            </w:pPr>
            <w:r>
              <w:rPr>
                <w:szCs w:val="28"/>
              </w:rPr>
              <w:t>Валентиновна</w:t>
            </w:r>
          </w:p>
        </w:tc>
        <w:tc>
          <w:tcPr>
            <w:tcW w:w="1418" w:type="dxa"/>
            <w:vAlign w:val="center"/>
          </w:tcPr>
          <w:p w:rsidR="003A3000" w:rsidRDefault="00041B0F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756221,94</w:t>
            </w:r>
          </w:p>
        </w:tc>
        <w:tc>
          <w:tcPr>
            <w:tcW w:w="1559" w:type="dxa"/>
            <w:vAlign w:val="center"/>
          </w:tcPr>
          <w:p w:rsidR="003A3000" w:rsidRDefault="00F75197" w:rsidP="00F75197">
            <w:pPr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3A3000" w:rsidRDefault="00F75197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50,4</w:t>
            </w:r>
          </w:p>
        </w:tc>
        <w:tc>
          <w:tcPr>
            <w:tcW w:w="1134" w:type="dxa"/>
            <w:vAlign w:val="center"/>
          </w:tcPr>
          <w:p w:rsidR="003A3000" w:rsidRDefault="00F75197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3A3000" w:rsidRDefault="00F75197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A3000" w:rsidRDefault="00F7519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3A3000" w:rsidRDefault="00F7519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A3000" w:rsidRDefault="00F7519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3A3000" w:rsidRDefault="00F7519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75197" w:rsidTr="00F75197">
        <w:tc>
          <w:tcPr>
            <w:tcW w:w="1951" w:type="dxa"/>
            <w:vAlign w:val="center"/>
          </w:tcPr>
          <w:p w:rsidR="00F75197" w:rsidRDefault="00F75197" w:rsidP="00A20688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F75197" w:rsidRDefault="00F7519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75197" w:rsidRDefault="00F75197" w:rsidP="00F751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75197" w:rsidRDefault="00F75197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75197" w:rsidRDefault="00F75197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5197" w:rsidRDefault="00F75197" w:rsidP="002D69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75197" w:rsidRDefault="00F7519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F75197" w:rsidRDefault="00F7519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50,4</w:t>
            </w:r>
          </w:p>
        </w:tc>
        <w:tc>
          <w:tcPr>
            <w:tcW w:w="1134" w:type="dxa"/>
            <w:vAlign w:val="center"/>
          </w:tcPr>
          <w:p w:rsidR="00F75197" w:rsidRDefault="00F7519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F75197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C1FDD" w:rsidTr="00F75197">
        <w:tc>
          <w:tcPr>
            <w:tcW w:w="1951" w:type="dxa"/>
            <w:vAlign w:val="center"/>
          </w:tcPr>
          <w:p w:rsidR="002C1FDD" w:rsidRDefault="002C1FDD" w:rsidP="000256EB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50,4</w:t>
            </w:r>
          </w:p>
        </w:tc>
        <w:tc>
          <w:tcPr>
            <w:tcW w:w="1134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2C1FDD" w:rsidRDefault="002C1FD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C1FDD" w:rsidTr="008C684B">
        <w:tc>
          <w:tcPr>
            <w:tcW w:w="1951" w:type="dxa"/>
            <w:vAlign w:val="center"/>
          </w:tcPr>
          <w:p w:rsidR="002C1FDD" w:rsidRDefault="002C1FDD" w:rsidP="00A20688">
            <w:pPr>
              <w:rPr>
                <w:szCs w:val="28"/>
              </w:rPr>
            </w:pPr>
            <w:r>
              <w:rPr>
                <w:szCs w:val="28"/>
              </w:rPr>
              <w:t xml:space="preserve">Пичуева </w:t>
            </w:r>
          </w:p>
          <w:p w:rsidR="002C1FDD" w:rsidRDefault="002C1FDD" w:rsidP="00A20688">
            <w:pPr>
              <w:rPr>
                <w:szCs w:val="28"/>
              </w:rPr>
            </w:pPr>
            <w:r>
              <w:rPr>
                <w:szCs w:val="28"/>
              </w:rPr>
              <w:t>Елена Викторовна</w:t>
            </w:r>
          </w:p>
        </w:tc>
        <w:tc>
          <w:tcPr>
            <w:tcW w:w="1418" w:type="dxa"/>
            <w:vAlign w:val="center"/>
          </w:tcPr>
          <w:p w:rsidR="002C1FDD" w:rsidRDefault="006B131F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476559,05</w:t>
            </w:r>
          </w:p>
        </w:tc>
        <w:tc>
          <w:tcPr>
            <w:tcW w:w="1559" w:type="dxa"/>
          </w:tcPr>
          <w:p w:rsidR="002C1FDD" w:rsidRPr="008C684B" w:rsidRDefault="002C1FDD" w:rsidP="008C684B">
            <w:pPr>
              <w:ind w:left="24"/>
              <w:rPr>
                <w:szCs w:val="28"/>
              </w:rPr>
            </w:pPr>
            <w:r>
              <w:rPr>
                <w:szCs w:val="28"/>
              </w:rPr>
              <w:t>земельный</w:t>
            </w:r>
            <w:r w:rsidRPr="008C684B">
              <w:rPr>
                <w:szCs w:val="28"/>
              </w:rPr>
              <w:t xml:space="preserve"> участок</w:t>
            </w:r>
          </w:p>
          <w:p w:rsidR="002C1FDD" w:rsidRDefault="002C1FDD" w:rsidP="008C684B">
            <w:pPr>
              <w:rPr>
                <w:szCs w:val="28"/>
              </w:rPr>
            </w:pPr>
            <w:r>
              <w:rPr>
                <w:szCs w:val="28"/>
              </w:rPr>
              <w:t>(1/5 доля)</w:t>
            </w:r>
          </w:p>
          <w:p w:rsidR="002C1FDD" w:rsidRDefault="002C1FDD" w:rsidP="008C684B">
            <w:pPr>
              <w:rPr>
                <w:szCs w:val="28"/>
              </w:rPr>
            </w:pPr>
            <w:r>
              <w:rPr>
                <w:szCs w:val="28"/>
              </w:rPr>
              <w:t xml:space="preserve">квартира </w:t>
            </w:r>
          </w:p>
        </w:tc>
        <w:tc>
          <w:tcPr>
            <w:tcW w:w="1134" w:type="dxa"/>
          </w:tcPr>
          <w:p w:rsidR="002C1FDD" w:rsidRDefault="002C1FDD" w:rsidP="00A20688">
            <w:pPr>
              <w:rPr>
                <w:szCs w:val="28"/>
              </w:rPr>
            </w:pPr>
            <w:r>
              <w:rPr>
                <w:szCs w:val="28"/>
              </w:rPr>
              <w:t>1781,0</w:t>
            </w:r>
          </w:p>
          <w:p w:rsidR="002C1FDD" w:rsidRDefault="002C1FDD" w:rsidP="00A20688">
            <w:pPr>
              <w:rPr>
                <w:szCs w:val="28"/>
              </w:rPr>
            </w:pPr>
          </w:p>
          <w:p w:rsidR="002C1FDD" w:rsidRDefault="002C1FDD" w:rsidP="00A20688">
            <w:pPr>
              <w:rPr>
                <w:szCs w:val="28"/>
              </w:rPr>
            </w:pPr>
          </w:p>
          <w:p w:rsidR="002C1FDD" w:rsidRDefault="002C1FDD" w:rsidP="00A20688">
            <w:pPr>
              <w:rPr>
                <w:szCs w:val="28"/>
              </w:rPr>
            </w:pPr>
            <w:r>
              <w:rPr>
                <w:szCs w:val="28"/>
              </w:rPr>
              <w:t>54,8</w:t>
            </w:r>
          </w:p>
        </w:tc>
        <w:tc>
          <w:tcPr>
            <w:tcW w:w="1134" w:type="dxa"/>
          </w:tcPr>
          <w:p w:rsidR="002C1FDD" w:rsidRDefault="002C1FDD" w:rsidP="00525C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2C1FDD" w:rsidRDefault="002C1FDD" w:rsidP="00525C3E">
            <w:pPr>
              <w:jc w:val="center"/>
              <w:rPr>
                <w:szCs w:val="28"/>
              </w:rPr>
            </w:pPr>
          </w:p>
          <w:p w:rsidR="002C1FDD" w:rsidRDefault="002C1FDD" w:rsidP="00525C3E">
            <w:pPr>
              <w:jc w:val="center"/>
              <w:rPr>
                <w:szCs w:val="28"/>
              </w:rPr>
            </w:pPr>
          </w:p>
          <w:p w:rsidR="002C1FDD" w:rsidRDefault="002C1FDD" w:rsidP="008C6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2C1FDD" w:rsidRPr="00054BE9" w:rsidRDefault="002C1FDD" w:rsidP="00A2068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2C1FDD" w:rsidRPr="00054BE9" w:rsidRDefault="002C1FDD" w:rsidP="00A2068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1FDD" w:rsidRPr="00054BE9" w:rsidRDefault="002C1FDD" w:rsidP="00A2068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2C1FDD" w:rsidRPr="002D691C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</w:t>
            </w:r>
          </w:p>
        </w:tc>
      </w:tr>
      <w:tr w:rsidR="002C1FDD" w:rsidTr="002D691C">
        <w:tc>
          <w:tcPr>
            <w:tcW w:w="1951" w:type="dxa"/>
            <w:vAlign w:val="center"/>
          </w:tcPr>
          <w:p w:rsidR="002C1FDD" w:rsidRDefault="002C1FDD" w:rsidP="00A20688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54,8</w:t>
            </w:r>
          </w:p>
        </w:tc>
        <w:tc>
          <w:tcPr>
            <w:tcW w:w="1134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2C1FDD" w:rsidRDefault="002C1FD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63AFD" w:rsidTr="006E0552">
        <w:tc>
          <w:tcPr>
            <w:tcW w:w="1951" w:type="dxa"/>
            <w:vAlign w:val="center"/>
          </w:tcPr>
          <w:p w:rsidR="00F63AFD" w:rsidRDefault="00F63AFD" w:rsidP="006E0552">
            <w:pPr>
              <w:rPr>
                <w:szCs w:val="28"/>
              </w:rPr>
            </w:pPr>
            <w:r>
              <w:rPr>
                <w:szCs w:val="28"/>
              </w:rPr>
              <w:t>Попова Анастасия Николаевна</w:t>
            </w:r>
          </w:p>
        </w:tc>
        <w:tc>
          <w:tcPr>
            <w:tcW w:w="1418" w:type="dxa"/>
            <w:vAlign w:val="center"/>
          </w:tcPr>
          <w:p w:rsidR="00F63AFD" w:rsidRDefault="00F63AFD" w:rsidP="006E05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257978,99</w:t>
            </w:r>
          </w:p>
        </w:tc>
        <w:tc>
          <w:tcPr>
            <w:tcW w:w="1559" w:type="dxa"/>
          </w:tcPr>
          <w:p w:rsidR="00F63AFD" w:rsidRDefault="00F63AFD" w:rsidP="006E0552">
            <w:pPr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p w:rsidR="00F63AFD" w:rsidRDefault="00F63AFD" w:rsidP="006E0552">
            <w:pPr>
              <w:rPr>
                <w:szCs w:val="28"/>
              </w:rPr>
            </w:pPr>
            <w:r>
              <w:rPr>
                <w:szCs w:val="28"/>
              </w:rPr>
              <w:t xml:space="preserve">          -</w:t>
            </w:r>
          </w:p>
        </w:tc>
        <w:tc>
          <w:tcPr>
            <w:tcW w:w="1134" w:type="dxa"/>
          </w:tcPr>
          <w:p w:rsidR="00F63AFD" w:rsidRDefault="00F63AFD" w:rsidP="006E0552">
            <w:pPr>
              <w:rPr>
                <w:szCs w:val="28"/>
              </w:rPr>
            </w:pPr>
          </w:p>
          <w:p w:rsidR="00F63AFD" w:rsidRDefault="00F63AFD" w:rsidP="006E0552">
            <w:pPr>
              <w:rPr>
                <w:szCs w:val="28"/>
              </w:rPr>
            </w:pPr>
            <w:r>
              <w:rPr>
                <w:szCs w:val="28"/>
              </w:rPr>
              <w:t xml:space="preserve">    -</w:t>
            </w:r>
          </w:p>
        </w:tc>
        <w:tc>
          <w:tcPr>
            <w:tcW w:w="1134" w:type="dxa"/>
          </w:tcPr>
          <w:p w:rsidR="00F63AFD" w:rsidRDefault="00F63AFD" w:rsidP="006E0552">
            <w:pPr>
              <w:jc w:val="center"/>
              <w:rPr>
                <w:szCs w:val="28"/>
              </w:rPr>
            </w:pPr>
          </w:p>
          <w:p w:rsidR="00F63AFD" w:rsidRDefault="00F63AFD" w:rsidP="006E05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63AFD" w:rsidRDefault="00F63AFD" w:rsidP="006E05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63AFD" w:rsidRDefault="00F63AFD" w:rsidP="006E05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F63AFD" w:rsidRPr="00F63AFD" w:rsidRDefault="00F63AFD" w:rsidP="006E05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69,0</w:t>
            </w:r>
          </w:p>
        </w:tc>
        <w:tc>
          <w:tcPr>
            <w:tcW w:w="1134" w:type="dxa"/>
            <w:vAlign w:val="center"/>
          </w:tcPr>
          <w:p w:rsidR="00F63AFD" w:rsidRPr="00F63AFD" w:rsidRDefault="00F63AFD" w:rsidP="006E05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F63AFD" w:rsidRPr="002D691C" w:rsidRDefault="00F63AFD" w:rsidP="006E05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</w:t>
            </w:r>
          </w:p>
        </w:tc>
      </w:tr>
      <w:tr w:rsidR="00F63AFD" w:rsidTr="00E55482">
        <w:tc>
          <w:tcPr>
            <w:tcW w:w="1951" w:type="dxa"/>
            <w:vAlign w:val="center"/>
          </w:tcPr>
          <w:p w:rsidR="00F63AFD" w:rsidRPr="00054BE9" w:rsidRDefault="00F63AFD" w:rsidP="009C0FB5">
            <w:pPr>
              <w:rPr>
                <w:szCs w:val="28"/>
              </w:rPr>
            </w:pPr>
            <w:r>
              <w:rPr>
                <w:szCs w:val="28"/>
              </w:rPr>
              <w:t>Соловьева Ирина Владимировна</w:t>
            </w:r>
          </w:p>
        </w:tc>
        <w:tc>
          <w:tcPr>
            <w:tcW w:w="1418" w:type="dxa"/>
            <w:vAlign w:val="center"/>
          </w:tcPr>
          <w:p w:rsidR="00F63AFD" w:rsidRPr="00525C3E" w:rsidRDefault="00F63AFD" w:rsidP="001321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619230,69</w:t>
            </w:r>
          </w:p>
        </w:tc>
        <w:tc>
          <w:tcPr>
            <w:tcW w:w="1559" w:type="dxa"/>
            <w:vAlign w:val="center"/>
          </w:tcPr>
          <w:p w:rsidR="00F63AFD" w:rsidRDefault="00F63AFD" w:rsidP="00525C3E">
            <w:pPr>
              <w:rPr>
                <w:szCs w:val="28"/>
              </w:rPr>
            </w:pPr>
            <w:r>
              <w:rPr>
                <w:szCs w:val="28"/>
              </w:rPr>
              <w:t xml:space="preserve">земельный участок </w:t>
            </w:r>
          </w:p>
          <w:p w:rsidR="00F63AFD" w:rsidRDefault="00F63AFD" w:rsidP="00525C3E">
            <w:pPr>
              <w:rPr>
                <w:szCs w:val="28"/>
              </w:rPr>
            </w:pPr>
            <w:r>
              <w:rPr>
                <w:szCs w:val="28"/>
              </w:rPr>
              <w:t>(1/4 доля)</w:t>
            </w:r>
          </w:p>
          <w:p w:rsidR="00F63AFD" w:rsidRDefault="00F63AFD" w:rsidP="00525C3E">
            <w:pPr>
              <w:rPr>
                <w:szCs w:val="28"/>
              </w:rPr>
            </w:pPr>
            <w:r>
              <w:rPr>
                <w:szCs w:val="28"/>
              </w:rPr>
              <w:t>квартира (1/4 доля)</w:t>
            </w:r>
          </w:p>
        </w:tc>
        <w:tc>
          <w:tcPr>
            <w:tcW w:w="1134" w:type="dxa"/>
          </w:tcPr>
          <w:p w:rsidR="00F63AFD" w:rsidRDefault="00F63AFD" w:rsidP="00525C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1324,0</w:t>
            </w:r>
          </w:p>
          <w:p w:rsidR="00F63AFD" w:rsidRDefault="00F63AFD" w:rsidP="00054BE9">
            <w:pPr>
              <w:rPr>
                <w:szCs w:val="28"/>
              </w:rPr>
            </w:pPr>
          </w:p>
          <w:p w:rsidR="00F63AFD" w:rsidRDefault="00F63AFD" w:rsidP="00054BE9">
            <w:pPr>
              <w:rPr>
                <w:szCs w:val="28"/>
              </w:rPr>
            </w:pPr>
          </w:p>
          <w:p w:rsidR="00F63AFD" w:rsidRDefault="00F63AFD" w:rsidP="00525C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128,0</w:t>
            </w:r>
          </w:p>
        </w:tc>
        <w:tc>
          <w:tcPr>
            <w:tcW w:w="1134" w:type="dxa"/>
          </w:tcPr>
          <w:p w:rsidR="00F63AFD" w:rsidRDefault="00F63AFD" w:rsidP="00525C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F63AFD" w:rsidRDefault="00F63AFD" w:rsidP="00054BE9">
            <w:pPr>
              <w:rPr>
                <w:szCs w:val="28"/>
              </w:rPr>
            </w:pPr>
          </w:p>
          <w:p w:rsidR="00F63AFD" w:rsidRDefault="00F63AFD" w:rsidP="00054BE9">
            <w:pPr>
              <w:rPr>
                <w:szCs w:val="28"/>
              </w:rPr>
            </w:pPr>
          </w:p>
          <w:p w:rsidR="00F63AFD" w:rsidRDefault="00F63AFD" w:rsidP="00525C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F63AFD" w:rsidRDefault="00F63AFD" w:rsidP="00E55482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Pr="00255D10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TOYOTA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Vitz</w:t>
            </w:r>
            <w:proofErr w:type="spellEnd"/>
          </w:p>
          <w:p w:rsidR="00F63AFD" w:rsidRPr="00054BE9" w:rsidRDefault="00F63AFD" w:rsidP="00E55482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Pr="00255D10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TOYOTA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Raf</w:t>
            </w:r>
            <w:proofErr w:type="spellEnd"/>
            <w:r>
              <w:rPr>
                <w:szCs w:val="28"/>
              </w:rPr>
              <w:t xml:space="preserve"> 4</w:t>
            </w:r>
          </w:p>
        </w:tc>
        <w:tc>
          <w:tcPr>
            <w:tcW w:w="1559" w:type="dxa"/>
            <w:vAlign w:val="center"/>
          </w:tcPr>
          <w:p w:rsidR="00F63AFD" w:rsidRPr="00054BE9" w:rsidRDefault="00F63AFD" w:rsidP="004A337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F63AFD" w:rsidRPr="00054BE9" w:rsidRDefault="00F63AFD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Pr="00054BE9" w:rsidRDefault="00F63AFD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F63AFD" w:rsidRPr="00054BE9" w:rsidRDefault="00F63AFD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F63AFD" w:rsidTr="00BA0B82">
        <w:tc>
          <w:tcPr>
            <w:tcW w:w="1951" w:type="dxa"/>
            <w:vAlign w:val="center"/>
          </w:tcPr>
          <w:p w:rsidR="00F63AFD" w:rsidRPr="00054BE9" w:rsidRDefault="00F63AFD" w:rsidP="009C0FB5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F63AFD" w:rsidRPr="004D72D3" w:rsidRDefault="00F63AF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1618003,97</w:t>
            </w:r>
          </w:p>
        </w:tc>
        <w:tc>
          <w:tcPr>
            <w:tcW w:w="1559" w:type="dxa"/>
            <w:vAlign w:val="center"/>
          </w:tcPr>
          <w:p w:rsidR="00F63AFD" w:rsidRDefault="00F63AFD" w:rsidP="00A20688">
            <w:pPr>
              <w:rPr>
                <w:szCs w:val="28"/>
              </w:rPr>
            </w:pPr>
            <w:r>
              <w:rPr>
                <w:szCs w:val="28"/>
              </w:rPr>
              <w:t xml:space="preserve">земельный участок </w:t>
            </w:r>
          </w:p>
          <w:p w:rsidR="00F63AFD" w:rsidRDefault="00F63AFD" w:rsidP="00A20688">
            <w:pPr>
              <w:rPr>
                <w:szCs w:val="28"/>
              </w:rPr>
            </w:pPr>
            <w:r>
              <w:rPr>
                <w:szCs w:val="28"/>
              </w:rPr>
              <w:t>(1/4 доля)</w:t>
            </w:r>
          </w:p>
          <w:p w:rsidR="00F63AFD" w:rsidRDefault="00F63AFD" w:rsidP="00A20688">
            <w:pPr>
              <w:rPr>
                <w:szCs w:val="28"/>
              </w:rPr>
            </w:pPr>
            <w:r>
              <w:rPr>
                <w:szCs w:val="28"/>
              </w:rPr>
              <w:t>квартира (1/4 доля)</w:t>
            </w:r>
          </w:p>
        </w:tc>
        <w:tc>
          <w:tcPr>
            <w:tcW w:w="1134" w:type="dxa"/>
          </w:tcPr>
          <w:p w:rsidR="00F63AFD" w:rsidRDefault="00F63AF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1324,0</w:t>
            </w:r>
          </w:p>
          <w:p w:rsidR="00F63AFD" w:rsidRDefault="00F63AFD" w:rsidP="00A20688">
            <w:pPr>
              <w:rPr>
                <w:szCs w:val="28"/>
              </w:rPr>
            </w:pPr>
          </w:p>
          <w:p w:rsidR="00F63AFD" w:rsidRDefault="00F63AFD" w:rsidP="00A20688">
            <w:pPr>
              <w:rPr>
                <w:szCs w:val="28"/>
              </w:rPr>
            </w:pPr>
          </w:p>
          <w:p w:rsidR="00F63AFD" w:rsidRDefault="00F63AF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128,0</w:t>
            </w:r>
          </w:p>
        </w:tc>
        <w:tc>
          <w:tcPr>
            <w:tcW w:w="1134" w:type="dxa"/>
          </w:tcPr>
          <w:p w:rsidR="00F63AFD" w:rsidRDefault="00F63AF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F63AFD" w:rsidRDefault="00F63AFD" w:rsidP="00A20688">
            <w:pPr>
              <w:rPr>
                <w:szCs w:val="28"/>
              </w:rPr>
            </w:pPr>
          </w:p>
          <w:p w:rsidR="00F63AFD" w:rsidRDefault="00F63AFD" w:rsidP="00A20688">
            <w:pPr>
              <w:rPr>
                <w:szCs w:val="28"/>
              </w:rPr>
            </w:pPr>
          </w:p>
          <w:p w:rsidR="00F63AFD" w:rsidRDefault="00F63AF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F63AFD" w:rsidRDefault="00F63AFD" w:rsidP="004A33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63AFD" w:rsidRPr="004D72D3" w:rsidRDefault="00F63AFD" w:rsidP="001720D8">
            <w:pPr>
              <w:jc w:val="center"/>
              <w:rPr>
                <w:szCs w:val="28"/>
              </w:rPr>
            </w:pPr>
            <w:r w:rsidRPr="004D72D3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63AFD" w:rsidRPr="004D72D3" w:rsidRDefault="00F63AFD" w:rsidP="001720D8">
            <w:pPr>
              <w:jc w:val="center"/>
              <w:rPr>
                <w:szCs w:val="28"/>
              </w:rPr>
            </w:pPr>
            <w:r w:rsidRPr="004D72D3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Pr="004D72D3" w:rsidRDefault="00F63AFD" w:rsidP="001720D8">
            <w:pPr>
              <w:jc w:val="center"/>
              <w:rPr>
                <w:szCs w:val="28"/>
              </w:rPr>
            </w:pPr>
            <w:r w:rsidRPr="004D72D3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F63AFD" w:rsidRPr="004D72D3" w:rsidRDefault="00F63AFD" w:rsidP="001720D8">
            <w:pPr>
              <w:jc w:val="center"/>
              <w:rPr>
                <w:szCs w:val="28"/>
              </w:rPr>
            </w:pPr>
            <w:r w:rsidRPr="004D72D3">
              <w:rPr>
                <w:szCs w:val="28"/>
              </w:rPr>
              <w:t>-</w:t>
            </w:r>
          </w:p>
        </w:tc>
      </w:tr>
      <w:tr w:rsidR="00F63AFD" w:rsidTr="00BA0B82">
        <w:tc>
          <w:tcPr>
            <w:tcW w:w="1951" w:type="dxa"/>
            <w:vAlign w:val="center"/>
          </w:tcPr>
          <w:p w:rsidR="00F63AFD" w:rsidRDefault="00F63AFD" w:rsidP="009C0FB5">
            <w:pPr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418" w:type="dxa"/>
            <w:vAlign w:val="center"/>
          </w:tcPr>
          <w:p w:rsidR="00F63AFD" w:rsidRDefault="00F63AF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63AFD" w:rsidRDefault="00F63AFD" w:rsidP="00A20688">
            <w:pPr>
              <w:rPr>
                <w:szCs w:val="28"/>
              </w:rPr>
            </w:pPr>
            <w:r>
              <w:rPr>
                <w:szCs w:val="28"/>
              </w:rPr>
              <w:t xml:space="preserve">земельный участок </w:t>
            </w:r>
          </w:p>
          <w:p w:rsidR="00F63AFD" w:rsidRDefault="00F63AFD" w:rsidP="00A20688">
            <w:pPr>
              <w:rPr>
                <w:szCs w:val="28"/>
              </w:rPr>
            </w:pPr>
            <w:r>
              <w:rPr>
                <w:szCs w:val="28"/>
              </w:rPr>
              <w:t>(1/4 доля)</w:t>
            </w:r>
          </w:p>
          <w:p w:rsidR="00F63AFD" w:rsidRDefault="00F63AFD" w:rsidP="00A2068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квартира (1/4 доля)</w:t>
            </w:r>
          </w:p>
        </w:tc>
        <w:tc>
          <w:tcPr>
            <w:tcW w:w="1134" w:type="dxa"/>
          </w:tcPr>
          <w:p w:rsidR="00F63AFD" w:rsidRDefault="00F63AF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1324,0</w:t>
            </w:r>
          </w:p>
          <w:p w:rsidR="00F63AFD" w:rsidRDefault="00F63AFD" w:rsidP="00A20688">
            <w:pPr>
              <w:rPr>
                <w:szCs w:val="28"/>
              </w:rPr>
            </w:pPr>
          </w:p>
          <w:p w:rsidR="00F63AFD" w:rsidRDefault="00F63AFD" w:rsidP="00A20688">
            <w:pPr>
              <w:rPr>
                <w:szCs w:val="28"/>
              </w:rPr>
            </w:pPr>
          </w:p>
          <w:p w:rsidR="00F63AFD" w:rsidRDefault="00F63AF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128,0</w:t>
            </w:r>
          </w:p>
        </w:tc>
        <w:tc>
          <w:tcPr>
            <w:tcW w:w="1134" w:type="dxa"/>
          </w:tcPr>
          <w:p w:rsidR="00F63AFD" w:rsidRDefault="00F63AF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РФ</w:t>
            </w:r>
          </w:p>
          <w:p w:rsidR="00F63AFD" w:rsidRDefault="00F63AFD" w:rsidP="00A20688">
            <w:pPr>
              <w:rPr>
                <w:szCs w:val="28"/>
              </w:rPr>
            </w:pPr>
          </w:p>
          <w:p w:rsidR="00F63AFD" w:rsidRDefault="00F63AFD" w:rsidP="00A20688">
            <w:pPr>
              <w:rPr>
                <w:szCs w:val="28"/>
              </w:rPr>
            </w:pPr>
          </w:p>
          <w:p w:rsidR="00F63AFD" w:rsidRDefault="00F63AFD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РФ</w:t>
            </w:r>
          </w:p>
        </w:tc>
        <w:tc>
          <w:tcPr>
            <w:tcW w:w="1843" w:type="dxa"/>
            <w:vAlign w:val="center"/>
          </w:tcPr>
          <w:p w:rsidR="00F63AFD" w:rsidRDefault="00F63AFD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F63AFD" w:rsidRPr="00054BE9" w:rsidRDefault="00F63AFD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F63AFD" w:rsidRPr="00054BE9" w:rsidRDefault="00F63AFD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Pr="00054BE9" w:rsidRDefault="00F63AFD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F63AFD" w:rsidRPr="00054BE9" w:rsidRDefault="00F63AFD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F63AFD" w:rsidTr="0012279D">
        <w:tc>
          <w:tcPr>
            <w:tcW w:w="1951" w:type="dxa"/>
            <w:vAlign w:val="center"/>
          </w:tcPr>
          <w:p w:rsidR="00F63AFD" w:rsidRDefault="00F63AFD" w:rsidP="009C0FB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Терещенко</w:t>
            </w:r>
          </w:p>
          <w:p w:rsidR="00F63AFD" w:rsidRDefault="00F63AFD" w:rsidP="009C0FB5">
            <w:pPr>
              <w:rPr>
                <w:szCs w:val="28"/>
              </w:rPr>
            </w:pPr>
            <w:r>
              <w:rPr>
                <w:szCs w:val="28"/>
              </w:rPr>
              <w:t>Оксана Александровна</w:t>
            </w:r>
          </w:p>
        </w:tc>
        <w:tc>
          <w:tcPr>
            <w:tcW w:w="1418" w:type="dxa"/>
            <w:vAlign w:val="center"/>
          </w:tcPr>
          <w:p w:rsidR="00F63AFD" w:rsidRDefault="00CD3E90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444669,67</w:t>
            </w:r>
          </w:p>
        </w:tc>
        <w:tc>
          <w:tcPr>
            <w:tcW w:w="1559" w:type="dxa"/>
          </w:tcPr>
          <w:p w:rsidR="00F63AFD" w:rsidRDefault="00F63AFD" w:rsidP="0012279D">
            <w:pPr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  <w:p w:rsidR="00F63AFD" w:rsidRDefault="00F63AFD" w:rsidP="0012279D">
            <w:pPr>
              <w:rPr>
                <w:szCs w:val="28"/>
              </w:rPr>
            </w:pPr>
            <w:r>
              <w:rPr>
                <w:szCs w:val="28"/>
              </w:rPr>
              <w:t>(1/2 доля)</w:t>
            </w:r>
          </w:p>
          <w:p w:rsidR="00F63AFD" w:rsidRDefault="00F63AFD" w:rsidP="0012279D">
            <w:pPr>
              <w:rPr>
                <w:szCs w:val="28"/>
              </w:rPr>
            </w:pPr>
            <w:r>
              <w:rPr>
                <w:szCs w:val="28"/>
              </w:rPr>
              <w:t>квартира (1/2 доля)</w:t>
            </w:r>
          </w:p>
        </w:tc>
        <w:tc>
          <w:tcPr>
            <w:tcW w:w="1134" w:type="dxa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1213,0</w:t>
            </w:r>
          </w:p>
          <w:p w:rsidR="00F63AFD" w:rsidRDefault="00F63AFD" w:rsidP="0012279D">
            <w:pPr>
              <w:jc w:val="center"/>
              <w:rPr>
                <w:szCs w:val="28"/>
              </w:rPr>
            </w:pPr>
          </w:p>
          <w:p w:rsidR="00F63AFD" w:rsidRDefault="00F63AFD" w:rsidP="0012279D">
            <w:pPr>
              <w:jc w:val="center"/>
              <w:rPr>
                <w:szCs w:val="28"/>
              </w:rPr>
            </w:pPr>
          </w:p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  <w:tc>
          <w:tcPr>
            <w:tcW w:w="1134" w:type="dxa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F63AFD" w:rsidRDefault="00F63AFD" w:rsidP="0012279D">
            <w:pPr>
              <w:jc w:val="center"/>
              <w:rPr>
                <w:szCs w:val="28"/>
              </w:rPr>
            </w:pPr>
          </w:p>
          <w:p w:rsidR="00F63AFD" w:rsidRDefault="00F63AFD" w:rsidP="0012279D">
            <w:pPr>
              <w:jc w:val="center"/>
              <w:rPr>
                <w:szCs w:val="28"/>
              </w:rPr>
            </w:pPr>
          </w:p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63AFD" w:rsidRPr="0012279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63AFD" w:rsidRPr="0012279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Pr="0012279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F63AFD" w:rsidRPr="0012279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63AFD" w:rsidTr="0012279D">
        <w:tc>
          <w:tcPr>
            <w:tcW w:w="1951" w:type="dxa"/>
            <w:vAlign w:val="center"/>
          </w:tcPr>
          <w:p w:rsidR="00F63AFD" w:rsidRDefault="00F63AFD" w:rsidP="009C0FB5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F63AFD" w:rsidRDefault="00C30E2F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913267,61</w:t>
            </w:r>
          </w:p>
        </w:tc>
        <w:tc>
          <w:tcPr>
            <w:tcW w:w="1559" w:type="dxa"/>
          </w:tcPr>
          <w:p w:rsidR="00F63AFD" w:rsidRDefault="00F63AFD" w:rsidP="000256EB">
            <w:pPr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  <w:p w:rsidR="00F63AFD" w:rsidRDefault="00F63AFD" w:rsidP="000256EB">
            <w:pPr>
              <w:rPr>
                <w:szCs w:val="28"/>
              </w:rPr>
            </w:pPr>
            <w:r>
              <w:rPr>
                <w:szCs w:val="28"/>
              </w:rPr>
              <w:t>(1/2 доля)</w:t>
            </w:r>
          </w:p>
          <w:p w:rsidR="00F63AFD" w:rsidRDefault="00F63AFD" w:rsidP="000256EB">
            <w:pPr>
              <w:rPr>
                <w:szCs w:val="28"/>
              </w:rPr>
            </w:pPr>
            <w:r>
              <w:rPr>
                <w:szCs w:val="28"/>
              </w:rPr>
              <w:t>квартира (1/2 доля)</w:t>
            </w:r>
          </w:p>
        </w:tc>
        <w:tc>
          <w:tcPr>
            <w:tcW w:w="1134" w:type="dxa"/>
          </w:tcPr>
          <w:p w:rsidR="00F63AFD" w:rsidRDefault="00F63AF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1213,0</w:t>
            </w:r>
          </w:p>
          <w:p w:rsidR="00F63AFD" w:rsidRDefault="00F63AFD" w:rsidP="000256EB">
            <w:pPr>
              <w:jc w:val="center"/>
              <w:rPr>
                <w:szCs w:val="28"/>
              </w:rPr>
            </w:pPr>
          </w:p>
          <w:p w:rsidR="00F63AFD" w:rsidRDefault="00F63AFD" w:rsidP="000256EB">
            <w:pPr>
              <w:jc w:val="center"/>
              <w:rPr>
                <w:szCs w:val="28"/>
              </w:rPr>
            </w:pPr>
          </w:p>
          <w:p w:rsidR="00F63AFD" w:rsidRDefault="00F63AF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  <w:tc>
          <w:tcPr>
            <w:tcW w:w="1134" w:type="dxa"/>
          </w:tcPr>
          <w:p w:rsidR="00F63AFD" w:rsidRDefault="00F63AF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F63AFD" w:rsidRDefault="00F63AFD" w:rsidP="000256EB">
            <w:pPr>
              <w:jc w:val="center"/>
              <w:rPr>
                <w:szCs w:val="28"/>
              </w:rPr>
            </w:pPr>
          </w:p>
          <w:p w:rsidR="00F63AFD" w:rsidRDefault="00F63AFD" w:rsidP="000256EB">
            <w:pPr>
              <w:jc w:val="center"/>
              <w:rPr>
                <w:szCs w:val="28"/>
              </w:rPr>
            </w:pPr>
          </w:p>
          <w:p w:rsidR="00F63AFD" w:rsidRDefault="00F63AF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</w:tcPr>
          <w:p w:rsidR="00F63AFD" w:rsidRDefault="00C30E2F" w:rsidP="0012279D">
            <w:pPr>
              <w:rPr>
                <w:szCs w:val="28"/>
              </w:rPr>
            </w:pPr>
            <w:r>
              <w:rPr>
                <w:szCs w:val="28"/>
              </w:rPr>
              <w:t xml:space="preserve">1) </w:t>
            </w:r>
            <w:r w:rsidR="00F63AFD">
              <w:rPr>
                <w:szCs w:val="28"/>
                <w:lang w:val="en-US"/>
              </w:rPr>
              <w:t>TOYOTA</w:t>
            </w:r>
            <w:r w:rsidR="00F63AFD">
              <w:rPr>
                <w:szCs w:val="28"/>
              </w:rPr>
              <w:t xml:space="preserve"> </w:t>
            </w:r>
            <w:proofErr w:type="spellStart"/>
            <w:proofErr w:type="gramStart"/>
            <w:r w:rsidR="00F63AFD">
              <w:rPr>
                <w:szCs w:val="28"/>
              </w:rPr>
              <w:t>ист</w:t>
            </w:r>
            <w:proofErr w:type="spellEnd"/>
            <w:proofErr w:type="gramEnd"/>
          </w:p>
          <w:p w:rsidR="00C30E2F" w:rsidRPr="00C30E2F" w:rsidRDefault="00C30E2F" w:rsidP="0012279D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TOYOTA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филдер</w:t>
            </w:r>
            <w:proofErr w:type="spellEnd"/>
          </w:p>
        </w:tc>
        <w:tc>
          <w:tcPr>
            <w:tcW w:w="1559" w:type="dxa"/>
            <w:vAlign w:val="center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63AFD" w:rsidTr="003A3000">
        <w:tc>
          <w:tcPr>
            <w:tcW w:w="1951" w:type="dxa"/>
            <w:vAlign w:val="center"/>
          </w:tcPr>
          <w:p w:rsidR="00F63AFD" w:rsidRDefault="00F63AFD" w:rsidP="009C0FB5">
            <w:pPr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418" w:type="dxa"/>
            <w:vAlign w:val="center"/>
          </w:tcPr>
          <w:p w:rsidR="00F63AFD" w:rsidRDefault="00F63AF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63AFD" w:rsidRPr="003A3000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  <w:tc>
          <w:tcPr>
            <w:tcW w:w="1276" w:type="dxa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1213,0</w:t>
            </w:r>
          </w:p>
        </w:tc>
        <w:tc>
          <w:tcPr>
            <w:tcW w:w="1134" w:type="dxa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F63AFD" w:rsidRDefault="00F63AFD" w:rsidP="00122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63AFD" w:rsidTr="003A3000">
        <w:tc>
          <w:tcPr>
            <w:tcW w:w="1951" w:type="dxa"/>
            <w:vAlign w:val="center"/>
          </w:tcPr>
          <w:p w:rsidR="00F63AFD" w:rsidRDefault="00F63AFD" w:rsidP="009C0FB5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F63AFD" w:rsidRDefault="00F63AF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63AFD" w:rsidRPr="003A3000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63AFD" w:rsidRDefault="00F63AF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  <w:p w:rsidR="00F63AFD" w:rsidRDefault="00F63AF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  <w:tc>
          <w:tcPr>
            <w:tcW w:w="1276" w:type="dxa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1213,0</w:t>
            </w:r>
          </w:p>
        </w:tc>
        <w:tc>
          <w:tcPr>
            <w:tcW w:w="1134" w:type="dxa"/>
          </w:tcPr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F63AFD" w:rsidRDefault="00F63AFD" w:rsidP="003A30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F63AFD" w:rsidRDefault="00F63AFD" w:rsidP="000256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2C1FDD" w:rsidRDefault="002C1FDD" w:rsidP="00826DD5">
      <w:pPr>
        <w:spacing w:line="276" w:lineRule="auto"/>
        <w:jc w:val="center"/>
        <w:rPr>
          <w:b/>
          <w:sz w:val="28"/>
          <w:szCs w:val="28"/>
        </w:rPr>
      </w:pPr>
    </w:p>
    <w:p w:rsidR="00745880" w:rsidRDefault="00745880" w:rsidP="00826DD5">
      <w:pPr>
        <w:spacing w:line="276" w:lineRule="auto"/>
        <w:jc w:val="center"/>
        <w:rPr>
          <w:b/>
          <w:sz w:val="28"/>
          <w:szCs w:val="28"/>
        </w:rPr>
      </w:pP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Сведения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2C1FDD" w:rsidRDefault="00A34EC9" w:rsidP="00826DD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руководителей образовательных организаций</w:t>
      </w:r>
      <w:r w:rsidR="00826DD5" w:rsidRPr="00713E5F">
        <w:rPr>
          <w:b/>
          <w:sz w:val="28"/>
          <w:szCs w:val="28"/>
        </w:rPr>
        <w:t xml:space="preserve"> </w:t>
      </w:r>
    </w:p>
    <w:p w:rsidR="002C1FDD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муниципального района «Шилкинский район» и членов их семей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за пери</w:t>
      </w:r>
      <w:r w:rsidR="00CB152E">
        <w:rPr>
          <w:b/>
          <w:sz w:val="28"/>
          <w:szCs w:val="28"/>
        </w:rPr>
        <w:t>од с 01 января по 31 декабря 2020</w:t>
      </w:r>
      <w:r w:rsidRPr="00713E5F">
        <w:rPr>
          <w:b/>
          <w:sz w:val="28"/>
          <w:szCs w:val="28"/>
        </w:rPr>
        <w:t xml:space="preserve"> года</w:t>
      </w:r>
    </w:p>
    <w:p w:rsidR="00826DD5" w:rsidRDefault="00826DD5" w:rsidP="00826DD5">
      <w:pPr>
        <w:jc w:val="center"/>
        <w:rPr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134"/>
        <w:gridCol w:w="1134"/>
        <w:gridCol w:w="1843"/>
        <w:gridCol w:w="1559"/>
        <w:gridCol w:w="1276"/>
        <w:gridCol w:w="1134"/>
        <w:gridCol w:w="2409"/>
      </w:tblGrid>
      <w:tr w:rsidR="00B02007" w:rsidTr="00A20688">
        <w:tc>
          <w:tcPr>
            <w:tcW w:w="1951" w:type="dxa"/>
            <w:vMerge w:val="restart"/>
          </w:tcPr>
          <w:p w:rsidR="00B02007" w:rsidRPr="00B02007" w:rsidRDefault="00B02007" w:rsidP="004B0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Деклари</w:t>
            </w:r>
            <w:proofErr w:type="spellEnd"/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proofErr w:type="spellStart"/>
            <w:r w:rsidRPr="00431D18">
              <w:rPr>
                <w:sz w:val="22"/>
                <w:szCs w:val="22"/>
              </w:rPr>
              <w:t>рованный</w:t>
            </w:r>
            <w:proofErr w:type="spellEnd"/>
            <w:r w:rsidRPr="00431D18">
              <w:rPr>
                <w:sz w:val="22"/>
                <w:szCs w:val="22"/>
              </w:rPr>
              <w:t xml:space="preserve"> доход (руб.)</w:t>
            </w:r>
          </w:p>
        </w:tc>
        <w:tc>
          <w:tcPr>
            <w:tcW w:w="5670" w:type="dxa"/>
            <w:gridSpan w:val="4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на праве собственности</w:t>
            </w:r>
          </w:p>
        </w:tc>
        <w:tc>
          <w:tcPr>
            <w:tcW w:w="3969" w:type="dxa"/>
            <w:gridSpan w:val="3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Перечень объектов </w:t>
            </w:r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недвижимого имущества, </w:t>
            </w:r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proofErr w:type="gramStart"/>
            <w:r w:rsidRPr="00431D18">
              <w:rPr>
                <w:sz w:val="22"/>
                <w:szCs w:val="22"/>
              </w:rPr>
              <w:t>находящихся</w:t>
            </w:r>
            <w:proofErr w:type="gramEnd"/>
            <w:r w:rsidRPr="00431D18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409" w:type="dxa"/>
            <w:vMerge w:val="restart"/>
            <w:vAlign w:val="center"/>
          </w:tcPr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</w:t>
            </w:r>
            <w:r w:rsidRPr="00431D18">
              <w:rPr>
                <w:sz w:val="22"/>
                <w:szCs w:val="22"/>
              </w:rPr>
              <w:lastRenderedPageBreak/>
              <w:t>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02007" w:rsidTr="00A20688">
        <w:tc>
          <w:tcPr>
            <w:tcW w:w="1951" w:type="dxa"/>
            <w:vMerge/>
          </w:tcPr>
          <w:p w:rsidR="00B02007" w:rsidRPr="00255D10" w:rsidRDefault="00B02007" w:rsidP="004B0BA1">
            <w:pPr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B02007" w:rsidRPr="00255D10" w:rsidRDefault="00B02007" w:rsidP="004B0BA1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B02007" w:rsidRPr="00B02007" w:rsidRDefault="00B02007" w:rsidP="004B0BA1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1134" w:type="dxa"/>
            <w:vAlign w:val="center"/>
          </w:tcPr>
          <w:p w:rsidR="00B02007" w:rsidRPr="00B02007" w:rsidRDefault="00B02007" w:rsidP="004B0BA1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Площадь (</w:t>
            </w:r>
            <w:proofErr w:type="spellStart"/>
            <w:r w:rsidRPr="00431D18">
              <w:rPr>
                <w:sz w:val="22"/>
                <w:szCs w:val="22"/>
              </w:rPr>
              <w:t>кв</w:t>
            </w:r>
            <w:proofErr w:type="gramStart"/>
            <w:r w:rsidRPr="00431D1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1D1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02007" w:rsidRPr="00431D18" w:rsidRDefault="00B02007" w:rsidP="00A206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1559" w:type="dxa"/>
            <w:vAlign w:val="center"/>
          </w:tcPr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Площадь (</w:t>
            </w:r>
            <w:proofErr w:type="spellStart"/>
            <w:r w:rsidRPr="00431D18">
              <w:rPr>
                <w:sz w:val="22"/>
                <w:szCs w:val="22"/>
              </w:rPr>
              <w:t>кв</w:t>
            </w:r>
            <w:proofErr w:type="gramStart"/>
            <w:r w:rsidRPr="00431D1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1D18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B02007" w:rsidRPr="00431D18" w:rsidRDefault="00B02007" w:rsidP="00A206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Вид </w:t>
            </w:r>
          </w:p>
          <w:p w:rsidR="00B02007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 xml:space="preserve">объектов </w:t>
            </w:r>
            <w:proofErr w:type="spellStart"/>
            <w:r w:rsidRPr="00431D18">
              <w:rPr>
                <w:sz w:val="22"/>
                <w:szCs w:val="22"/>
              </w:rPr>
              <w:t>недвижи</w:t>
            </w:r>
            <w:proofErr w:type="spellEnd"/>
          </w:p>
          <w:p w:rsidR="00B02007" w:rsidRPr="00431D18" w:rsidRDefault="00B02007" w:rsidP="00A20688">
            <w:pPr>
              <w:jc w:val="center"/>
              <w:rPr>
                <w:sz w:val="22"/>
                <w:szCs w:val="22"/>
              </w:rPr>
            </w:pPr>
            <w:r w:rsidRPr="00431D18">
              <w:rPr>
                <w:sz w:val="22"/>
                <w:szCs w:val="22"/>
              </w:rPr>
              <w:t>мости</w:t>
            </w:r>
          </w:p>
        </w:tc>
        <w:tc>
          <w:tcPr>
            <w:tcW w:w="2409" w:type="dxa"/>
            <w:vMerge/>
          </w:tcPr>
          <w:p w:rsidR="00B02007" w:rsidRPr="00255D10" w:rsidRDefault="00B02007" w:rsidP="004B0BA1">
            <w:pPr>
              <w:jc w:val="center"/>
              <w:rPr>
                <w:szCs w:val="28"/>
              </w:rPr>
            </w:pPr>
          </w:p>
        </w:tc>
      </w:tr>
      <w:tr w:rsidR="00D47F93" w:rsidTr="00A20688">
        <w:tc>
          <w:tcPr>
            <w:tcW w:w="1951" w:type="dxa"/>
          </w:tcPr>
          <w:p w:rsidR="00D47F93" w:rsidRPr="009657E4" w:rsidRDefault="00D47F93" w:rsidP="00A20688">
            <w:pPr>
              <w:rPr>
                <w:szCs w:val="28"/>
              </w:rPr>
            </w:pPr>
            <w:r w:rsidRPr="009657E4">
              <w:rPr>
                <w:szCs w:val="28"/>
              </w:rPr>
              <w:lastRenderedPageBreak/>
              <w:t>Алтынникова Лариса Валентиновна</w:t>
            </w:r>
          </w:p>
        </w:tc>
        <w:tc>
          <w:tcPr>
            <w:tcW w:w="1418" w:type="dxa"/>
            <w:vAlign w:val="center"/>
          </w:tcPr>
          <w:p w:rsidR="00D47F93" w:rsidRPr="002C1FDD" w:rsidRDefault="00DD1A62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1260613,79</w:t>
            </w:r>
          </w:p>
        </w:tc>
        <w:tc>
          <w:tcPr>
            <w:tcW w:w="1559" w:type="dxa"/>
          </w:tcPr>
          <w:p w:rsidR="00D47F93" w:rsidRPr="009657E4" w:rsidRDefault="00D47F93" w:rsidP="00A20688">
            <w:pPr>
              <w:rPr>
                <w:szCs w:val="28"/>
              </w:rPr>
            </w:pPr>
            <w:r w:rsidRPr="009657E4">
              <w:rPr>
                <w:szCs w:val="28"/>
              </w:rPr>
              <w:t>земельный участок</w:t>
            </w:r>
          </w:p>
          <w:p w:rsidR="00D47F93" w:rsidRPr="009657E4" w:rsidRDefault="00D47F93" w:rsidP="00A20688">
            <w:pPr>
              <w:rPr>
                <w:szCs w:val="28"/>
              </w:rPr>
            </w:pPr>
            <w:r w:rsidRPr="009657E4">
              <w:rPr>
                <w:szCs w:val="28"/>
              </w:rPr>
              <w:t>жилой дом</w:t>
            </w:r>
          </w:p>
        </w:tc>
        <w:tc>
          <w:tcPr>
            <w:tcW w:w="1134" w:type="dxa"/>
          </w:tcPr>
          <w:p w:rsidR="00D47F93" w:rsidRPr="009657E4" w:rsidRDefault="00D47F93" w:rsidP="00D47F93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807,7</w:t>
            </w:r>
          </w:p>
          <w:p w:rsidR="00D47F93" w:rsidRPr="009657E4" w:rsidRDefault="00D47F93" w:rsidP="00A20688">
            <w:pPr>
              <w:rPr>
                <w:szCs w:val="28"/>
              </w:rPr>
            </w:pPr>
          </w:p>
          <w:p w:rsidR="00D47F93" w:rsidRPr="009657E4" w:rsidRDefault="00D47F93" w:rsidP="00D47F93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62,6</w:t>
            </w:r>
          </w:p>
        </w:tc>
        <w:tc>
          <w:tcPr>
            <w:tcW w:w="1134" w:type="dxa"/>
          </w:tcPr>
          <w:p w:rsidR="00D47F93" w:rsidRPr="009657E4" w:rsidRDefault="00D47F93" w:rsidP="00D47F93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РФ</w:t>
            </w:r>
          </w:p>
          <w:p w:rsidR="00D47F93" w:rsidRPr="009657E4" w:rsidRDefault="00D47F93" w:rsidP="00D47F93">
            <w:pPr>
              <w:jc w:val="center"/>
              <w:rPr>
                <w:szCs w:val="28"/>
              </w:rPr>
            </w:pPr>
          </w:p>
          <w:p w:rsidR="00D47F93" w:rsidRPr="009657E4" w:rsidRDefault="00D47F93" w:rsidP="00D47F93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D47F93" w:rsidRPr="00D95218" w:rsidRDefault="00D47F93" w:rsidP="00A20688">
            <w:pPr>
              <w:jc w:val="center"/>
              <w:rPr>
                <w:szCs w:val="28"/>
                <w:lang w:val="en-US"/>
              </w:rPr>
            </w:pPr>
            <w:proofErr w:type="gramStart"/>
            <w:r w:rsidRPr="007C3AA5">
              <w:t>Т</w:t>
            </w:r>
            <w:proofErr w:type="gramEnd"/>
            <w:r>
              <w:rPr>
                <w:lang w:val="en-US"/>
              </w:rPr>
              <w:t>OYOTA</w:t>
            </w:r>
            <w:r>
              <w:t xml:space="preserve"> </w:t>
            </w:r>
            <w:r>
              <w:rPr>
                <w:lang w:val="en-US"/>
              </w:rPr>
              <w:t>Cami</w:t>
            </w:r>
          </w:p>
        </w:tc>
        <w:tc>
          <w:tcPr>
            <w:tcW w:w="1559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47F93" w:rsidTr="00A20688">
        <w:tc>
          <w:tcPr>
            <w:tcW w:w="1951" w:type="dxa"/>
          </w:tcPr>
          <w:p w:rsidR="00D47F93" w:rsidRPr="009657E4" w:rsidRDefault="00D47F93" w:rsidP="00A20688">
            <w:pPr>
              <w:rPr>
                <w:szCs w:val="28"/>
              </w:rPr>
            </w:pPr>
            <w:r w:rsidRPr="009657E4">
              <w:rPr>
                <w:szCs w:val="28"/>
              </w:rPr>
              <w:t>дочь</w:t>
            </w:r>
          </w:p>
        </w:tc>
        <w:tc>
          <w:tcPr>
            <w:tcW w:w="1418" w:type="dxa"/>
            <w:vAlign w:val="center"/>
          </w:tcPr>
          <w:p w:rsidR="00D47F93" w:rsidRPr="00AA7B8F" w:rsidRDefault="00D47F93" w:rsidP="00A20688">
            <w:pPr>
              <w:jc w:val="center"/>
              <w:rPr>
                <w:szCs w:val="28"/>
                <w:lang w:val="en-US"/>
              </w:rPr>
            </w:pPr>
            <w:r w:rsidRPr="009657E4">
              <w:rPr>
                <w:szCs w:val="28"/>
              </w:rPr>
              <w:t>0</w:t>
            </w:r>
            <w:r w:rsidR="00AA7B8F">
              <w:rPr>
                <w:szCs w:val="28"/>
              </w:rPr>
              <w:t>,</w:t>
            </w:r>
            <w:r w:rsidR="00AA7B8F">
              <w:rPr>
                <w:szCs w:val="28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9657E4">
              <w:rPr>
                <w:szCs w:val="28"/>
              </w:rPr>
              <w:t>илой дом</w:t>
            </w:r>
          </w:p>
        </w:tc>
        <w:tc>
          <w:tcPr>
            <w:tcW w:w="1276" w:type="dxa"/>
            <w:vAlign w:val="center"/>
          </w:tcPr>
          <w:p w:rsidR="00D47F93" w:rsidRPr="009657E4" w:rsidRDefault="00DD1A62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62,6</w:t>
            </w:r>
          </w:p>
        </w:tc>
        <w:tc>
          <w:tcPr>
            <w:tcW w:w="1134" w:type="dxa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D47F93" w:rsidRPr="009657E4" w:rsidRDefault="00D47F93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A7B8F" w:rsidTr="00AA7B8F">
        <w:tc>
          <w:tcPr>
            <w:tcW w:w="1951" w:type="dxa"/>
            <w:vAlign w:val="center"/>
          </w:tcPr>
          <w:p w:rsidR="00AA7B8F" w:rsidRPr="00B752B6" w:rsidRDefault="00AA7B8F" w:rsidP="00AA7B8F">
            <w:pPr>
              <w:rPr>
                <w:szCs w:val="28"/>
              </w:rPr>
            </w:pPr>
            <w:r w:rsidRPr="00B752B6">
              <w:rPr>
                <w:szCs w:val="28"/>
              </w:rPr>
              <w:t>Апрелкова Татьяна Александровна</w:t>
            </w:r>
          </w:p>
        </w:tc>
        <w:tc>
          <w:tcPr>
            <w:tcW w:w="1418" w:type="dxa"/>
            <w:vAlign w:val="center"/>
          </w:tcPr>
          <w:p w:rsidR="00AA7B8F" w:rsidRPr="00B752B6" w:rsidRDefault="002D2C6E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1037521,95</w:t>
            </w:r>
          </w:p>
        </w:tc>
        <w:tc>
          <w:tcPr>
            <w:tcW w:w="1559" w:type="dxa"/>
            <w:vAlign w:val="center"/>
          </w:tcPr>
          <w:p w:rsidR="00AA7B8F" w:rsidRPr="00B752B6" w:rsidRDefault="00AA7B8F" w:rsidP="00AA7B8F">
            <w:pPr>
              <w:rPr>
                <w:szCs w:val="28"/>
              </w:rPr>
            </w:pPr>
            <w:r w:rsidRPr="00B752B6">
              <w:rPr>
                <w:szCs w:val="28"/>
              </w:rPr>
              <w:t>квартира</w:t>
            </w:r>
            <w:r w:rsidR="00F90E6E">
              <w:rPr>
                <w:szCs w:val="28"/>
              </w:rPr>
              <w:t xml:space="preserve"> (1/2 доля</w:t>
            </w:r>
            <w:r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A7B8F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49,8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A7B8F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A7B8F" w:rsidRPr="00AA7B8F" w:rsidRDefault="00AA7B8F" w:rsidP="00AA7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9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559" w:type="dxa"/>
            <w:vAlign w:val="center"/>
          </w:tcPr>
          <w:p w:rsidR="00AA7B8F" w:rsidRPr="00B752B6" w:rsidRDefault="00AA7B8F" w:rsidP="00A20688">
            <w:pPr>
              <w:jc w:val="center"/>
            </w:pPr>
            <w:r w:rsidRPr="00B752B6">
              <w:t>-</w:t>
            </w:r>
          </w:p>
        </w:tc>
        <w:tc>
          <w:tcPr>
            <w:tcW w:w="1276" w:type="dxa"/>
            <w:vAlign w:val="center"/>
          </w:tcPr>
          <w:p w:rsidR="00AA7B8F" w:rsidRPr="00B752B6" w:rsidRDefault="00AA7B8F" w:rsidP="00A20688">
            <w:pPr>
              <w:jc w:val="center"/>
            </w:pPr>
            <w:r w:rsidRPr="00B752B6">
              <w:t>-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20688">
            <w:pPr>
              <w:jc w:val="center"/>
            </w:pPr>
            <w:r w:rsidRPr="00B752B6">
              <w:t>-</w:t>
            </w:r>
          </w:p>
        </w:tc>
        <w:tc>
          <w:tcPr>
            <w:tcW w:w="2409" w:type="dxa"/>
            <w:vAlign w:val="center"/>
          </w:tcPr>
          <w:p w:rsidR="00AA7B8F" w:rsidRPr="00B75481" w:rsidRDefault="00AA7B8F" w:rsidP="00A20688">
            <w:pPr>
              <w:jc w:val="center"/>
            </w:pPr>
            <w:r w:rsidRPr="00B75481">
              <w:t>-</w:t>
            </w:r>
          </w:p>
        </w:tc>
      </w:tr>
      <w:tr w:rsidR="00AA7B8F" w:rsidTr="00AA7B8F">
        <w:tc>
          <w:tcPr>
            <w:tcW w:w="1951" w:type="dxa"/>
            <w:vAlign w:val="center"/>
          </w:tcPr>
          <w:p w:rsidR="00AA7B8F" w:rsidRPr="00B752B6" w:rsidRDefault="00AA7B8F" w:rsidP="00AA7B8F">
            <w:pPr>
              <w:rPr>
                <w:szCs w:val="28"/>
              </w:rPr>
            </w:pPr>
            <w:r w:rsidRPr="00B752B6">
              <w:rPr>
                <w:szCs w:val="28"/>
              </w:rPr>
              <w:t>дочь</w:t>
            </w:r>
          </w:p>
        </w:tc>
        <w:tc>
          <w:tcPr>
            <w:tcW w:w="1418" w:type="dxa"/>
            <w:vAlign w:val="center"/>
          </w:tcPr>
          <w:p w:rsidR="00AA7B8F" w:rsidRPr="00B752B6" w:rsidRDefault="004C337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159958,62</w:t>
            </w:r>
          </w:p>
        </w:tc>
        <w:tc>
          <w:tcPr>
            <w:tcW w:w="1559" w:type="dxa"/>
          </w:tcPr>
          <w:p w:rsidR="00AA7B8F" w:rsidRPr="00B752B6" w:rsidRDefault="00AA7B8F" w:rsidP="00A20688">
            <w:pPr>
              <w:rPr>
                <w:szCs w:val="28"/>
              </w:rPr>
            </w:pPr>
            <w:r w:rsidRPr="00B752B6">
              <w:rPr>
                <w:szCs w:val="28"/>
              </w:rPr>
              <w:t>квартира</w:t>
            </w:r>
            <w:r w:rsidR="00F90E6E">
              <w:rPr>
                <w:szCs w:val="28"/>
              </w:rPr>
              <w:t xml:space="preserve"> (1/2 доля</w:t>
            </w:r>
            <w:r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A7B8F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49,8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A7B8F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A7B8F" w:rsidRPr="00B752B6" w:rsidRDefault="00AA7B8F" w:rsidP="00A20688">
            <w:pPr>
              <w:jc w:val="center"/>
            </w:pPr>
            <w:r w:rsidRPr="00B752B6">
              <w:t>-</w:t>
            </w:r>
          </w:p>
        </w:tc>
        <w:tc>
          <w:tcPr>
            <w:tcW w:w="1559" w:type="dxa"/>
            <w:vAlign w:val="center"/>
          </w:tcPr>
          <w:p w:rsidR="00AA7B8F" w:rsidRPr="00B752B6" w:rsidRDefault="00AA7B8F" w:rsidP="00A20688">
            <w:pPr>
              <w:jc w:val="center"/>
            </w:pPr>
            <w:r w:rsidRPr="00B752B6">
              <w:t>-</w:t>
            </w:r>
          </w:p>
        </w:tc>
        <w:tc>
          <w:tcPr>
            <w:tcW w:w="1276" w:type="dxa"/>
            <w:vAlign w:val="center"/>
          </w:tcPr>
          <w:p w:rsidR="00AA7B8F" w:rsidRPr="00B752B6" w:rsidRDefault="00AA7B8F" w:rsidP="00A20688">
            <w:pPr>
              <w:jc w:val="center"/>
            </w:pPr>
            <w:r w:rsidRPr="00B752B6">
              <w:t>-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20688">
            <w:pPr>
              <w:jc w:val="center"/>
            </w:pPr>
            <w:r w:rsidRPr="00B752B6">
              <w:t>-</w:t>
            </w:r>
          </w:p>
        </w:tc>
        <w:tc>
          <w:tcPr>
            <w:tcW w:w="2409" w:type="dxa"/>
            <w:vAlign w:val="center"/>
          </w:tcPr>
          <w:p w:rsidR="00AA7B8F" w:rsidRPr="00B75481" w:rsidRDefault="00AA7B8F" w:rsidP="00A20688">
            <w:pPr>
              <w:jc w:val="center"/>
            </w:pPr>
            <w:r w:rsidRPr="00B75481">
              <w:t>-</w:t>
            </w:r>
          </w:p>
        </w:tc>
      </w:tr>
      <w:tr w:rsidR="00AA7B8F" w:rsidTr="00AA7B8F">
        <w:tc>
          <w:tcPr>
            <w:tcW w:w="1951" w:type="dxa"/>
            <w:vAlign w:val="center"/>
          </w:tcPr>
          <w:p w:rsidR="00AA7B8F" w:rsidRPr="00B752B6" w:rsidRDefault="00AA7B8F" w:rsidP="00AA7B8F">
            <w:pPr>
              <w:rPr>
                <w:szCs w:val="28"/>
              </w:rPr>
            </w:pPr>
            <w:r w:rsidRPr="00B752B6">
              <w:rPr>
                <w:szCs w:val="28"/>
              </w:rPr>
              <w:t>сын</w:t>
            </w:r>
          </w:p>
        </w:tc>
        <w:tc>
          <w:tcPr>
            <w:tcW w:w="1418" w:type="dxa"/>
            <w:vAlign w:val="center"/>
          </w:tcPr>
          <w:p w:rsidR="00AA7B8F" w:rsidRPr="00B752B6" w:rsidRDefault="00AA7B8F" w:rsidP="00A20688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0</w:t>
            </w:r>
            <w:r>
              <w:rPr>
                <w:szCs w:val="28"/>
              </w:rPr>
              <w:t>,00</w:t>
            </w:r>
          </w:p>
        </w:tc>
        <w:tc>
          <w:tcPr>
            <w:tcW w:w="1559" w:type="dxa"/>
            <w:vAlign w:val="center"/>
          </w:tcPr>
          <w:p w:rsidR="00AA7B8F" w:rsidRPr="00B752B6" w:rsidRDefault="00AA7B8F" w:rsidP="00A20688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20688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20688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AA7B8F" w:rsidRPr="00B752B6" w:rsidRDefault="00AA7B8F" w:rsidP="00A20688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AA7B8F" w:rsidRPr="00B752B6" w:rsidRDefault="00AA7B8F" w:rsidP="00AA7B8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B752B6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A7B8F" w:rsidRPr="00B752B6" w:rsidRDefault="00AA7B8F" w:rsidP="00A20688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49,8</w:t>
            </w:r>
          </w:p>
        </w:tc>
        <w:tc>
          <w:tcPr>
            <w:tcW w:w="1134" w:type="dxa"/>
            <w:vAlign w:val="center"/>
          </w:tcPr>
          <w:p w:rsidR="00AA7B8F" w:rsidRPr="00B752B6" w:rsidRDefault="00AA7B8F" w:rsidP="00A20688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AA7B8F" w:rsidRDefault="00AA7B8F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A7B8F" w:rsidTr="00BD1129">
        <w:tc>
          <w:tcPr>
            <w:tcW w:w="1951" w:type="dxa"/>
            <w:vAlign w:val="center"/>
          </w:tcPr>
          <w:p w:rsidR="00AA7B8F" w:rsidRDefault="00AA7B8F" w:rsidP="00AA7B8F">
            <w:pPr>
              <w:rPr>
                <w:szCs w:val="28"/>
              </w:rPr>
            </w:pPr>
            <w:r>
              <w:rPr>
                <w:szCs w:val="28"/>
              </w:rPr>
              <w:t>Аршинская</w:t>
            </w:r>
          </w:p>
          <w:p w:rsidR="00AA7B8F" w:rsidRDefault="00AA7B8F" w:rsidP="00AA7B8F">
            <w:pPr>
              <w:rPr>
                <w:szCs w:val="28"/>
              </w:rPr>
            </w:pPr>
            <w:r>
              <w:rPr>
                <w:szCs w:val="28"/>
              </w:rPr>
              <w:t>Галина</w:t>
            </w:r>
          </w:p>
          <w:p w:rsidR="00AA7B8F" w:rsidRPr="00B752B6" w:rsidRDefault="00AA7B8F" w:rsidP="00AA7B8F">
            <w:pPr>
              <w:rPr>
                <w:szCs w:val="28"/>
              </w:rPr>
            </w:pPr>
            <w:r>
              <w:rPr>
                <w:szCs w:val="28"/>
              </w:rPr>
              <w:t>Николаевна</w:t>
            </w:r>
          </w:p>
        </w:tc>
        <w:tc>
          <w:tcPr>
            <w:tcW w:w="1418" w:type="dxa"/>
            <w:vAlign w:val="center"/>
          </w:tcPr>
          <w:p w:rsidR="00AA7B8F" w:rsidRPr="00B752B6" w:rsidRDefault="004C3377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361717,71</w:t>
            </w:r>
          </w:p>
        </w:tc>
        <w:tc>
          <w:tcPr>
            <w:tcW w:w="1559" w:type="dxa"/>
          </w:tcPr>
          <w:p w:rsidR="00BD1129" w:rsidRPr="006A2368" w:rsidRDefault="00BD1129" w:rsidP="00BD1129">
            <w:r w:rsidRPr="006A2368">
              <w:t>земельный участок</w:t>
            </w:r>
          </w:p>
          <w:p w:rsidR="00AA7B8F" w:rsidRPr="00B752B6" w:rsidRDefault="00BD1129" w:rsidP="00BD1129">
            <w:pPr>
              <w:rPr>
                <w:szCs w:val="28"/>
              </w:rPr>
            </w:pPr>
            <w:r w:rsidRPr="006A2368">
              <w:t>квартира</w:t>
            </w:r>
          </w:p>
        </w:tc>
        <w:tc>
          <w:tcPr>
            <w:tcW w:w="1134" w:type="dxa"/>
          </w:tcPr>
          <w:p w:rsidR="00AA7B8F" w:rsidRDefault="00BD1129" w:rsidP="00BD11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1600,00</w:t>
            </w:r>
          </w:p>
          <w:p w:rsidR="00BD1129" w:rsidRDefault="00BD1129" w:rsidP="00BD1129">
            <w:pPr>
              <w:jc w:val="center"/>
              <w:rPr>
                <w:szCs w:val="28"/>
              </w:rPr>
            </w:pPr>
          </w:p>
          <w:p w:rsidR="00BD1129" w:rsidRPr="00B752B6" w:rsidRDefault="00BD1129" w:rsidP="00BD11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70,1</w:t>
            </w:r>
          </w:p>
        </w:tc>
        <w:tc>
          <w:tcPr>
            <w:tcW w:w="1134" w:type="dxa"/>
          </w:tcPr>
          <w:p w:rsidR="00AA7B8F" w:rsidRDefault="00BD1129" w:rsidP="00BD11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BD1129" w:rsidRDefault="00BD1129" w:rsidP="00BD1129">
            <w:pPr>
              <w:jc w:val="center"/>
              <w:rPr>
                <w:szCs w:val="28"/>
              </w:rPr>
            </w:pPr>
          </w:p>
          <w:p w:rsidR="00BD1129" w:rsidRPr="00B752B6" w:rsidRDefault="00BD1129" w:rsidP="00BD11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A7B8F" w:rsidRPr="00B752B6" w:rsidRDefault="00BD1129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AA7B8F" w:rsidRDefault="00BD1129" w:rsidP="00BD11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AA7B8F" w:rsidRPr="00B752B6" w:rsidRDefault="00BD1129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A7B8F" w:rsidRPr="00B752B6" w:rsidRDefault="00BD1129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AA7B8F" w:rsidRDefault="00BD1129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BD1129" w:rsidTr="00BD1129">
        <w:tc>
          <w:tcPr>
            <w:tcW w:w="1951" w:type="dxa"/>
          </w:tcPr>
          <w:p w:rsidR="00BD1129" w:rsidRDefault="00BD1129" w:rsidP="00A20688">
            <w:r>
              <w:t xml:space="preserve">Бакшеева </w:t>
            </w:r>
          </w:p>
          <w:p w:rsidR="00BD1129" w:rsidRDefault="00BD1129" w:rsidP="00A20688">
            <w:r>
              <w:t>Ольга Андреевна</w:t>
            </w:r>
          </w:p>
        </w:tc>
        <w:tc>
          <w:tcPr>
            <w:tcW w:w="1418" w:type="dxa"/>
            <w:vAlign w:val="center"/>
          </w:tcPr>
          <w:p w:rsidR="00BD1129" w:rsidRDefault="006321E8" w:rsidP="00A20688">
            <w:pPr>
              <w:jc w:val="center"/>
            </w:pPr>
            <w:r>
              <w:t>560092,27</w:t>
            </w:r>
          </w:p>
        </w:tc>
        <w:tc>
          <w:tcPr>
            <w:tcW w:w="1559" w:type="dxa"/>
            <w:vAlign w:val="center"/>
          </w:tcPr>
          <w:p w:rsidR="00BD1129" w:rsidRDefault="00BD1129" w:rsidP="00BD1129">
            <w:r>
              <w:t>квартира</w:t>
            </w:r>
          </w:p>
        </w:tc>
        <w:tc>
          <w:tcPr>
            <w:tcW w:w="1134" w:type="dxa"/>
            <w:vAlign w:val="center"/>
          </w:tcPr>
          <w:p w:rsidR="00BD1129" w:rsidRPr="007F1800" w:rsidRDefault="00BD1129" w:rsidP="00BD1129">
            <w:pPr>
              <w:jc w:val="center"/>
            </w:pPr>
            <w:r>
              <w:t>21,8</w:t>
            </w:r>
          </w:p>
        </w:tc>
        <w:tc>
          <w:tcPr>
            <w:tcW w:w="1134" w:type="dxa"/>
            <w:vAlign w:val="center"/>
          </w:tcPr>
          <w:p w:rsidR="00BD1129" w:rsidRPr="007F1800" w:rsidRDefault="00BD1129" w:rsidP="00BD1129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BD1129" w:rsidRDefault="00BD1129" w:rsidP="00A20688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BD1129" w:rsidRDefault="00BD1129" w:rsidP="00BD1129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Align w:val="center"/>
          </w:tcPr>
          <w:p w:rsidR="00BD1129" w:rsidRDefault="00BD1129" w:rsidP="00BD1129">
            <w:pPr>
              <w:jc w:val="center"/>
            </w:pPr>
            <w:r>
              <w:t>31,2</w:t>
            </w:r>
          </w:p>
        </w:tc>
        <w:tc>
          <w:tcPr>
            <w:tcW w:w="1134" w:type="dxa"/>
            <w:vAlign w:val="center"/>
          </w:tcPr>
          <w:p w:rsidR="00BD1129" w:rsidRDefault="00BD1129" w:rsidP="00BD1129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BD1129" w:rsidRDefault="00BD1129" w:rsidP="00A20688">
            <w:pPr>
              <w:jc w:val="center"/>
            </w:pPr>
            <w:r>
              <w:t>-</w:t>
            </w:r>
          </w:p>
        </w:tc>
      </w:tr>
      <w:tr w:rsidR="00BD1129" w:rsidTr="00BD1129">
        <w:tc>
          <w:tcPr>
            <w:tcW w:w="1951" w:type="dxa"/>
          </w:tcPr>
          <w:p w:rsidR="00BD1129" w:rsidRDefault="00BD1129" w:rsidP="00A20688">
            <w:r>
              <w:t>сын</w:t>
            </w:r>
          </w:p>
        </w:tc>
        <w:tc>
          <w:tcPr>
            <w:tcW w:w="1418" w:type="dxa"/>
            <w:vAlign w:val="center"/>
          </w:tcPr>
          <w:p w:rsidR="00BD1129" w:rsidRDefault="00BD1129" w:rsidP="00A20688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BD1129" w:rsidRDefault="00BD1129" w:rsidP="00A20688">
            <w:r>
              <w:t>квартира</w:t>
            </w:r>
          </w:p>
        </w:tc>
        <w:tc>
          <w:tcPr>
            <w:tcW w:w="1134" w:type="dxa"/>
            <w:vAlign w:val="center"/>
          </w:tcPr>
          <w:p w:rsidR="00BD1129" w:rsidRDefault="00BD1129" w:rsidP="00BD1129">
            <w:pPr>
              <w:jc w:val="center"/>
            </w:pPr>
            <w:r>
              <w:t>31,2</w:t>
            </w:r>
          </w:p>
        </w:tc>
        <w:tc>
          <w:tcPr>
            <w:tcW w:w="1134" w:type="dxa"/>
            <w:vAlign w:val="center"/>
          </w:tcPr>
          <w:p w:rsidR="00BD1129" w:rsidRDefault="00BD1129" w:rsidP="00BD1129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BD1129" w:rsidRDefault="00BD1129" w:rsidP="00A20688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BD1129" w:rsidRDefault="00BD1129" w:rsidP="00A20688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Align w:val="center"/>
          </w:tcPr>
          <w:p w:rsidR="00BD1129" w:rsidRDefault="009B49FC" w:rsidP="00A20688">
            <w:pPr>
              <w:jc w:val="center"/>
            </w:pPr>
            <w:r>
              <w:t>21,8</w:t>
            </w:r>
          </w:p>
        </w:tc>
        <w:tc>
          <w:tcPr>
            <w:tcW w:w="1134" w:type="dxa"/>
            <w:vAlign w:val="center"/>
          </w:tcPr>
          <w:p w:rsidR="00BD1129" w:rsidRDefault="00BD1129" w:rsidP="00A20688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BD1129" w:rsidRDefault="00BD1129" w:rsidP="00A20688">
            <w:pPr>
              <w:jc w:val="center"/>
            </w:pPr>
            <w:r>
              <w:t>-</w:t>
            </w:r>
          </w:p>
        </w:tc>
      </w:tr>
      <w:tr w:rsidR="002A3D35" w:rsidTr="00451536">
        <w:tc>
          <w:tcPr>
            <w:tcW w:w="1951" w:type="dxa"/>
            <w:vAlign w:val="center"/>
          </w:tcPr>
          <w:p w:rsidR="002A3D35" w:rsidRPr="007C3AA5" w:rsidRDefault="002A3D35" w:rsidP="007F33AC">
            <w:r w:rsidRPr="007C3AA5">
              <w:t>Бухтоярова Светлана Васильевна</w:t>
            </w:r>
          </w:p>
        </w:tc>
        <w:tc>
          <w:tcPr>
            <w:tcW w:w="1418" w:type="dxa"/>
            <w:vAlign w:val="center"/>
          </w:tcPr>
          <w:p w:rsidR="002A3D35" w:rsidRPr="007C3AA5" w:rsidRDefault="006321E8" w:rsidP="00A20688">
            <w:pPr>
              <w:jc w:val="center"/>
            </w:pPr>
            <w:r>
              <w:t>885940,86</w:t>
            </w:r>
          </w:p>
        </w:tc>
        <w:tc>
          <w:tcPr>
            <w:tcW w:w="1559" w:type="dxa"/>
            <w:vAlign w:val="center"/>
          </w:tcPr>
          <w:p w:rsidR="002A3D35" w:rsidRPr="007C3AA5" w:rsidRDefault="002A3D35" w:rsidP="00451536">
            <w:r w:rsidRPr="007C3AA5">
              <w:t>квартира</w:t>
            </w:r>
            <w:r w:rsidR="00F90E6E">
              <w:t xml:space="preserve"> (1/3 доля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2A3D35" w:rsidRPr="007C3AA5" w:rsidRDefault="002A3D35" w:rsidP="00451536">
            <w:pPr>
              <w:jc w:val="center"/>
            </w:pPr>
            <w:r w:rsidRPr="007C3AA5">
              <w:t>48,3</w:t>
            </w:r>
          </w:p>
        </w:tc>
        <w:tc>
          <w:tcPr>
            <w:tcW w:w="1134" w:type="dxa"/>
            <w:vAlign w:val="center"/>
          </w:tcPr>
          <w:p w:rsidR="002A3D35" w:rsidRPr="007C3AA5" w:rsidRDefault="002A3D35" w:rsidP="00451536">
            <w:pPr>
              <w:jc w:val="center"/>
            </w:pPr>
            <w:r w:rsidRPr="007C3AA5">
              <w:t>РФ</w:t>
            </w:r>
          </w:p>
        </w:tc>
        <w:tc>
          <w:tcPr>
            <w:tcW w:w="1843" w:type="dxa"/>
            <w:vAlign w:val="center"/>
          </w:tcPr>
          <w:p w:rsidR="002A3D35" w:rsidRPr="007F33AC" w:rsidRDefault="007F33AC" w:rsidP="007F33AC">
            <w:r>
              <w:rPr>
                <w:lang w:val="en-US"/>
              </w:rPr>
              <w:t>TOYOTA</w:t>
            </w:r>
            <w:r w:rsidRPr="00790B7F">
              <w:t xml:space="preserve"> </w:t>
            </w:r>
            <w:r>
              <w:rPr>
                <w:lang w:val="en-US"/>
              </w:rPr>
              <w:t>Corolla</w:t>
            </w:r>
            <w:r>
              <w:t xml:space="preserve"> </w:t>
            </w:r>
            <w:r>
              <w:rPr>
                <w:lang w:val="en-US"/>
              </w:rPr>
              <w:t>Fielder</w:t>
            </w:r>
          </w:p>
        </w:tc>
        <w:tc>
          <w:tcPr>
            <w:tcW w:w="1559" w:type="dxa"/>
            <w:vAlign w:val="center"/>
          </w:tcPr>
          <w:p w:rsidR="002A3D35" w:rsidRPr="007C3AA5" w:rsidRDefault="002A3D3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2A3D35" w:rsidRPr="007C3AA5" w:rsidRDefault="002A3D3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A3D35" w:rsidRPr="007C3AA5" w:rsidRDefault="002A3D3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2A3D35" w:rsidRPr="007C3AA5" w:rsidRDefault="002A3D35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A3D35" w:rsidTr="007F33AC">
        <w:tc>
          <w:tcPr>
            <w:tcW w:w="1951" w:type="dxa"/>
            <w:vAlign w:val="center"/>
          </w:tcPr>
          <w:p w:rsidR="002A3D35" w:rsidRPr="007C3AA5" w:rsidRDefault="002A3D35" w:rsidP="007F33AC">
            <w:r w:rsidRPr="007C3AA5">
              <w:t>супруг</w:t>
            </w:r>
          </w:p>
        </w:tc>
        <w:tc>
          <w:tcPr>
            <w:tcW w:w="1418" w:type="dxa"/>
            <w:vAlign w:val="center"/>
          </w:tcPr>
          <w:p w:rsidR="002A3D35" w:rsidRPr="007C3AA5" w:rsidRDefault="00990E92" w:rsidP="00A20688">
            <w:pPr>
              <w:jc w:val="center"/>
            </w:pPr>
            <w:r>
              <w:t>272784,66</w:t>
            </w:r>
          </w:p>
        </w:tc>
        <w:tc>
          <w:tcPr>
            <w:tcW w:w="1559" w:type="dxa"/>
          </w:tcPr>
          <w:p w:rsidR="007F33AC" w:rsidRDefault="007F33AC" w:rsidP="00A20688">
            <w:r w:rsidRPr="007C3AA5">
              <w:t>земельный участок</w:t>
            </w:r>
          </w:p>
          <w:p w:rsidR="002A3D35" w:rsidRPr="007C3AA5" w:rsidRDefault="002A3D35" w:rsidP="00A20688">
            <w:r w:rsidRPr="007C3AA5">
              <w:t>жилой дом</w:t>
            </w:r>
            <w:r w:rsidR="00F90E6E">
              <w:t xml:space="preserve"> (1/2 доля</w:t>
            </w:r>
            <w:r>
              <w:t>)</w:t>
            </w:r>
          </w:p>
          <w:p w:rsidR="002A3D35" w:rsidRDefault="007F33AC" w:rsidP="007F33AC">
            <w:r w:rsidRPr="007C3AA5">
              <w:t>квартира</w:t>
            </w:r>
          </w:p>
          <w:p w:rsidR="009929A6" w:rsidRPr="007C3AA5" w:rsidRDefault="009929A6" w:rsidP="007F33AC">
            <w:r>
              <w:t>(1/3 доля)</w:t>
            </w:r>
          </w:p>
        </w:tc>
        <w:tc>
          <w:tcPr>
            <w:tcW w:w="1134" w:type="dxa"/>
          </w:tcPr>
          <w:p w:rsidR="007F33AC" w:rsidRDefault="007F33AC" w:rsidP="007F33AC">
            <w:pPr>
              <w:jc w:val="center"/>
            </w:pPr>
            <w:r w:rsidRPr="007C3AA5">
              <w:t>612</w:t>
            </w:r>
            <w:r>
              <w:t>,0</w:t>
            </w:r>
          </w:p>
          <w:p w:rsidR="002A3D35" w:rsidRPr="007C3AA5" w:rsidRDefault="002A3D35" w:rsidP="00A20688"/>
          <w:p w:rsidR="002A3D35" w:rsidRDefault="007F33AC" w:rsidP="007F33AC">
            <w:pPr>
              <w:jc w:val="center"/>
            </w:pPr>
            <w:r w:rsidRPr="007C3AA5">
              <w:t>55,4</w:t>
            </w:r>
          </w:p>
          <w:p w:rsidR="002A3D35" w:rsidRDefault="002A3D35" w:rsidP="00A20688"/>
          <w:p w:rsidR="002A3D35" w:rsidRPr="007C3AA5" w:rsidRDefault="007F33AC" w:rsidP="007F33AC">
            <w:pPr>
              <w:jc w:val="center"/>
            </w:pPr>
            <w:r w:rsidRPr="007C3AA5">
              <w:t>48,3</w:t>
            </w:r>
          </w:p>
        </w:tc>
        <w:tc>
          <w:tcPr>
            <w:tcW w:w="1134" w:type="dxa"/>
          </w:tcPr>
          <w:p w:rsidR="002A3D35" w:rsidRPr="007C3AA5" w:rsidRDefault="002A3D35" w:rsidP="007F33AC">
            <w:pPr>
              <w:jc w:val="center"/>
            </w:pPr>
            <w:r w:rsidRPr="007C3AA5">
              <w:t>РФ</w:t>
            </w:r>
          </w:p>
          <w:p w:rsidR="002A3D35" w:rsidRDefault="002A3D35" w:rsidP="00A20688"/>
          <w:p w:rsidR="002A3D35" w:rsidRPr="007C3AA5" w:rsidRDefault="002A3D35" w:rsidP="007F33AC">
            <w:pPr>
              <w:jc w:val="center"/>
            </w:pPr>
            <w:r w:rsidRPr="007C3AA5">
              <w:t>РФ</w:t>
            </w:r>
          </w:p>
          <w:p w:rsidR="002A3D35" w:rsidRDefault="002A3D35" w:rsidP="00A20688"/>
          <w:p w:rsidR="002A3D35" w:rsidRPr="007C3AA5" w:rsidRDefault="002A3D35" w:rsidP="007F33AC">
            <w:pPr>
              <w:jc w:val="center"/>
            </w:pPr>
            <w:r w:rsidRPr="007C3AA5">
              <w:t>РФ</w:t>
            </w:r>
          </w:p>
        </w:tc>
        <w:tc>
          <w:tcPr>
            <w:tcW w:w="1843" w:type="dxa"/>
            <w:vAlign w:val="center"/>
          </w:tcPr>
          <w:p w:rsidR="002A3D35" w:rsidRPr="007C3AA5" w:rsidRDefault="002A3D35" w:rsidP="00A20688">
            <w:pPr>
              <w:rPr>
                <w:lang w:val="en-US"/>
              </w:rPr>
            </w:pPr>
            <w:r w:rsidRPr="007C3AA5">
              <w:rPr>
                <w:lang w:val="en-US"/>
              </w:rPr>
              <w:t>1)</w:t>
            </w:r>
            <w:r w:rsidR="009929A6">
              <w:t xml:space="preserve"> </w:t>
            </w:r>
            <w:r w:rsidR="007F33AC">
              <w:rPr>
                <w:lang w:val="en-US"/>
              </w:rPr>
              <w:t xml:space="preserve">SUZUKI </w:t>
            </w:r>
            <w:r w:rsidRPr="007C3AA5">
              <w:rPr>
                <w:lang w:val="en-US"/>
              </w:rPr>
              <w:t>Escudo</w:t>
            </w:r>
          </w:p>
          <w:p w:rsidR="002A3D35" w:rsidRPr="007C3AA5" w:rsidRDefault="002A3D35" w:rsidP="007F33AC">
            <w:pPr>
              <w:rPr>
                <w:lang w:val="en-US"/>
              </w:rPr>
            </w:pPr>
            <w:r w:rsidRPr="007C3AA5">
              <w:rPr>
                <w:lang w:val="en-US"/>
              </w:rPr>
              <w:t>2)</w:t>
            </w:r>
            <w:r w:rsidR="009929A6">
              <w:t xml:space="preserve"> </w:t>
            </w:r>
            <w:r w:rsidRPr="007C3AA5">
              <w:rPr>
                <w:lang w:val="en-US"/>
              </w:rPr>
              <w:t>I</w:t>
            </w:r>
            <w:r w:rsidR="007F33AC">
              <w:rPr>
                <w:lang w:val="en-US"/>
              </w:rPr>
              <w:t>SUZU</w:t>
            </w:r>
            <w:r w:rsidRPr="007C3AA5">
              <w:rPr>
                <w:lang w:val="en-US"/>
              </w:rPr>
              <w:t xml:space="preserve"> forward</w:t>
            </w:r>
          </w:p>
        </w:tc>
        <w:tc>
          <w:tcPr>
            <w:tcW w:w="1559" w:type="dxa"/>
            <w:vAlign w:val="center"/>
          </w:tcPr>
          <w:p w:rsidR="002A3D35" w:rsidRPr="007C3AA5" w:rsidRDefault="002A3D35" w:rsidP="00A20688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2A3D35" w:rsidRPr="007C3AA5" w:rsidRDefault="002A3D35" w:rsidP="00A20688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2A3D35" w:rsidRPr="007C3AA5" w:rsidRDefault="002A3D35" w:rsidP="00A20688">
            <w:pPr>
              <w:jc w:val="center"/>
            </w:pPr>
            <w:r w:rsidRPr="007C3AA5">
              <w:t>-</w:t>
            </w:r>
          </w:p>
        </w:tc>
        <w:tc>
          <w:tcPr>
            <w:tcW w:w="2409" w:type="dxa"/>
            <w:vAlign w:val="center"/>
          </w:tcPr>
          <w:p w:rsidR="002A3D35" w:rsidRPr="00B75481" w:rsidRDefault="002A3D35" w:rsidP="00A20688">
            <w:pPr>
              <w:jc w:val="center"/>
            </w:pPr>
            <w:r w:rsidRPr="00B75481">
              <w:t>-</w:t>
            </w:r>
          </w:p>
        </w:tc>
      </w:tr>
      <w:tr w:rsidR="007F33AC" w:rsidTr="007F33AC">
        <w:tc>
          <w:tcPr>
            <w:tcW w:w="1951" w:type="dxa"/>
            <w:vAlign w:val="center"/>
          </w:tcPr>
          <w:p w:rsidR="007F33AC" w:rsidRPr="00AB381F" w:rsidRDefault="007F33AC" w:rsidP="007F33AC">
            <w:r w:rsidRPr="001A7E78">
              <w:t xml:space="preserve">Варламова Юлия </w:t>
            </w:r>
            <w:r w:rsidRPr="001A7E78">
              <w:lastRenderedPageBreak/>
              <w:t>Михайловна</w:t>
            </w:r>
          </w:p>
        </w:tc>
        <w:tc>
          <w:tcPr>
            <w:tcW w:w="1418" w:type="dxa"/>
            <w:vAlign w:val="center"/>
          </w:tcPr>
          <w:p w:rsidR="007F33AC" w:rsidRPr="009929A6" w:rsidRDefault="00990E92" w:rsidP="00A20688">
            <w:pPr>
              <w:jc w:val="center"/>
            </w:pPr>
            <w:r>
              <w:lastRenderedPageBreak/>
              <w:t>560615,72</w:t>
            </w:r>
          </w:p>
        </w:tc>
        <w:tc>
          <w:tcPr>
            <w:tcW w:w="1559" w:type="dxa"/>
            <w:vAlign w:val="center"/>
          </w:tcPr>
          <w:p w:rsidR="007F33AC" w:rsidRDefault="007F33AC" w:rsidP="007F33AC">
            <w:r w:rsidRPr="00D8126F">
              <w:t>квартира</w:t>
            </w:r>
          </w:p>
          <w:p w:rsidR="007F33AC" w:rsidRPr="00D8126F" w:rsidRDefault="00F90E6E" w:rsidP="007F33AC">
            <w:r>
              <w:t>(1/2 доля</w:t>
            </w:r>
            <w:r w:rsidR="007F33AC">
              <w:t>)</w:t>
            </w:r>
          </w:p>
        </w:tc>
        <w:tc>
          <w:tcPr>
            <w:tcW w:w="1134" w:type="dxa"/>
            <w:vAlign w:val="center"/>
          </w:tcPr>
          <w:p w:rsidR="007F33AC" w:rsidRPr="00D8126F" w:rsidRDefault="007F33AC" w:rsidP="007F33AC">
            <w:pPr>
              <w:jc w:val="center"/>
            </w:pPr>
            <w:r>
              <w:t>63,7</w:t>
            </w:r>
          </w:p>
        </w:tc>
        <w:tc>
          <w:tcPr>
            <w:tcW w:w="1134" w:type="dxa"/>
            <w:vAlign w:val="center"/>
          </w:tcPr>
          <w:p w:rsidR="007F33AC" w:rsidRPr="00D8126F" w:rsidRDefault="007F33AC" w:rsidP="007F33AC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7F33AC" w:rsidRPr="00990E92" w:rsidRDefault="00990E92" w:rsidP="007F33AC">
            <w:pPr>
              <w:rPr>
                <w:lang w:val="en-US"/>
              </w:rPr>
            </w:pPr>
            <w:r>
              <w:t xml:space="preserve">ТОЙОТА </w:t>
            </w:r>
            <w:r>
              <w:rPr>
                <w:lang w:val="en-US"/>
              </w:rPr>
              <w:t>VITZ</w:t>
            </w:r>
          </w:p>
        </w:tc>
        <w:tc>
          <w:tcPr>
            <w:tcW w:w="1559" w:type="dxa"/>
          </w:tcPr>
          <w:p w:rsidR="007F33AC" w:rsidRPr="00D8126F" w:rsidRDefault="007F33AC" w:rsidP="00A2068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F33AC" w:rsidRPr="00D8126F" w:rsidRDefault="007F33AC" w:rsidP="00A2068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F33AC" w:rsidRPr="00D8126F" w:rsidRDefault="007F33AC" w:rsidP="00A20688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7F33AC" w:rsidRPr="00D8126F" w:rsidRDefault="007F33AC" w:rsidP="00A20688">
            <w:pPr>
              <w:jc w:val="center"/>
            </w:pPr>
            <w:r w:rsidRPr="00D8126F">
              <w:t>-</w:t>
            </w:r>
          </w:p>
        </w:tc>
      </w:tr>
      <w:tr w:rsidR="007F33AC" w:rsidTr="00437E8E">
        <w:tc>
          <w:tcPr>
            <w:tcW w:w="1951" w:type="dxa"/>
            <w:vAlign w:val="center"/>
          </w:tcPr>
          <w:p w:rsidR="007F33AC" w:rsidRPr="00AB381F" w:rsidRDefault="007F33AC" w:rsidP="007F33AC">
            <w:r w:rsidRPr="00AB381F">
              <w:lastRenderedPageBreak/>
              <w:t>супруг</w:t>
            </w:r>
          </w:p>
        </w:tc>
        <w:tc>
          <w:tcPr>
            <w:tcW w:w="1418" w:type="dxa"/>
            <w:vAlign w:val="center"/>
          </w:tcPr>
          <w:p w:rsidR="007F33AC" w:rsidRPr="00F72413" w:rsidRDefault="00F72413" w:rsidP="00A206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862032</w:t>
            </w:r>
            <w:r>
              <w:t>,</w:t>
            </w:r>
            <w:r>
              <w:rPr>
                <w:lang w:val="en-US"/>
              </w:rPr>
              <w:t>29</w:t>
            </w:r>
          </w:p>
        </w:tc>
        <w:tc>
          <w:tcPr>
            <w:tcW w:w="1559" w:type="dxa"/>
            <w:vAlign w:val="center"/>
          </w:tcPr>
          <w:p w:rsidR="007F33AC" w:rsidRPr="00D8126F" w:rsidRDefault="00437E8E" w:rsidP="00437E8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7F33AC" w:rsidRPr="00D8126F" w:rsidRDefault="00437E8E" w:rsidP="00A206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7F33AC" w:rsidRPr="00D8126F" w:rsidRDefault="00437E8E" w:rsidP="00A20688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437E8E" w:rsidRDefault="00437E8E" w:rsidP="00437E8E">
            <w:r>
              <w:t xml:space="preserve">Урал ИМЗ </w:t>
            </w:r>
          </w:p>
          <w:p w:rsidR="007F33AC" w:rsidRPr="00D8126F" w:rsidRDefault="00437E8E" w:rsidP="00437E8E">
            <w:r>
              <w:t>8-103-10</w:t>
            </w:r>
          </w:p>
        </w:tc>
        <w:tc>
          <w:tcPr>
            <w:tcW w:w="1559" w:type="dxa"/>
            <w:vAlign w:val="center"/>
          </w:tcPr>
          <w:p w:rsidR="007F33AC" w:rsidRPr="00D8126F" w:rsidRDefault="00437E8E" w:rsidP="00437E8E">
            <w:r>
              <w:t>квартира</w:t>
            </w:r>
          </w:p>
        </w:tc>
        <w:tc>
          <w:tcPr>
            <w:tcW w:w="1276" w:type="dxa"/>
            <w:vAlign w:val="center"/>
          </w:tcPr>
          <w:p w:rsidR="007F33AC" w:rsidRPr="00D8126F" w:rsidRDefault="00437E8E" w:rsidP="00A20688">
            <w:pPr>
              <w:jc w:val="center"/>
            </w:pPr>
            <w:r>
              <w:t>63,7</w:t>
            </w:r>
          </w:p>
        </w:tc>
        <w:tc>
          <w:tcPr>
            <w:tcW w:w="1134" w:type="dxa"/>
            <w:vAlign w:val="center"/>
          </w:tcPr>
          <w:p w:rsidR="007F33AC" w:rsidRPr="00D8126F" w:rsidRDefault="00437E8E" w:rsidP="00A20688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7F33AC" w:rsidRPr="00D8126F" w:rsidRDefault="007F33AC" w:rsidP="00A20688">
            <w:pPr>
              <w:jc w:val="center"/>
            </w:pPr>
            <w:r w:rsidRPr="00D8126F">
              <w:t>-</w:t>
            </w:r>
          </w:p>
        </w:tc>
      </w:tr>
      <w:tr w:rsidR="00437E8E" w:rsidTr="007C4F4C">
        <w:tc>
          <w:tcPr>
            <w:tcW w:w="1951" w:type="dxa"/>
            <w:vAlign w:val="center"/>
          </w:tcPr>
          <w:p w:rsidR="00437E8E" w:rsidRPr="009C7F71" w:rsidRDefault="00437E8E" w:rsidP="00437E8E">
            <w:r w:rsidRPr="009C7F71">
              <w:t>Веретельникова Екатерина Леонидовна</w:t>
            </w:r>
          </w:p>
        </w:tc>
        <w:tc>
          <w:tcPr>
            <w:tcW w:w="1418" w:type="dxa"/>
            <w:vAlign w:val="center"/>
          </w:tcPr>
          <w:p w:rsidR="00437E8E" w:rsidRPr="00472E09" w:rsidRDefault="004F1184" w:rsidP="00A20688">
            <w:pPr>
              <w:jc w:val="center"/>
            </w:pPr>
            <w:r>
              <w:t>660278,17</w:t>
            </w:r>
          </w:p>
        </w:tc>
        <w:tc>
          <w:tcPr>
            <w:tcW w:w="1559" w:type="dxa"/>
            <w:vAlign w:val="center"/>
          </w:tcPr>
          <w:p w:rsidR="00437E8E" w:rsidRPr="00472E09" w:rsidRDefault="00437E8E" w:rsidP="00437E8E">
            <w:r w:rsidRPr="00472E09">
              <w:t>квартира</w:t>
            </w:r>
          </w:p>
        </w:tc>
        <w:tc>
          <w:tcPr>
            <w:tcW w:w="1134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 xml:space="preserve">61,5 </w:t>
            </w:r>
          </w:p>
        </w:tc>
        <w:tc>
          <w:tcPr>
            <w:tcW w:w="1134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>РФ</w:t>
            </w:r>
          </w:p>
        </w:tc>
        <w:tc>
          <w:tcPr>
            <w:tcW w:w="1843" w:type="dxa"/>
            <w:vAlign w:val="center"/>
          </w:tcPr>
          <w:p w:rsidR="00437E8E" w:rsidRPr="007C4F4C" w:rsidRDefault="007C4F4C" w:rsidP="007C4F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>-</w:t>
            </w:r>
          </w:p>
        </w:tc>
        <w:tc>
          <w:tcPr>
            <w:tcW w:w="1276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>-</w:t>
            </w:r>
          </w:p>
        </w:tc>
        <w:tc>
          <w:tcPr>
            <w:tcW w:w="1134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>-</w:t>
            </w:r>
          </w:p>
        </w:tc>
        <w:tc>
          <w:tcPr>
            <w:tcW w:w="2409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>-</w:t>
            </w:r>
          </w:p>
        </w:tc>
      </w:tr>
      <w:tr w:rsidR="00437E8E" w:rsidTr="00607956">
        <w:tc>
          <w:tcPr>
            <w:tcW w:w="1951" w:type="dxa"/>
            <w:vAlign w:val="center"/>
          </w:tcPr>
          <w:p w:rsidR="00437E8E" w:rsidRPr="009C7F71" w:rsidRDefault="00437E8E" w:rsidP="00437E8E">
            <w:r w:rsidRPr="009C7F71">
              <w:t>супруг</w:t>
            </w:r>
          </w:p>
        </w:tc>
        <w:tc>
          <w:tcPr>
            <w:tcW w:w="1418" w:type="dxa"/>
            <w:vAlign w:val="center"/>
          </w:tcPr>
          <w:p w:rsidR="00437E8E" w:rsidRPr="00472E09" w:rsidRDefault="00FC4800" w:rsidP="00A20688">
            <w:pPr>
              <w:jc w:val="center"/>
            </w:pPr>
            <w:r>
              <w:t>989071,58</w:t>
            </w:r>
          </w:p>
        </w:tc>
        <w:tc>
          <w:tcPr>
            <w:tcW w:w="1559" w:type="dxa"/>
            <w:vAlign w:val="center"/>
          </w:tcPr>
          <w:p w:rsidR="00437E8E" w:rsidRPr="00607956" w:rsidRDefault="00607956" w:rsidP="00607956">
            <w:r>
              <w:t>гараж</w:t>
            </w:r>
          </w:p>
        </w:tc>
        <w:tc>
          <w:tcPr>
            <w:tcW w:w="1134" w:type="dxa"/>
            <w:vAlign w:val="center"/>
          </w:tcPr>
          <w:p w:rsidR="00437E8E" w:rsidRPr="00607956" w:rsidRDefault="00607956" w:rsidP="00A20688">
            <w:pPr>
              <w:jc w:val="center"/>
            </w:pPr>
            <w:r>
              <w:t>31,2</w:t>
            </w:r>
          </w:p>
        </w:tc>
        <w:tc>
          <w:tcPr>
            <w:tcW w:w="1134" w:type="dxa"/>
            <w:vAlign w:val="center"/>
          </w:tcPr>
          <w:p w:rsidR="00437E8E" w:rsidRPr="00607956" w:rsidRDefault="00607956" w:rsidP="00A20688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437E8E" w:rsidRPr="00472E09" w:rsidRDefault="007C4F4C" w:rsidP="00820DFD">
            <w:r>
              <w:rPr>
                <w:lang w:val="en-US"/>
              </w:rPr>
              <w:t xml:space="preserve">NISSAN </w:t>
            </w:r>
            <w:proofErr w:type="spellStart"/>
            <w:r w:rsidR="00820DFD">
              <w:rPr>
                <w:lang w:val="en-US"/>
              </w:rPr>
              <w:t>qashqai</w:t>
            </w:r>
            <w:proofErr w:type="spellEnd"/>
          </w:p>
        </w:tc>
        <w:tc>
          <w:tcPr>
            <w:tcW w:w="1559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>квартира</w:t>
            </w:r>
          </w:p>
        </w:tc>
        <w:tc>
          <w:tcPr>
            <w:tcW w:w="1276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 xml:space="preserve">61,5 </w:t>
            </w:r>
          </w:p>
        </w:tc>
        <w:tc>
          <w:tcPr>
            <w:tcW w:w="1134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>РФ</w:t>
            </w:r>
          </w:p>
        </w:tc>
        <w:tc>
          <w:tcPr>
            <w:tcW w:w="2409" w:type="dxa"/>
            <w:vAlign w:val="center"/>
          </w:tcPr>
          <w:p w:rsidR="00437E8E" w:rsidRPr="00472E09" w:rsidRDefault="00437E8E" w:rsidP="00A20688">
            <w:pPr>
              <w:jc w:val="center"/>
            </w:pPr>
            <w:r w:rsidRPr="00472E09">
              <w:t>-</w:t>
            </w:r>
          </w:p>
        </w:tc>
      </w:tr>
      <w:tr w:rsidR="007C4F4C" w:rsidTr="00A20688">
        <w:tc>
          <w:tcPr>
            <w:tcW w:w="1951" w:type="dxa"/>
            <w:vAlign w:val="center"/>
          </w:tcPr>
          <w:p w:rsidR="007C4F4C" w:rsidRPr="00656B82" w:rsidRDefault="007C4F4C" w:rsidP="007C4F4C">
            <w:r w:rsidRPr="00656B82">
              <w:t>Голобоков Юрий Викторович</w:t>
            </w:r>
          </w:p>
        </w:tc>
        <w:tc>
          <w:tcPr>
            <w:tcW w:w="1418" w:type="dxa"/>
            <w:vAlign w:val="center"/>
          </w:tcPr>
          <w:p w:rsidR="007C4F4C" w:rsidRPr="00656B82" w:rsidRDefault="00F3548F" w:rsidP="00A20688">
            <w:pPr>
              <w:jc w:val="center"/>
              <w:rPr>
                <w:lang w:val="en-US"/>
              </w:rPr>
            </w:pPr>
            <w:r>
              <w:t>924152,21</w:t>
            </w:r>
          </w:p>
        </w:tc>
        <w:tc>
          <w:tcPr>
            <w:tcW w:w="1559" w:type="dxa"/>
          </w:tcPr>
          <w:p w:rsidR="007C4F4C" w:rsidRPr="00656B82" w:rsidRDefault="007C4F4C" w:rsidP="00A20688">
            <w:r w:rsidRPr="00656B82">
              <w:t>земельный участок</w:t>
            </w:r>
          </w:p>
          <w:p w:rsidR="007C4F4C" w:rsidRDefault="007C4F4C" w:rsidP="007C4F4C">
            <w:r w:rsidRPr="00656B82">
              <w:t>квартира</w:t>
            </w:r>
          </w:p>
          <w:p w:rsidR="007C4F4C" w:rsidRDefault="007C4F4C" w:rsidP="007C4F4C">
            <w:r>
              <w:t>квартира</w:t>
            </w:r>
            <w:r w:rsidR="00A20688">
              <w:t xml:space="preserve"> </w:t>
            </w:r>
          </w:p>
          <w:p w:rsidR="00A20688" w:rsidRPr="00656B82" w:rsidRDefault="00A20688" w:rsidP="007C4F4C">
            <w:r>
              <w:t>(совместная)</w:t>
            </w:r>
          </w:p>
        </w:tc>
        <w:tc>
          <w:tcPr>
            <w:tcW w:w="1134" w:type="dxa"/>
          </w:tcPr>
          <w:p w:rsidR="007C4F4C" w:rsidRPr="00656B82" w:rsidRDefault="007C4F4C" w:rsidP="00A20688">
            <w:pPr>
              <w:jc w:val="center"/>
            </w:pPr>
            <w:r w:rsidRPr="00656B82">
              <w:t>1458</w:t>
            </w:r>
            <w:r>
              <w:t>,0</w:t>
            </w:r>
          </w:p>
          <w:p w:rsidR="007C4F4C" w:rsidRPr="00656B82" w:rsidRDefault="007C4F4C" w:rsidP="00A20688">
            <w:pPr>
              <w:jc w:val="center"/>
            </w:pPr>
          </w:p>
          <w:p w:rsidR="007C4F4C" w:rsidRDefault="007C4F4C" w:rsidP="00A20688">
            <w:pPr>
              <w:jc w:val="center"/>
            </w:pPr>
            <w:r w:rsidRPr="00656B82">
              <w:t>74,6</w:t>
            </w:r>
          </w:p>
          <w:p w:rsidR="00A20688" w:rsidRPr="00656B82" w:rsidRDefault="00A20688" w:rsidP="00A20688">
            <w:pPr>
              <w:jc w:val="center"/>
            </w:pPr>
            <w:r>
              <w:t>43,6</w:t>
            </w:r>
          </w:p>
        </w:tc>
        <w:tc>
          <w:tcPr>
            <w:tcW w:w="1134" w:type="dxa"/>
          </w:tcPr>
          <w:p w:rsidR="007C4F4C" w:rsidRPr="00656B82" w:rsidRDefault="007C4F4C" w:rsidP="007C4F4C">
            <w:pPr>
              <w:jc w:val="center"/>
            </w:pPr>
            <w:r w:rsidRPr="00656B82">
              <w:t>РФ</w:t>
            </w:r>
          </w:p>
          <w:p w:rsidR="007C4F4C" w:rsidRPr="00656B82" w:rsidRDefault="007C4F4C" w:rsidP="00A20688"/>
          <w:p w:rsidR="007C4F4C" w:rsidRDefault="007C4F4C" w:rsidP="007C4F4C">
            <w:pPr>
              <w:jc w:val="center"/>
            </w:pPr>
            <w:r w:rsidRPr="00656B82">
              <w:t>РФ</w:t>
            </w:r>
          </w:p>
          <w:p w:rsidR="00A20688" w:rsidRPr="00656B82" w:rsidRDefault="00A20688" w:rsidP="007C4F4C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7C4F4C" w:rsidRPr="00656B82" w:rsidRDefault="007C4F4C" w:rsidP="007C4F4C">
            <w:pPr>
              <w:rPr>
                <w:lang w:val="en-US"/>
              </w:rPr>
            </w:pPr>
            <w:r>
              <w:rPr>
                <w:lang w:val="en-US"/>
              </w:rPr>
              <w:t>TOYOTA</w:t>
            </w:r>
            <w:r w:rsidRPr="00656B82">
              <w:rPr>
                <w:lang w:val="en-US"/>
              </w:rPr>
              <w:t xml:space="preserve"> Corolla</w:t>
            </w:r>
            <w:r w:rsidRPr="00656B82">
              <w:t xml:space="preserve"> </w:t>
            </w:r>
            <w:r w:rsidRPr="00656B82">
              <w:rPr>
                <w:lang w:val="en-US"/>
              </w:rPr>
              <w:t>Fielder</w:t>
            </w:r>
          </w:p>
        </w:tc>
        <w:tc>
          <w:tcPr>
            <w:tcW w:w="1559" w:type="dxa"/>
            <w:vAlign w:val="center"/>
          </w:tcPr>
          <w:p w:rsidR="007C4F4C" w:rsidRPr="00656B82" w:rsidRDefault="007C4F4C" w:rsidP="00A20688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7C4F4C" w:rsidRPr="00656B82" w:rsidRDefault="007C4F4C" w:rsidP="00A20688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C4F4C" w:rsidRPr="00656B82" w:rsidRDefault="007C4F4C" w:rsidP="00A20688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7C4F4C" w:rsidRDefault="00965CD0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4F4C" w:rsidTr="007C4F4C">
        <w:tc>
          <w:tcPr>
            <w:tcW w:w="1951" w:type="dxa"/>
            <w:vAlign w:val="center"/>
          </w:tcPr>
          <w:p w:rsidR="007C4F4C" w:rsidRPr="00656B82" w:rsidRDefault="007C4F4C" w:rsidP="007C4F4C">
            <w:r w:rsidRPr="00656B82">
              <w:t>супруга</w:t>
            </w:r>
          </w:p>
        </w:tc>
        <w:tc>
          <w:tcPr>
            <w:tcW w:w="1418" w:type="dxa"/>
            <w:vAlign w:val="center"/>
          </w:tcPr>
          <w:p w:rsidR="007C4F4C" w:rsidRPr="00656B82" w:rsidRDefault="00F3548F" w:rsidP="00A20688">
            <w:pPr>
              <w:jc w:val="center"/>
              <w:rPr>
                <w:lang w:val="en-US"/>
              </w:rPr>
            </w:pPr>
            <w:r>
              <w:t>450933,53</w:t>
            </w:r>
          </w:p>
        </w:tc>
        <w:tc>
          <w:tcPr>
            <w:tcW w:w="1559" w:type="dxa"/>
            <w:vAlign w:val="center"/>
          </w:tcPr>
          <w:p w:rsidR="00A20688" w:rsidRDefault="00A20688" w:rsidP="00A20688">
            <w:r>
              <w:t xml:space="preserve">квартира </w:t>
            </w:r>
          </w:p>
          <w:p w:rsidR="007C4F4C" w:rsidRPr="00656B82" w:rsidRDefault="00A20688" w:rsidP="00A20688">
            <w:pPr>
              <w:jc w:val="center"/>
            </w:pPr>
            <w:r>
              <w:t>(совместная)</w:t>
            </w:r>
          </w:p>
        </w:tc>
        <w:tc>
          <w:tcPr>
            <w:tcW w:w="1134" w:type="dxa"/>
            <w:vAlign w:val="center"/>
          </w:tcPr>
          <w:p w:rsidR="007C4F4C" w:rsidRPr="00656B82" w:rsidRDefault="00A20688" w:rsidP="00A20688">
            <w:pPr>
              <w:jc w:val="center"/>
            </w:pPr>
            <w:r>
              <w:t>43,6</w:t>
            </w:r>
          </w:p>
        </w:tc>
        <w:tc>
          <w:tcPr>
            <w:tcW w:w="1134" w:type="dxa"/>
            <w:vAlign w:val="center"/>
          </w:tcPr>
          <w:p w:rsidR="007C4F4C" w:rsidRPr="00656B82" w:rsidRDefault="00A20688" w:rsidP="00A20688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7C4F4C" w:rsidRPr="00656B82" w:rsidRDefault="007C4F4C" w:rsidP="00A20688">
            <w:pPr>
              <w:jc w:val="center"/>
            </w:pPr>
            <w:r w:rsidRPr="00656B82">
              <w:t>-</w:t>
            </w:r>
          </w:p>
        </w:tc>
        <w:tc>
          <w:tcPr>
            <w:tcW w:w="1559" w:type="dxa"/>
            <w:vAlign w:val="center"/>
          </w:tcPr>
          <w:p w:rsidR="007C4F4C" w:rsidRPr="00656B82" w:rsidRDefault="007C4F4C" w:rsidP="00A20688">
            <w:r w:rsidRPr="00656B82">
              <w:t>квартира</w:t>
            </w:r>
          </w:p>
        </w:tc>
        <w:tc>
          <w:tcPr>
            <w:tcW w:w="1276" w:type="dxa"/>
            <w:vAlign w:val="center"/>
          </w:tcPr>
          <w:p w:rsidR="007C4F4C" w:rsidRPr="00656B82" w:rsidRDefault="007C4F4C" w:rsidP="00A20688">
            <w:pPr>
              <w:jc w:val="center"/>
            </w:pPr>
            <w:r w:rsidRPr="00656B82">
              <w:t>74,6</w:t>
            </w:r>
          </w:p>
        </w:tc>
        <w:tc>
          <w:tcPr>
            <w:tcW w:w="1134" w:type="dxa"/>
            <w:vAlign w:val="center"/>
          </w:tcPr>
          <w:p w:rsidR="007C4F4C" w:rsidRPr="00656B82" w:rsidRDefault="007C4F4C" w:rsidP="00A20688">
            <w:pPr>
              <w:jc w:val="center"/>
            </w:pPr>
            <w:r w:rsidRPr="00656B82">
              <w:t>РФ</w:t>
            </w:r>
          </w:p>
        </w:tc>
        <w:tc>
          <w:tcPr>
            <w:tcW w:w="2409" w:type="dxa"/>
            <w:vAlign w:val="center"/>
          </w:tcPr>
          <w:p w:rsidR="007C4F4C" w:rsidRDefault="007C4F4C" w:rsidP="00A206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20688" w:rsidTr="00A20688">
        <w:tc>
          <w:tcPr>
            <w:tcW w:w="1951" w:type="dxa"/>
            <w:vAlign w:val="center"/>
          </w:tcPr>
          <w:p w:rsidR="00A20688" w:rsidRPr="005C6D6F" w:rsidRDefault="00A20688" w:rsidP="00A20688">
            <w:r w:rsidRPr="005C6D6F">
              <w:t xml:space="preserve">Дубникова </w:t>
            </w:r>
          </w:p>
          <w:p w:rsidR="00A20688" w:rsidRPr="005C6D6F" w:rsidRDefault="00A20688" w:rsidP="00A20688">
            <w:r w:rsidRPr="005C6D6F">
              <w:t xml:space="preserve">Зоя </w:t>
            </w:r>
          </w:p>
          <w:p w:rsidR="00A20688" w:rsidRPr="005C6D6F" w:rsidRDefault="00A20688" w:rsidP="00A20688">
            <w:r w:rsidRPr="005C6D6F">
              <w:t>Семеновна</w:t>
            </w:r>
          </w:p>
        </w:tc>
        <w:tc>
          <w:tcPr>
            <w:tcW w:w="1418" w:type="dxa"/>
            <w:vAlign w:val="center"/>
          </w:tcPr>
          <w:p w:rsidR="00A20688" w:rsidRPr="00967FE4" w:rsidRDefault="002E6BA5" w:rsidP="00A20688">
            <w:pPr>
              <w:jc w:val="center"/>
            </w:pPr>
            <w:r>
              <w:t>821267,50</w:t>
            </w:r>
          </w:p>
        </w:tc>
        <w:tc>
          <w:tcPr>
            <w:tcW w:w="1559" w:type="dxa"/>
          </w:tcPr>
          <w:p w:rsidR="00A20688" w:rsidRPr="00967FE4" w:rsidRDefault="00A20688" w:rsidP="00A20688">
            <w:r w:rsidRPr="00967FE4">
              <w:t>земельный участок</w:t>
            </w:r>
          </w:p>
          <w:p w:rsidR="00A20688" w:rsidRPr="00967FE4" w:rsidRDefault="00A20688" w:rsidP="00A20688">
            <w:r w:rsidRPr="00967FE4">
              <w:t>жилой дом</w:t>
            </w:r>
          </w:p>
          <w:p w:rsidR="00A20688" w:rsidRPr="00967FE4" w:rsidRDefault="00A20688" w:rsidP="00A20688">
            <w:r w:rsidRPr="00967FE4">
              <w:t>квартира</w:t>
            </w:r>
            <w:r w:rsidR="00F90E6E">
              <w:t xml:space="preserve"> (1/3 доля</w:t>
            </w:r>
            <w:r>
              <w:t>)</w:t>
            </w:r>
          </w:p>
        </w:tc>
        <w:tc>
          <w:tcPr>
            <w:tcW w:w="1134" w:type="dxa"/>
          </w:tcPr>
          <w:p w:rsidR="00A20688" w:rsidRPr="00967FE4" w:rsidRDefault="00A20688" w:rsidP="00A20688">
            <w:pPr>
              <w:jc w:val="center"/>
            </w:pPr>
            <w:r w:rsidRPr="00967FE4">
              <w:t>14</w:t>
            </w:r>
            <w:r>
              <w:t>22,0</w:t>
            </w:r>
          </w:p>
          <w:p w:rsidR="00A20688" w:rsidRPr="00967FE4" w:rsidRDefault="00A20688" w:rsidP="00A20688">
            <w:pPr>
              <w:jc w:val="center"/>
            </w:pPr>
          </w:p>
          <w:p w:rsidR="00A20688" w:rsidRPr="00967FE4" w:rsidRDefault="00A20688" w:rsidP="00A20688">
            <w:pPr>
              <w:jc w:val="center"/>
            </w:pPr>
            <w:r w:rsidRPr="00967FE4">
              <w:t>39,3</w:t>
            </w:r>
          </w:p>
          <w:p w:rsidR="00A20688" w:rsidRPr="00967FE4" w:rsidRDefault="00A20688" w:rsidP="00A20688">
            <w:pPr>
              <w:jc w:val="center"/>
            </w:pPr>
            <w:r w:rsidRPr="00967FE4">
              <w:t>8</w:t>
            </w:r>
            <w:r>
              <w:t>1,5</w:t>
            </w:r>
          </w:p>
        </w:tc>
        <w:tc>
          <w:tcPr>
            <w:tcW w:w="1134" w:type="dxa"/>
          </w:tcPr>
          <w:p w:rsidR="00A20688" w:rsidRPr="00967FE4" w:rsidRDefault="00A20688" w:rsidP="00A20688">
            <w:pPr>
              <w:jc w:val="center"/>
            </w:pPr>
            <w:r w:rsidRPr="00967FE4">
              <w:t>РФ</w:t>
            </w:r>
          </w:p>
          <w:p w:rsidR="00A20688" w:rsidRPr="00967FE4" w:rsidRDefault="00A20688" w:rsidP="00A20688"/>
          <w:p w:rsidR="00A20688" w:rsidRPr="00967FE4" w:rsidRDefault="00A20688" w:rsidP="00A20688">
            <w:pPr>
              <w:jc w:val="center"/>
            </w:pPr>
            <w:r w:rsidRPr="00967FE4">
              <w:t>РФ</w:t>
            </w:r>
          </w:p>
          <w:p w:rsidR="00A20688" w:rsidRPr="00967FE4" w:rsidRDefault="00A20688" w:rsidP="00A20688">
            <w:pPr>
              <w:jc w:val="center"/>
            </w:pPr>
            <w:r w:rsidRPr="00967FE4">
              <w:t>РФ</w:t>
            </w:r>
          </w:p>
          <w:p w:rsidR="00A20688" w:rsidRPr="00967FE4" w:rsidRDefault="00A20688" w:rsidP="00A20688"/>
        </w:tc>
        <w:tc>
          <w:tcPr>
            <w:tcW w:w="1843" w:type="dxa"/>
            <w:vAlign w:val="center"/>
          </w:tcPr>
          <w:p w:rsidR="00A20688" w:rsidRPr="00967FE4" w:rsidRDefault="00A20688" w:rsidP="00820DFD">
            <w:pPr>
              <w:rPr>
                <w:lang w:val="en-US"/>
              </w:rPr>
            </w:pPr>
            <w:r>
              <w:rPr>
                <w:lang w:val="en-US"/>
              </w:rPr>
              <w:t>TOYOTA</w:t>
            </w:r>
            <w:r w:rsidRPr="00967FE4">
              <w:rPr>
                <w:lang w:val="en-US"/>
              </w:rPr>
              <w:t xml:space="preserve"> </w:t>
            </w:r>
            <w:proofErr w:type="spellStart"/>
            <w:r w:rsidR="000829A5">
              <w:rPr>
                <w:lang w:val="en-US"/>
              </w:rPr>
              <w:t>R</w:t>
            </w:r>
            <w:r w:rsidR="00820DFD">
              <w:rPr>
                <w:lang w:val="en-US"/>
              </w:rPr>
              <w:t>av</w:t>
            </w:r>
            <w:proofErr w:type="spellEnd"/>
            <w:r w:rsidR="00820DFD">
              <w:rPr>
                <w:lang w:val="en-US"/>
              </w:rPr>
              <w:t xml:space="preserve"> </w:t>
            </w:r>
            <w:r w:rsidRPr="00967FE4">
              <w:rPr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20688" w:rsidRPr="00967FE4" w:rsidRDefault="00A20688" w:rsidP="00A20688">
            <w:pPr>
              <w:jc w:val="center"/>
            </w:pPr>
            <w:r w:rsidRPr="00967FE4">
              <w:t>-</w:t>
            </w:r>
          </w:p>
        </w:tc>
        <w:tc>
          <w:tcPr>
            <w:tcW w:w="1276" w:type="dxa"/>
            <w:vAlign w:val="center"/>
          </w:tcPr>
          <w:p w:rsidR="00A20688" w:rsidRPr="00967FE4" w:rsidRDefault="00A20688" w:rsidP="00A20688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A20688" w:rsidRPr="00967FE4" w:rsidRDefault="00A20688" w:rsidP="00A20688">
            <w:pPr>
              <w:jc w:val="center"/>
            </w:pPr>
            <w:r w:rsidRPr="00967FE4">
              <w:t>-</w:t>
            </w:r>
          </w:p>
        </w:tc>
        <w:tc>
          <w:tcPr>
            <w:tcW w:w="2409" w:type="dxa"/>
            <w:vAlign w:val="center"/>
          </w:tcPr>
          <w:p w:rsidR="00A20688" w:rsidRPr="00967FE4" w:rsidRDefault="00A20688" w:rsidP="00A20688">
            <w:pPr>
              <w:jc w:val="center"/>
            </w:pPr>
            <w:r w:rsidRPr="00967FE4">
              <w:t>-</w:t>
            </w:r>
          </w:p>
        </w:tc>
      </w:tr>
      <w:tr w:rsidR="00A20688" w:rsidTr="00965CD0">
        <w:tc>
          <w:tcPr>
            <w:tcW w:w="1951" w:type="dxa"/>
            <w:vAlign w:val="center"/>
          </w:tcPr>
          <w:p w:rsidR="00A20688" w:rsidRPr="005C6D6F" w:rsidRDefault="00A20688" w:rsidP="00A20688">
            <w:r w:rsidRPr="005C6D6F">
              <w:t>супруг</w:t>
            </w:r>
          </w:p>
        </w:tc>
        <w:tc>
          <w:tcPr>
            <w:tcW w:w="1418" w:type="dxa"/>
            <w:vAlign w:val="center"/>
          </w:tcPr>
          <w:p w:rsidR="00A20688" w:rsidRPr="00967FE4" w:rsidRDefault="008A400B" w:rsidP="00A20688">
            <w:pPr>
              <w:jc w:val="center"/>
            </w:pPr>
            <w:r>
              <w:rPr>
                <w:color w:val="000000" w:themeColor="text1"/>
              </w:rPr>
              <w:t>378501,75</w:t>
            </w:r>
          </w:p>
        </w:tc>
        <w:tc>
          <w:tcPr>
            <w:tcW w:w="1559" w:type="dxa"/>
          </w:tcPr>
          <w:p w:rsidR="00A20688" w:rsidRPr="00967FE4" w:rsidRDefault="00A20688" w:rsidP="00A20688">
            <w:r w:rsidRPr="00967FE4">
              <w:t>квартира</w:t>
            </w:r>
            <w:r>
              <w:t xml:space="preserve"> </w:t>
            </w:r>
            <w:r w:rsidR="00F90E6E">
              <w:t>(1/3 доля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A20688" w:rsidRPr="00967FE4" w:rsidRDefault="00A20688" w:rsidP="00965CD0">
            <w:pPr>
              <w:jc w:val="center"/>
            </w:pPr>
            <w:r>
              <w:t>81,5</w:t>
            </w:r>
          </w:p>
        </w:tc>
        <w:tc>
          <w:tcPr>
            <w:tcW w:w="1134" w:type="dxa"/>
            <w:vAlign w:val="center"/>
          </w:tcPr>
          <w:p w:rsidR="00A20688" w:rsidRPr="00967FE4" w:rsidRDefault="00A20688" w:rsidP="00965CD0">
            <w:pPr>
              <w:jc w:val="center"/>
            </w:pPr>
            <w:r w:rsidRPr="00967FE4">
              <w:t>РФ</w:t>
            </w:r>
          </w:p>
        </w:tc>
        <w:tc>
          <w:tcPr>
            <w:tcW w:w="1843" w:type="dxa"/>
            <w:vAlign w:val="center"/>
          </w:tcPr>
          <w:p w:rsidR="00A20688" w:rsidRPr="00967FE4" w:rsidRDefault="00E625D3" w:rsidP="00965CD0">
            <w:pPr>
              <w:rPr>
                <w:lang w:val="en-US"/>
              </w:rPr>
            </w:pPr>
            <w:r>
              <w:rPr>
                <w:lang w:val="en-US"/>
              </w:rPr>
              <w:t>TOYOTA</w:t>
            </w:r>
            <w:r w:rsidR="00A20688" w:rsidRPr="00967FE4">
              <w:rPr>
                <w:lang w:val="en-US"/>
              </w:rPr>
              <w:t xml:space="preserve"> </w:t>
            </w:r>
            <w:proofErr w:type="spellStart"/>
            <w:r w:rsidR="00A20688" w:rsidRPr="00967FE4">
              <w:rPr>
                <w:lang w:val="en-US"/>
              </w:rPr>
              <w:t>Hais</w:t>
            </w:r>
            <w:proofErr w:type="spellEnd"/>
          </w:p>
        </w:tc>
        <w:tc>
          <w:tcPr>
            <w:tcW w:w="1559" w:type="dxa"/>
            <w:vAlign w:val="center"/>
          </w:tcPr>
          <w:p w:rsidR="00A20688" w:rsidRPr="00967FE4" w:rsidRDefault="00E625D3" w:rsidP="00A20688">
            <w:pPr>
              <w:jc w:val="center"/>
            </w:pPr>
            <w:r w:rsidRPr="007F1800">
              <w:t>жилой дом</w:t>
            </w:r>
          </w:p>
        </w:tc>
        <w:tc>
          <w:tcPr>
            <w:tcW w:w="1276" w:type="dxa"/>
            <w:vAlign w:val="center"/>
          </w:tcPr>
          <w:p w:rsidR="00A20688" w:rsidRPr="00967FE4" w:rsidRDefault="00E625D3" w:rsidP="00A20688">
            <w:pPr>
              <w:jc w:val="center"/>
            </w:pPr>
            <w:r>
              <w:t>39,3</w:t>
            </w:r>
          </w:p>
        </w:tc>
        <w:tc>
          <w:tcPr>
            <w:tcW w:w="1134" w:type="dxa"/>
            <w:vAlign w:val="center"/>
          </w:tcPr>
          <w:p w:rsidR="00A20688" w:rsidRPr="00967FE4" w:rsidRDefault="00E625D3" w:rsidP="00A20688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A20688" w:rsidRPr="00967FE4" w:rsidRDefault="00A20688" w:rsidP="00A20688">
            <w:pPr>
              <w:jc w:val="center"/>
            </w:pPr>
            <w:r w:rsidRPr="00967FE4">
              <w:t>-</w:t>
            </w:r>
          </w:p>
        </w:tc>
      </w:tr>
      <w:tr w:rsidR="00390050" w:rsidTr="00185B03">
        <w:tc>
          <w:tcPr>
            <w:tcW w:w="1951" w:type="dxa"/>
            <w:vAlign w:val="center"/>
          </w:tcPr>
          <w:p w:rsidR="00390050" w:rsidRDefault="00390050" w:rsidP="00390050">
            <w:r w:rsidRPr="00930340">
              <w:t xml:space="preserve">Екатеренчук Вера </w:t>
            </w:r>
          </w:p>
          <w:p w:rsidR="00390050" w:rsidRPr="00930340" w:rsidRDefault="00390050" w:rsidP="00390050">
            <w:r w:rsidRPr="00930340">
              <w:t>Ивановна</w:t>
            </w:r>
          </w:p>
        </w:tc>
        <w:tc>
          <w:tcPr>
            <w:tcW w:w="1418" w:type="dxa"/>
            <w:vAlign w:val="center"/>
          </w:tcPr>
          <w:p w:rsidR="00390050" w:rsidRPr="00930340" w:rsidRDefault="00982A77" w:rsidP="00176801">
            <w:pPr>
              <w:jc w:val="center"/>
            </w:pPr>
            <w:r>
              <w:t>970185,58</w:t>
            </w:r>
          </w:p>
        </w:tc>
        <w:tc>
          <w:tcPr>
            <w:tcW w:w="1559" w:type="dxa"/>
            <w:vAlign w:val="center"/>
          </w:tcPr>
          <w:p w:rsidR="00390050" w:rsidRPr="00930340" w:rsidRDefault="00185B03" w:rsidP="00185B03">
            <w:r w:rsidRPr="00967FE4">
              <w:t>квартира</w:t>
            </w:r>
            <w:r>
              <w:t xml:space="preserve"> (1/2 доля)</w:t>
            </w:r>
          </w:p>
        </w:tc>
        <w:tc>
          <w:tcPr>
            <w:tcW w:w="1134" w:type="dxa"/>
            <w:vAlign w:val="center"/>
          </w:tcPr>
          <w:p w:rsidR="00390050" w:rsidRPr="00930340" w:rsidRDefault="00185B03" w:rsidP="00185B03">
            <w:pPr>
              <w:jc w:val="center"/>
            </w:pPr>
            <w:r>
              <w:t>62,9</w:t>
            </w:r>
          </w:p>
        </w:tc>
        <w:tc>
          <w:tcPr>
            <w:tcW w:w="1134" w:type="dxa"/>
            <w:vAlign w:val="center"/>
          </w:tcPr>
          <w:p w:rsidR="00390050" w:rsidRPr="00930340" w:rsidRDefault="00185B03" w:rsidP="00185B03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390050" w:rsidRDefault="00982A77" w:rsidP="00176801">
            <w:r>
              <w:t xml:space="preserve">1) </w:t>
            </w:r>
            <w:r w:rsidR="00390050">
              <w:rPr>
                <w:lang w:val="en-US"/>
              </w:rPr>
              <w:t>TOYOTA</w:t>
            </w:r>
            <w:r w:rsidR="00390050">
              <w:t xml:space="preserve"> </w:t>
            </w:r>
            <w:proofErr w:type="spellStart"/>
            <w:r w:rsidR="00390050">
              <w:rPr>
                <w:lang w:val="en-US"/>
              </w:rPr>
              <w:t>Raum</w:t>
            </w:r>
            <w:proofErr w:type="spellEnd"/>
          </w:p>
          <w:p w:rsidR="00982A77" w:rsidRPr="00982A77" w:rsidRDefault="00982A77" w:rsidP="00176801">
            <w:pPr>
              <w:rPr>
                <w:lang w:val="en-US"/>
              </w:rPr>
            </w:pPr>
            <w:r>
              <w:t xml:space="preserve">2) ХОНДА </w:t>
            </w:r>
            <w:r>
              <w:rPr>
                <w:lang w:val="en-US"/>
              </w:rPr>
              <w:t>FIT</w:t>
            </w:r>
          </w:p>
        </w:tc>
        <w:tc>
          <w:tcPr>
            <w:tcW w:w="1559" w:type="dxa"/>
            <w:vAlign w:val="center"/>
          </w:tcPr>
          <w:p w:rsidR="00832212" w:rsidRPr="00930340" w:rsidRDefault="00390050" w:rsidP="00185B03">
            <w:pPr>
              <w:jc w:val="center"/>
            </w:pPr>
            <w:r w:rsidRPr="00930340">
              <w:t>жилой дом</w:t>
            </w:r>
          </w:p>
        </w:tc>
        <w:tc>
          <w:tcPr>
            <w:tcW w:w="1276" w:type="dxa"/>
            <w:vAlign w:val="center"/>
          </w:tcPr>
          <w:p w:rsidR="00832212" w:rsidRPr="00930340" w:rsidRDefault="00390050" w:rsidP="00185B03">
            <w:pPr>
              <w:jc w:val="center"/>
            </w:pPr>
            <w:r w:rsidRPr="00930340">
              <w:t>40,6</w:t>
            </w:r>
          </w:p>
        </w:tc>
        <w:tc>
          <w:tcPr>
            <w:tcW w:w="1134" w:type="dxa"/>
            <w:vAlign w:val="center"/>
          </w:tcPr>
          <w:p w:rsidR="00832212" w:rsidRPr="00930340" w:rsidRDefault="00390050" w:rsidP="00185B03">
            <w:pPr>
              <w:jc w:val="center"/>
            </w:pPr>
            <w:r w:rsidRPr="00930340">
              <w:t>РФ</w:t>
            </w:r>
          </w:p>
        </w:tc>
        <w:tc>
          <w:tcPr>
            <w:tcW w:w="2409" w:type="dxa"/>
            <w:vAlign w:val="center"/>
          </w:tcPr>
          <w:p w:rsidR="00390050" w:rsidRPr="00B75481" w:rsidRDefault="00185B03" w:rsidP="00176801">
            <w:pPr>
              <w:jc w:val="center"/>
            </w:pPr>
            <w:r>
              <w:t>наследование</w:t>
            </w:r>
          </w:p>
        </w:tc>
      </w:tr>
      <w:tr w:rsidR="00390050" w:rsidTr="00390050">
        <w:tc>
          <w:tcPr>
            <w:tcW w:w="1951" w:type="dxa"/>
            <w:vAlign w:val="center"/>
          </w:tcPr>
          <w:p w:rsidR="00390050" w:rsidRPr="00930340" w:rsidRDefault="00390050" w:rsidP="00390050">
            <w:r w:rsidRPr="00930340">
              <w:t>супруг</w:t>
            </w:r>
          </w:p>
        </w:tc>
        <w:tc>
          <w:tcPr>
            <w:tcW w:w="1418" w:type="dxa"/>
            <w:vAlign w:val="center"/>
          </w:tcPr>
          <w:p w:rsidR="00390050" w:rsidRPr="00EE036E" w:rsidRDefault="004F1E84" w:rsidP="001768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474596</w:t>
            </w:r>
            <w:r>
              <w:t>,</w:t>
            </w:r>
            <w:r w:rsidR="00EE036E">
              <w:rPr>
                <w:lang w:val="en-US"/>
              </w:rPr>
              <w:t>80</w:t>
            </w:r>
          </w:p>
        </w:tc>
        <w:tc>
          <w:tcPr>
            <w:tcW w:w="1559" w:type="dxa"/>
            <w:vAlign w:val="center"/>
          </w:tcPr>
          <w:p w:rsidR="00390050" w:rsidRPr="00930340" w:rsidRDefault="00390050" w:rsidP="00176801">
            <w:r w:rsidRPr="00930340">
              <w:t>земельный участок</w:t>
            </w:r>
          </w:p>
          <w:p w:rsidR="00390050" w:rsidRPr="00930340" w:rsidRDefault="00832212" w:rsidP="00176801">
            <w:r>
              <w:t>жилой дом</w:t>
            </w:r>
          </w:p>
        </w:tc>
        <w:tc>
          <w:tcPr>
            <w:tcW w:w="1134" w:type="dxa"/>
            <w:vAlign w:val="center"/>
          </w:tcPr>
          <w:p w:rsidR="00390050" w:rsidRPr="00930340" w:rsidRDefault="00390050" w:rsidP="00832212">
            <w:pPr>
              <w:jc w:val="center"/>
            </w:pPr>
            <w:r w:rsidRPr="00930340">
              <w:t>1214</w:t>
            </w:r>
            <w:r>
              <w:t>,0</w:t>
            </w:r>
          </w:p>
          <w:p w:rsidR="00390050" w:rsidRPr="00930340" w:rsidRDefault="00390050" w:rsidP="00176801"/>
          <w:p w:rsidR="00390050" w:rsidRPr="00930340" w:rsidRDefault="00390050" w:rsidP="00832212">
            <w:pPr>
              <w:jc w:val="center"/>
            </w:pPr>
            <w:r w:rsidRPr="00930340">
              <w:t>40,6</w:t>
            </w:r>
          </w:p>
        </w:tc>
        <w:tc>
          <w:tcPr>
            <w:tcW w:w="1134" w:type="dxa"/>
            <w:vAlign w:val="center"/>
          </w:tcPr>
          <w:p w:rsidR="00390050" w:rsidRPr="00930340" w:rsidRDefault="00390050" w:rsidP="00832212">
            <w:pPr>
              <w:jc w:val="center"/>
            </w:pPr>
            <w:r w:rsidRPr="00930340">
              <w:t>РФ</w:t>
            </w:r>
          </w:p>
          <w:p w:rsidR="00390050" w:rsidRPr="00930340" w:rsidRDefault="00390050" w:rsidP="00176801"/>
          <w:p w:rsidR="00390050" w:rsidRPr="00832212" w:rsidRDefault="00390050" w:rsidP="00832212">
            <w:pPr>
              <w:jc w:val="center"/>
            </w:pPr>
            <w:r w:rsidRPr="00930340">
              <w:t>РФ</w:t>
            </w:r>
          </w:p>
        </w:tc>
        <w:tc>
          <w:tcPr>
            <w:tcW w:w="1843" w:type="dxa"/>
            <w:vAlign w:val="center"/>
          </w:tcPr>
          <w:p w:rsidR="00390050" w:rsidRPr="00930340" w:rsidRDefault="00832212" w:rsidP="00185B03">
            <w:pPr>
              <w:rPr>
                <w:lang w:val="en-US"/>
              </w:rPr>
            </w:pPr>
            <w:r>
              <w:rPr>
                <w:lang w:val="en-US"/>
              </w:rPr>
              <w:t>TOYOTA D</w:t>
            </w:r>
            <w:r w:rsidR="00185B03">
              <w:rPr>
                <w:lang w:val="en-US"/>
              </w:rPr>
              <w:t>u</w:t>
            </w:r>
            <w:r w:rsidR="00390050" w:rsidRPr="00930340">
              <w:rPr>
                <w:lang w:val="en-US"/>
              </w:rPr>
              <w:t>na</w:t>
            </w:r>
          </w:p>
        </w:tc>
        <w:tc>
          <w:tcPr>
            <w:tcW w:w="1559" w:type="dxa"/>
            <w:vAlign w:val="center"/>
          </w:tcPr>
          <w:p w:rsidR="00390050" w:rsidRPr="00930340" w:rsidRDefault="00390050" w:rsidP="00176801">
            <w:pPr>
              <w:jc w:val="center"/>
            </w:pPr>
            <w:r w:rsidRPr="00930340">
              <w:t>-</w:t>
            </w:r>
          </w:p>
        </w:tc>
        <w:tc>
          <w:tcPr>
            <w:tcW w:w="1276" w:type="dxa"/>
            <w:vAlign w:val="center"/>
          </w:tcPr>
          <w:p w:rsidR="00390050" w:rsidRPr="00930340" w:rsidRDefault="00390050" w:rsidP="00176801">
            <w:pPr>
              <w:jc w:val="center"/>
            </w:pPr>
            <w:r w:rsidRPr="00930340">
              <w:t>-</w:t>
            </w:r>
          </w:p>
        </w:tc>
        <w:tc>
          <w:tcPr>
            <w:tcW w:w="1134" w:type="dxa"/>
            <w:vAlign w:val="center"/>
          </w:tcPr>
          <w:p w:rsidR="00390050" w:rsidRPr="00930340" w:rsidRDefault="00390050" w:rsidP="00176801">
            <w:pPr>
              <w:jc w:val="center"/>
            </w:pPr>
            <w:r w:rsidRPr="00930340">
              <w:t>-</w:t>
            </w:r>
          </w:p>
        </w:tc>
        <w:tc>
          <w:tcPr>
            <w:tcW w:w="2409" w:type="dxa"/>
            <w:vAlign w:val="center"/>
          </w:tcPr>
          <w:p w:rsidR="00390050" w:rsidRPr="00B75481" w:rsidRDefault="00390050" w:rsidP="00176801">
            <w:pPr>
              <w:jc w:val="center"/>
            </w:pPr>
            <w:r w:rsidRPr="00B75481">
              <w:t>-</w:t>
            </w:r>
          </w:p>
        </w:tc>
      </w:tr>
      <w:tr w:rsidR="00832212" w:rsidTr="00832212">
        <w:tc>
          <w:tcPr>
            <w:tcW w:w="1951" w:type="dxa"/>
            <w:vAlign w:val="center"/>
          </w:tcPr>
          <w:p w:rsidR="00832212" w:rsidRPr="00BF147A" w:rsidRDefault="00832212" w:rsidP="00832212">
            <w:r>
              <w:t>Ефремова Наталья Валерьевна</w:t>
            </w:r>
          </w:p>
        </w:tc>
        <w:tc>
          <w:tcPr>
            <w:tcW w:w="1418" w:type="dxa"/>
            <w:vAlign w:val="center"/>
          </w:tcPr>
          <w:p w:rsidR="00832212" w:rsidRPr="00185B03" w:rsidRDefault="002F7872" w:rsidP="00176801">
            <w:pPr>
              <w:jc w:val="center"/>
            </w:pPr>
            <w:r>
              <w:t>453288,14</w:t>
            </w:r>
          </w:p>
        </w:tc>
        <w:tc>
          <w:tcPr>
            <w:tcW w:w="1559" w:type="dxa"/>
            <w:vAlign w:val="center"/>
          </w:tcPr>
          <w:p w:rsidR="00832212" w:rsidRPr="00B75481" w:rsidRDefault="00832212" w:rsidP="00832212">
            <w:r>
              <w:t>квартира</w:t>
            </w:r>
          </w:p>
        </w:tc>
        <w:tc>
          <w:tcPr>
            <w:tcW w:w="1134" w:type="dxa"/>
            <w:vAlign w:val="center"/>
          </w:tcPr>
          <w:p w:rsidR="00832212" w:rsidRPr="00B75481" w:rsidRDefault="00832212" w:rsidP="00832212">
            <w:pPr>
              <w:jc w:val="center"/>
            </w:pPr>
            <w:r>
              <w:t>45,1</w:t>
            </w:r>
          </w:p>
        </w:tc>
        <w:tc>
          <w:tcPr>
            <w:tcW w:w="1134" w:type="dxa"/>
            <w:vAlign w:val="center"/>
          </w:tcPr>
          <w:p w:rsidR="00832212" w:rsidRPr="00B75481" w:rsidRDefault="00832212" w:rsidP="00832212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</w:tr>
      <w:tr w:rsidR="00832212" w:rsidTr="00832212">
        <w:tc>
          <w:tcPr>
            <w:tcW w:w="1951" w:type="dxa"/>
            <w:vAlign w:val="center"/>
          </w:tcPr>
          <w:p w:rsidR="00832212" w:rsidRPr="00BF147A" w:rsidRDefault="00832212" w:rsidP="00832212">
            <w:r w:rsidRPr="00BF147A">
              <w:t>супруг</w:t>
            </w:r>
          </w:p>
        </w:tc>
        <w:tc>
          <w:tcPr>
            <w:tcW w:w="1418" w:type="dxa"/>
            <w:vAlign w:val="center"/>
          </w:tcPr>
          <w:p w:rsidR="00832212" w:rsidRPr="00185B03" w:rsidRDefault="003629EE" w:rsidP="00176801">
            <w:pPr>
              <w:jc w:val="center"/>
            </w:pPr>
            <w:r>
              <w:t>844952,36</w:t>
            </w:r>
          </w:p>
        </w:tc>
        <w:tc>
          <w:tcPr>
            <w:tcW w:w="1559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32212" w:rsidRPr="003629EE" w:rsidRDefault="003629EE" w:rsidP="00832212">
            <w:pPr>
              <w:rPr>
                <w:lang w:val="en-US"/>
              </w:rPr>
            </w:pPr>
            <w:r>
              <w:rPr>
                <w:lang w:val="en-US"/>
              </w:rPr>
              <w:t>HONDA FIT SHUTTLE HYBRID</w:t>
            </w:r>
          </w:p>
        </w:tc>
        <w:tc>
          <w:tcPr>
            <w:tcW w:w="1559" w:type="dxa"/>
          </w:tcPr>
          <w:p w:rsidR="00832212" w:rsidRPr="00B75481" w:rsidRDefault="00832212" w:rsidP="00176801">
            <w:r>
              <w:t>квартира</w:t>
            </w:r>
          </w:p>
        </w:tc>
        <w:tc>
          <w:tcPr>
            <w:tcW w:w="1276" w:type="dxa"/>
          </w:tcPr>
          <w:p w:rsidR="00832212" w:rsidRPr="00B75481" w:rsidRDefault="00832212" w:rsidP="00832212">
            <w:pPr>
              <w:jc w:val="center"/>
            </w:pPr>
            <w:r>
              <w:t>45,1</w:t>
            </w:r>
          </w:p>
        </w:tc>
        <w:tc>
          <w:tcPr>
            <w:tcW w:w="1134" w:type="dxa"/>
          </w:tcPr>
          <w:p w:rsidR="00832212" w:rsidRPr="00B75481" w:rsidRDefault="00832212" w:rsidP="00832212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</w:tr>
      <w:tr w:rsidR="00832212" w:rsidTr="00832212">
        <w:tc>
          <w:tcPr>
            <w:tcW w:w="1951" w:type="dxa"/>
            <w:vAlign w:val="center"/>
          </w:tcPr>
          <w:p w:rsidR="00832212" w:rsidRPr="00BF147A" w:rsidRDefault="00832212" w:rsidP="00832212">
            <w:r w:rsidRPr="00BF147A">
              <w:t>сын</w:t>
            </w:r>
          </w:p>
        </w:tc>
        <w:tc>
          <w:tcPr>
            <w:tcW w:w="1418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832212" w:rsidRPr="00B75481" w:rsidRDefault="00832212" w:rsidP="00176801">
            <w:r>
              <w:t>квартира</w:t>
            </w:r>
          </w:p>
        </w:tc>
        <w:tc>
          <w:tcPr>
            <w:tcW w:w="1276" w:type="dxa"/>
          </w:tcPr>
          <w:p w:rsidR="00832212" w:rsidRPr="00B75481" w:rsidRDefault="00832212" w:rsidP="003F596B">
            <w:pPr>
              <w:jc w:val="center"/>
            </w:pPr>
            <w:r>
              <w:t>45,1</w:t>
            </w:r>
          </w:p>
        </w:tc>
        <w:tc>
          <w:tcPr>
            <w:tcW w:w="1134" w:type="dxa"/>
          </w:tcPr>
          <w:p w:rsidR="00832212" w:rsidRPr="00B75481" w:rsidRDefault="00832212" w:rsidP="003F596B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832212" w:rsidRPr="00B75481" w:rsidRDefault="00832212" w:rsidP="00176801">
            <w:pPr>
              <w:jc w:val="center"/>
            </w:pPr>
            <w:r>
              <w:t>-</w:t>
            </w:r>
          </w:p>
        </w:tc>
      </w:tr>
      <w:tr w:rsidR="00185B03" w:rsidTr="00832212">
        <w:tc>
          <w:tcPr>
            <w:tcW w:w="1951" w:type="dxa"/>
            <w:vAlign w:val="center"/>
          </w:tcPr>
          <w:p w:rsidR="00185B03" w:rsidRPr="00BF147A" w:rsidRDefault="00185B03" w:rsidP="000256EB">
            <w:r w:rsidRPr="00BF147A">
              <w:t>сын</w:t>
            </w:r>
          </w:p>
        </w:tc>
        <w:tc>
          <w:tcPr>
            <w:tcW w:w="1418" w:type="dxa"/>
            <w:vAlign w:val="center"/>
          </w:tcPr>
          <w:p w:rsidR="00185B03" w:rsidRPr="00B75481" w:rsidRDefault="00185B03" w:rsidP="000256EB">
            <w:pPr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185B03" w:rsidRPr="00B75481" w:rsidRDefault="00185B03" w:rsidP="000256EB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185B03" w:rsidRPr="00B75481" w:rsidRDefault="00185B03" w:rsidP="000256EB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185B03" w:rsidRPr="00B75481" w:rsidRDefault="00185B03" w:rsidP="000256EB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185B03" w:rsidRPr="00B75481" w:rsidRDefault="00185B03" w:rsidP="000256EB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85B03" w:rsidRPr="00B75481" w:rsidRDefault="00185B03" w:rsidP="000256EB">
            <w:r>
              <w:t>квартира</w:t>
            </w:r>
          </w:p>
        </w:tc>
        <w:tc>
          <w:tcPr>
            <w:tcW w:w="1276" w:type="dxa"/>
          </w:tcPr>
          <w:p w:rsidR="00185B03" w:rsidRPr="00B75481" w:rsidRDefault="00185B03" w:rsidP="000256EB">
            <w:pPr>
              <w:jc w:val="center"/>
            </w:pPr>
            <w:r>
              <w:t>45,1</w:t>
            </w:r>
          </w:p>
        </w:tc>
        <w:tc>
          <w:tcPr>
            <w:tcW w:w="1134" w:type="dxa"/>
          </w:tcPr>
          <w:p w:rsidR="00185B03" w:rsidRPr="00B75481" w:rsidRDefault="00185B03" w:rsidP="000256EB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185B03" w:rsidRPr="00B75481" w:rsidRDefault="00185B03" w:rsidP="000256EB">
            <w:pPr>
              <w:jc w:val="center"/>
            </w:pPr>
            <w:r>
              <w:t>-</w:t>
            </w:r>
          </w:p>
        </w:tc>
      </w:tr>
      <w:tr w:rsidR="00185B03" w:rsidTr="00176801">
        <w:tc>
          <w:tcPr>
            <w:tcW w:w="1951" w:type="dxa"/>
          </w:tcPr>
          <w:p w:rsidR="00185B03" w:rsidRPr="00656B82" w:rsidRDefault="00185B03" w:rsidP="00176801">
            <w:r>
              <w:lastRenderedPageBreak/>
              <w:t>Иванова Светлана Викторовна</w:t>
            </w:r>
          </w:p>
        </w:tc>
        <w:tc>
          <w:tcPr>
            <w:tcW w:w="1418" w:type="dxa"/>
            <w:vAlign w:val="center"/>
          </w:tcPr>
          <w:p w:rsidR="00185B03" w:rsidRPr="000A5588" w:rsidRDefault="000A5588" w:rsidP="001768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820240</w:t>
            </w:r>
            <w:r>
              <w:t>,</w:t>
            </w:r>
            <w:r>
              <w:rPr>
                <w:lang w:val="en-US"/>
              </w:rPr>
              <w:t>34</w:t>
            </w:r>
          </w:p>
        </w:tc>
        <w:tc>
          <w:tcPr>
            <w:tcW w:w="1559" w:type="dxa"/>
            <w:vAlign w:val="center"/>
          </w:tcPr>
          <w:p w:rsidR="00185B03" w:rsidRPr="00656B82" w:rsidRDefault="00185B03" w:rsidP="00176801">
            <w:r w:rsidRPr="00656B82">
              <w:t>квартира</w:t>
            </w:r>
          </w:p>
        </w:tc>
        <w:tc>
          <w:tcPr>
            <w:tcW w:w="1134" w:type="dxa"/>
            <w:vAlign w:val="center"/>
          </w:tcPr>
          <w:p w:rsidR="00185B03" w:rsidRPr="00656B82" w:rsidRDefault="00185B03" w:rsidP="00176801">
            <w:pPr>
              <w:jc w:val="center"/>
            </w:pPr>
            <w:r>
              <w:t>46,3</w:t>
            </w:r>
          </w:p>
        </w:tc>
        <w:tc>
          <w:tcPr>
            <w:tcW w:w="1134" w:type="dxa"/>
            <w:vAlign w:val="center"/>
          </w:tcPr>
          <w:p w:rsidR="00185B03" w:rsidRPr="00656B82" w:rsidRDefault="00185B03" w:rsidP="00176801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185B03" w:rsidRDefault="00724F27" w:rsidP="003F596B">
            <w:r>
              <w:t xml:space="preserve">1) </w:t>
            </w:r>
            <w:r w:rsidR="00185B03">
              <w:rPr>
                <w:lang w:val="en-US"/>
              </w:rPr>
              <w:t>TOYOTA</w:t>
            </w:r>
            <w:r w:rsidR="00185B03">
              <w:t xml:space="preserve"> </w:t>
            </w:r>
            <w:proofErr w:type="spellStart"/>
            <w:r w:rsidR="00185B03">
              <w:rPr>
                <w:lang w:val="en-US"/>
              </w:rPr>
              <w:t>Vitz</w:t>
            </w:r>
            <w:proofErr w:type="spellEnd"/>
          </w:p>
          <w:p w:rsidR="00724F27" w:rsidRPr="00724F27" w:rsidRDefault="00724F27" w:rsidP="003F596B">
            <w:pPr>
              <w:rPr>
                <w:lang w:val="en-US"/>
              </w:rPr>
            </w:pPr>
            <w:r>
              <w:t>2) Ниссан Ноте</w:t>
            </w:r>
          </w:p>
        </w:tc>
        <w:tc>
          <w:tcPr>
            <w:tcW w:w="1559" w:type="dxa"/>
            <w:vAlign w:val="center"/>
          </w:tcPr>
          <w:p w:rsidR="00185B03" w:rsidRPr="003109CA" w:rsidRDefault="00185B03" w:rsidP="001768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185B03" w:rsidRPr="003109CA" w:rsidRDefault="00185B03" w:rsidP="001768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85B03" w:rsidRPr="003109CA" w:rsidRDefault="00185B03" w:rsidP="001768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185B03" w:rsidRPr="003109CA" w:rsidRDefault="00185B03" w:rsidP="0017680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185B03" w:rsidTr="003F596B">
        <w:tc>
          <w:tcPr>
            <w:tcW w:w="1951" w:type="dxa"/>
            <w:vAlign w:val="center"/>
          </w:tcPr>
          <w:p w:rsidR="00185B03" w:rsidRPr="00B752B6" w:rsidRDefault="00185B03" w:rsidP="003F596B">
            <w:r w:rsidRPr="00B2319D">
              <w:t>Калинникова Галина Васильевна</w:t>
            </w:r>
          </w:p>
        </w:tc>
        <w:tc>
          <w:tcPr>
            <w:tcW w:w="1418" w:type="dxa"/>
            <w:vAlign w:val="center"/>
          </w:tcPr>
          <w:p w:rsidR="00185B03" w:rsidRPr="00B752B6" w:rsidRDefault="00777FA5" w:rsidP="00176801">
            <w:pPr>
              <w:jc w:val="center"/>
              <w:rPr>
                <w:lang w:val="en-US"/>
              </w:rPr>
            </w:pPr>
            <w:r>
              <w:t>1119578,11</w:t>
            </w:r>
          </w:p>
        </w:tc>
        <w:tc>
          <w:tcPr>
            <w:tcW w:w="1559" w:type="dxa"/>
          </w:tcPr>
          <w:p w:rsidR="00185B03" w:rsidRDefault="00185B03" w:rsidP="00176801">
            <w:r>
              <w:t>з</w:t>
            </w:r>
            <w:r w:rsidRPr="00790B7F">
              <w:t>емельный участок</w:t>
            </w:r>
            <w:r>
              <w:t xml:space="preserve"> </w:t>
            </w:r>
          </w:p>
          <w:p w:rsidR="00185B03" w:rsidRPr="00B752B6" w:rsidRDefault="00185B03" w:rsidP="00176801">
            <w:r>
              <w:t>(1/3 доля)</w:t>
            </w:r>
          </w:p>
          <w:p w:rsidR="00185B03" w:rsidRDefault="00185B03" w:rsidP="00176801">
            <w:r>
              <w:t xml:space="preserve">жилой дом </w:t>
            </w:r>
          </w:p>
          <w:p w:rsidR="00185B03" w:rsidRPr="00D523E1" w:rsidRDefault="00185B03" w:rsidP="00176801">
            <w:r>
              <w:t>(1/3 доля)</w:t>
            </w:r>
          </w:p>
        </w:tc>
        <w:tc>
          <w:tcPr>
            <w:tcW w:w="1134" w:type="dxa"/>
          </w:tcPr>
          <w:p w:rsidR="00185B03" w:rsidRPr="00B752B6" w:rsidRDefault="00185B03" w:rsidP="003F596B">
            <w:pPr>
              <w:jc w:val="center"/>
            </w:pPr>
            <w:r>
              <w:t>400,00</w:t>
            </w:r>
          </w:p>
          <w:p w:rsidR="00185B03" w:rsidRDefault="00185B03" w:rsidP="00176801"/>
          <w:p w:rsidR="00185B03" w:rsidRDefault="00185B03" w:rsidP="00176801"/>
          <w:p w:rsidR="00185B03" w:rsidRPr="00B752B6" w:rsidRDefault="00185B03" w:rsidP="003F596B">
            <w:pPr>
              <w:jc w:val="center"/>
            </w:pPr>
            <w:r>
              <w:t>89,3</w:t>
            </w:r>
          </w:p>
        </w:tc>
        <w:tc>
          <w:tcPr>
            <w:tcW w:w="1134" w:type="dxa"/>
          </w:tcPr>
          <w:p w:rsidR="00185B03" w:rsidRPr="00B752B6" w:rsidRDefault="00185B03" w:rsidP="003F596B">
            <w:pPr>
              <w:jc w:val="center"/>
            </w:pPr>
            <w:r w:rsidRPr="00B752B6">
              <w:t>РФ</w:t>
            </w:r>
          </w:p>
          <w:p w:rsidR="00185B03" w:rsidRDefault="00185B03" w:rsidP="00176801"/>
          <w:p w:rsidR="00185B03" w:rsidRDefault="00185B03" w:rsidP="00176801"/>
          <w:p w:rsidR="00185B03" w:rsidRPr="00B752B6" w:rsidRDefault="00185B03" w:rsidP="003F596B">
            <w:pPr>
              <w:jc w:val="center"/>
            </w:pPr>
            <w:r w:rsidRPr="00B752B6">
              <w:t>РФ</w:t>
            </w:r>
          </w:p>
          <w:p w:rsidR="00185B03" w:rsidRPr="00B752B6" w:rsidRDefault="00185B03" w:rsidP="00176801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85B03" w:rsidRPr="005C7406" w:rsidRDefault="00185B03" w:rsidP="00176801">
            <w:pPr>
              <w:rPr>
                <w:lang w:val="en-US"/>
              </w:rPr>
            </w:pPr>
            <w:r>
              <w:rPr>
                <w:lang w:val="en-US"/>
              </w:rPr>
              <w:t>TOYOTA</w:t>
            </w:r>
            <w:r w:rsidRPr="00B1133A">
              <w:t xml:space="preserve"> </w:t>
            </w:r>
            <w:r w:rsidR="005C7406">
              <w:rPr>
                <w:lang w:val="en-US"/>
              </w:rPr>
              <w:t>Harrier</w:t>
            </w:r>
          </w:p>
          <w:p w:rsidR="00185B03" w:rsidRPr="00B2319D" w:rsidRDefault="00185B03" w:rsidP="00176801">
            <w:r w:rsidRPr="00B2319D">
              <w:t xml:space="preserve">Трактор </w:t>
            </w:r>
          </w:p>
          <w:p w:rsidR="00185B03" w:rsidRPr="00255D10" w:rsidRDefault="00185B03" w:rsidP="00176801">
            <w:pPr>
              <w:rPr>
                <w:szCs w:val="28"/>
              </w:rPr>
            </w:pPr>
            <w:r w:rsidRPr="00B2319D">
              <w:t>МТЗ-52</w:t>
            </w:r>
          </w:p>
        </w:tc>
        <w:tc>
          <w:tcPr>
            <w:tcW w:w="1559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185B03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85B03" w:rsidTr="003F596B">
        <w:tc>
          <w:tcPr>
            <w:tcW w:w="1951" w:type="dxa"/>
            <w:vAlign w:val="center"/>
          </w:tcPr>
          <w:p w:rsidR="00185B03" w:rsidRDefault="00185B03" w:rsidP="003F596B">
            <w:r>
              <w:t>супруг</w:t>
            </w:r>
          </w:p>
        </w:tc>
        <w:tc>
          <w:tcPr>
            <w:tcW w:w="1418" w:type="dxa"/>
            <w:vAlign w:val="center"/>
          </w:tcPr>
          <w:p w:rsidR="00185B03" w:rsidRPr="00777FA5" w:rsidRDefault="00777FA5" w:rsidP="00176801">
            <w:pPr>
              <w:jc w:val="center"/>
            </w:pPr>
            <w:r>
              <w:t>419630,70</w:t>
            </w:r>
          </w:p>
        </w:tc>
        <w:tc>
          <w:tcPr>
            <w:tcW w:w="1559" w:type="dxa"/>
          </w:tcPr>
          <w:p w:rsidR="00185B03" w:rsidRDefault="00185B03" w:rsidP="00176801">
            <w:r>
              <w:t>з</w:t>
            </w:r>
            <w:r w:rsidRPr="00790B7F">
              <w:t>емельный участок</w:t>
            </w:r>
            <w:r>
              <w:t xml:space="preserve"> </w:t>
            </w:r>
          </w:p>
          <w:p w:rsidR="00185B03" w:rsidRPr="00B752B6" w:rsidRDefault="00185B03" w:rsidP="00176801">
            <w:r>
              <w:t>(1/3 доля)</w:t>
            </w:r>
          </w:p>
          <w:p w:rsidR="00185B03" w:rsidRDefault="00185B03" w:rsidP="00176801">
            <w:r>
              <w:t xml:space="preserve">жилой дом </w:t>
            </w:r>
          </w:p>
          <w:p w:rsidR="00185B03" w:rsidRPr="00D523E1" w:rsidRDefault="00185B03" w:rsidP="00176801">
            <w:r>
              <w:t>(1/3 доля)</w:t>
            </w:r>
          </w:p>
        </w:tc>
        <w:tc>
          <w:tcPr>
            <w:tcW w:w="1134" w:type="dxa"/>
          </w:tcPr>
          <w:p w:rsidR="00185B03" w:rsidRPr="00B752B6" w:rsidRDefault="00185B03" w:rsidP="00176801">
            <w:pPr>
              <w:jc w:val="center"/>
            </w:pPr>
            <w:r>
              <w:t>400,00</w:t>
            </w:r>
          </w:p>
          <w:p w:rsidR="00185B03" w:rsidRDefault="00185B03" w:rsidP="00176801"/>
          <w:p w:rsidR="00185B03" w:rsidRDefault="00185B03" w:rsidP="00176801"/>
          <w:p w:rsidR="00185B03" w:rsidRPr="00B752B6" w:rsidRDefault="00185B03" w:rsidP="00176801">
            <w:pPr>
              <w:jc w:val="center"/>
            </w:pPr>
            <w:r>
              <w:t>89,3</w:t>
            </w:r>
          </w:p>
        </w:tc>
        <w:tc>
          <w:tcPr>
            <w:tcW w:w="1134" w:type="dxa"/>
          </w:tcPr>
          <w:p w:rsidR="00185B03" w:rsidRPr="00B752B6" w:rsidRDefault="00185B03" w:rsidP="00176801">
            <w:pPr>
              <w:jc w:val="center"/>
            </w:pPr>
            <w:r w:rsidRPr="00B752B6">
              <w:t>РФ</w:t>
            </w:r>
          </w:p>
          <w:p w:rsidR="00185B03" w:rsidRDefault="00185B03" w:rsidP="00176801"/>
          <w:p w:rsidR="00185B03" w:rsidRDefault="00185B03" w:rsidP="00176801"/>
          <w:p w:rsidR="00185B03" w:rsidRPr="00B752B6" w:rsidRDefault="00185B03" w:rsidP="00176801">
            <w:pPr>
              <w:jc w:val="center"/>
            </w:pPr>
            <w:r w:rsidRPr="00B752B6">
              <w:t>РФ</w:t>
            </w:r>
          </w:p>
          <w:p w:rsidR="00185B03" w:rsidRPr="00B752B6" w:rsidRDefault="00185B03" w:rsidP="00176801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85B03" w:rsidRPr="005C7406" w:rsidRDefault="00185B03" w:rsidP="0074535E">
            <w:pPr>
              <w:rPr>
                <w:szCs w:val="28"/>
              </w:rPr>
            </w:pPr>
            <w:r>
              <w:rPr>
                <w:lang w:val="en-US"/>
              </w:rPr>
              <w:t>TOYOTA</w:t>
            </w:r>
            <w:r w:rsidR="005C7406">
              <w:rPr>
                <w:lang w:val="en-US"/>
              </w:rPr>
              <w:t xml:space="preserve"> </w:t>
            </w:r>
            <w:proofErr w:type="spellStart"/>
            <w:r w:rsidR="005C7406">
              <w:rPr>
                <w:lang w:val="en-US"/>
              </w:rPr>
              <w:t>Haice</w:t>
            </w:r>
            <w:proofErr w:type="spellEnd"/>
          </w:p>
        </w:tc>
        <w:tc>
          <w:tcPr>
            <w:tcW w:w="1559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185B03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85B03" w:rsidTr="003F596B">
        <w:tc>
          <w:tcPr>
            <w:tcW w:w="1951" w:type="dxa"/>
            <w:vAlign w:val="center"/>
          </w:tcPr>
          <w:p w:rsidR="00185B03" w:rsidRDefault="00185B03" w:rsidP="003F596B">
            <w:r>
              <w:t>дочь</w:t>
            </w:r>
          </w:p>
        </w:tc>
        <w:tc>
          <w:tcPr>
            <w:tcW w:w="1418" w:type="dxa"/>
            <w:vAlign w:val="center"/>
          </w:tcPr>
          <w:p w:rsidR="00185B03" w:rsidRDefault="00777FA5" w:rsidP="0017680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85B03" w:rsidRDefault="00185B03" w:rsidP="00176801">
            <w:r>
              <w:t>з</w:t>
            </w:r>
            <w:r w:rsidRPr="00790B7F">
              <w:t>емельный участок</w:t>
            </w:r>
            <w:r>
              <w:t xml:space="preserve"> </w:t>
            </w:r>
          </w:p>
          <w:p w:rsidR="00185B03" w:rsidRPr="00B752B6" w:rsidRDefault="00185B03" w:rsidP="00176801">
            <w:r>
              <w:t>(1/3 доля)</w:t>
            </w:r>
          </w:p>
          <w:p w:rsidR="00185B03" w:rsidRDefault="00185B03" w:rsidP="00176801">
            <w:r>
              <w:t xml:space="preserve">жилой дом </w:t>
            </w:r>
          </w:p>
          <w:p w:rsidR="00185B03" w:rsidRPr="00D523E1" w:rsidRDefault="00185B03" w:rsidP="00176801">
            <w:r>
              <w:t>(1/3 доля)</w:t>
            </w:r>
          </w:p>
        </w:tc>
        <w:tc>
          <w:tcPr>
            <w:tcW w:w="1134" w:type="dxa"/>
          </w:tcPr>
          <w:p w:rsidR="00185B03" w:rsidRPr="00B752B6" w:rsidRDefault="00185B03" w:rsidP="00176801">
            <w:pPr>
              <w:jc w:val="center"/>
            </w:pPr>
            <w:r>
              <w:t>400,00</w:t>
            </w:r>
          </w:p>
          <w:p w:rsidR="00185B03" w:rsidRDefault="00185B03" w:rsidP="00176801"/>
          <w:p w:rsidR="00185B03" w:rsidRDefault="00185B03" w:rsidP="00176801"/>
          <w:p w:rsidR="00185B03" w:rsidRPr="00B752B6" w:rsidRDefault="00185B03" w:rsidP="00176801">
            <w:pPr>
              <w:jc w:val="center"/>
            </w:pPr>
            <w:r>
              <w:t>89,3</w:t>
            </w:r>
          </w:p>
        </w:tc>
        <w:tc>
          <w:tcPr>
            <w:tcW w:w="1134" w:type="dxa"/>
          </w:tcPr>
          <w:p w:rsidR="00185B03" w:rsidRPr="00B752B6" w:rsidRDefault="00185B03" w:rsidP="00176801">
            <w:pPr>
              <w:jc w:val="center"/>
            </w:pPr>
            <w:r w:rsidRPr="00B752B6">
              <w:t>РФ</w:t>
            </w:r>
          </w:p>
          <w:p w:rsidR="00185B03" w:rsidRDefault="00185B03" w:rsidP="00176801"/>
          <w:p w:rsidR="00185B03" w:rsidRDefault="00185B03" w:rsidP="00176801"/>
          <w:p w:rsidR="00185B03" w:rsidRPr="00B752B6" w:rsidRDefault="00185B03" w:rsidP="00176801">
            <w:pPr>
              <w:jc w:val="center"/>
            </w:pPr>
            <w:r w:rsidRPr="00B752B6">
              <w:t>РФ</w:t>
            </w:r>
          </w:p>
          <w:p w:rsidR="00185B03" w:rsidRPr="00B752B6" w:rsidRDefault="00185B03" w:rsidP="00176801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85B03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  <w:vAlign w:val="center"/>
          </w:tcPr>
          <w:p w:rsidR="00185B03" w:rsidRPr="00255D10" w:rsidRDefault="00185B03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85B03" w:rsidTr="005C7406">
        <w:tc>
          <w:tcPr>
            <w:tcW w:w="1951" w:type="dxa"/>
            <w:vAlign w:val="center"/>
          </w:tcPr>
          <w:p w:rsidR="00185B03" w:rsidRPr="007C3AA5" w:rsidRDefault="00185B03" w:rsidP="005C7406">
            <w:r w:rsidRPr="007C3AA5">
              <w:t>Калмыкова Елена Анатольевна</w:t>
            </w:r>
          </w:p>
        </w:tc>
        <w:tc>
          <w:tcPr>
            <w:tcW w:w="1418" w:type="dxa"/>
            <w:vAlign w:val="center"/>
          </w:tcPr>
          <w:p w:rsidR="00185B03" w:rsidRPr="007C3AA5" w:rsidRDefault="003A3067" w:rsidP="00176801">
            <w:pPr>
              <w:jc w:val="center"/>
              <w:rPr>
                <w:lang w:val="en-US"/>
              </w:rPr>
            </w:pPr>
            <w:r>
              <w:t>957240,33</w:t>
            </w:r>
          </w:p>
        </w:tc>
        <w:tc>
          <w:tcPr>
            <w:tcW w:w="1559" w:type="dxa"/>
          </w:tcPr>
          <w:p w:rsidR="00185B03" w:rsidRPr="007C3AA5" w:rsidRDefault="00185B03" w:rsidP="00176801">
            <w:pPr>
              <w:jc w:val="both"/>
            </w:pPr>
            <w:r w:rsidRPr="007C3AA5">
              <w:t>земельный участок</w:t>
            </w:r>
          </w:p>
          <w:p w:rsidR="00185B03" w:rsidRPr="007C3AA5" w:rsidRDefault="00185B03" w:rsidP="00176801">
            <w:pPr>
              <w:jc w:val="both"/>
            </w:pPr>
            <w:r w:rsidRPr="007C3AA5">
              <w:t>жилой дом</w:t>
            </w:r>
          </w:p>
          <w:p w:rsidR="00185B03" w:rsidRPr="007C3AA5" w:rsidRDefault="00185B03" w:rsidP="008C4EEA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</w:tcPr>
          <w:p w:rsidR="00185B03" w:rsidRPr="007C3AA5" w:rsidRDefault="00185B03" w:rsidP="008C4EEA">
            <w:pPr>
              <w:jc w:val="center"/>
            </w:pPr>
            <w:r w:rsidRPr="007C3AA5">
              <w:t>783</w:t>
            </w:r>
            <w:r>
              <w:t>,0</w:t>
            </w:r>
          </w:p>
          <w:p w:rsidR="00185B03" w:rsidRPr="007C3AA5" w:rsidRDefault="00185B03" w:rsidP="00176801">
            <w:pPr>
              <w:jc w:val="both"/>
            </w:pPr>
          </w:p>
          <w:p w:rsidR="00185B03" w:rsidRPr="007C3AA5" w:rsidRDefault="00185B03" w:rsidP="008C4EEA">
            <w:pPr>
              <w:jc w:val="center"/>
            </w:pPr>
            <w:r w:rsidRPr="007C3AA5">
              <w:t>29,9</w:t>
            </w:r>
          </w:p>
          <w:p w:rsidR="00185B03" w:rsidRPr="007C3AA5" w:rsidRDefault="00185B03" w:rsidP="008C4EEA">
            <w:pPr>
              <w:jc w:val="center"/>
            </w:pPr>
            <w:r>
              <w:t>42,1</w:t>
            </w:r>
          </w:p>
        </w:tc>
        <w:tc>
          <w:tcPr>
            <w:tcW w:w="1134" w:type="dxa"/>
          </w:tcPr>
          <w:p w:rsidR="00185B03" w:rsidRPr="007C3AA5" w:rsidRDefault="00185B03" w:rsidP="008C4EEA">
            <w:pPr>
              <w:jc w:val="center"/>
            </w:pPr>
            <w:r w:rsidRPr="007C3AA5">
              <w:t>РФ</w:t>
            </w:r>
          </w:p>
          <w:p w:rsidR="00185B03" w:rsidRPr="007C3AA5" w:rsidRDefault="00185B03" w:rsidP="00176801">
            <w:pPr>
              <w:jc w:val="both"/>
            </w:pPr>
          </w:p>
          <w:p w:rsidR="00185B03" w:rsidRPr="007C3AA5" w:rsidRDefault="00185B03" w:rsidP="008C4EEA">
            <w:pPr>
              <w:jc w:val="center"/>
            </w:pPr>
            <w:r w:rsidRPr="007C3AA5">
              <w:t>РФ</w:t>
            </w:r>
          </w:p>
          <w:p w:rsidR="00185B03" w:rsidRPr="008C4EEA" w:rsidRDefault="00185B03" w:rsidP="008C4EEA">
            <w:pPr>
              <w:jc w:val="center"/>
            </w:pPr>
            <w:r w:rsidRPr="007C3AA5">
              <w:t>РФ</w:t>
            </w:r>
          </w:p>
        </w:tc>
        <w:tc>
          <w:tcPr>
            <w:tcW w:w="1843" w:type="dxa"/>
            <w:vAlign w:val="center"/>
          </w:tcPr>
          <w:p w:rsidR="00185B03" w:rsidRPr="007C3AA5" w:rsidRDefault="00185B03" w:rsidP="00176801">
            <w:pPr>
              <w:rPr>
                <w:lang w:val="en-US"/>
              </w:rPr>
            </w:pPr>
            <w:r>
              <w:rPr>
                <w:lang w:val="en-US"/>
              </w:rPr>
              <w:t>TOYOTA</w:t>
            </w:r>
            <w:r w:rsidRPr="007C3AA5">
              <w:rPr>
                <w:lang w:val="en-US"/>
              </w:rPr>
              <w:t xml:space="preserve"> Corolla</w:t>
            </w:r>
            <w:r w:rsidRPr="007C3AA5">
              <w:t xml:space="preserve"> </w:t>
            </w:r>
            <w:r w:rsidRPr="007C3AA5">
              <w:rPr>
                <w:lang w:val="en-US"/>
              </w:rPr>
              <w:t>Fielder</w:t>
            </w:r>
          </w:p>
        </w:tc>
        <w:tc>
          <w:tcPr>
            <w:tcW w:w="1559" w:type="dxa"/>
            <w:vAlign w:val="center"/>
          </w:tcPr>
          <w:p w:rsidR="00185B03" w:rsidRPr="007C3AA5" w:rsidRDefault="00185B03" w:rsidP="00176801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185B03" w:rsidRPr="007C3AA5" w:rsidRDefault="00185B03" w:rsidP="00176801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185B03" w:rsidRPr="007C3AA5" w:rsidRDefault="00185B03" w:rsidP="00176801">
            <w:pPr>
              <w:jc w:val="center"/>
            </w:pPr>
            <w:r w:rsidRPr="007C3AA5">
              <w:t>-</w:t>
            </w:r>
          </w:p>
        </w:tc>
        <w:tc>
          <w:tcPr>
            <w:tcW w:w="2409" w:type="dxa"/>
            <w:vAlign w:val="center"/>
          </w:tcPr>
          <w:p w:rsidR="00185B03" w:rsidRPr="00B75481" w:rsidRDefault="00185B03" w:rsidP="00176801">
            <w:pPr>
              <w:jc w:val="center"/>
            </w:pPr>
            <w:r w:rsidRPr="00B75481">
              <w:t>-</w:t>
            </w:r>
          </w:p>
        </w:tc>
      </w:tr>
      <w:tr w:rsidR="005C7406" w:rsidTr="00E77065">
        <w:tc>
          <w:tcPr>
            <w:tcW w:w="1951" w:type="dxa"/>
            <w:vAlign w:val="center"/>
          </w:tcPr>
          <w:p w:rsidR="005C7406" w:rsidRPr="007C3AA5" w:rsidRDefault="005C7406" w:rsidP="00E77065">
            <w:r>
              <w:t>Комогорцева Валентина Владимировна</w:t>
            </w:r>
          </w:p>
        </w:tc>
        <w:tc>
          <w:tcPr>
            <w:tcW w:w="1418" w:type="dxa"/>
            <w:vAlign w:val="center"/>
          </w:tcPr>
          <w:p w:rsidR="005C7406" w:rsidRDefault="00FF50F3" w:rsidP="00176801">
            <w:pPr>
              <w:jc w:val="center"/>
            </w:pPr>
            <w:r>
              <w:t>739043,57</w:t>
            </w:r>
          </w:p>
        </w:tc>
        <w:tc>
          <w:tcPr>
            <w:tcW w:w="1559" w:type="dxa"/>
          </w:tcPr>
          <w:p w:rsidR="005C7406" w:rsidRPr="007C3AA5" w:rsidRDefault="005C7406" w:rsidP="005C7406">
            <w:pPr>
              <w:jc w:val="both"/>
            </w:pPr>
            <w:r w:rsidRPr="007C3AA5">
              <w:t>земельный участок</w:t>
            </w:r>
          </w:p>
          <w:p w:rsidR="005C7406" w:rsidRDefault="005C7406" w:rsidP="005C7406">
            <w:pPr>
              <w:jc w:val="both"/>
            </w:pPr>
            <w:r>
              <w:t>жилой дом</w:t>
            </w:r>
          </w:p>
          <w:p w:rsidR="005C7406" w:rsidRDefault="005C7406" w:rsidP="005C7406">
            <w:pPr>
              <w:jc w:val="both"/>
            </w:pPr>
            <w:r>
              <w:t>(1/3 доля)</w:t>
            </w:r>
          </w:p>
        </w:tc>
        <w:tc>
          <w:tcPr>
            <w:tcW w:w="1134" w:type="dxa"/>
          </w:tcPr>
          <w:p w:rsidR="005C7406" w:rsidRDefault="005C7406" w:rsidP="005C7406">
            <w:pPr>
              <w:jc w:val="center"/>
            </w:pPr>
            <w:r>
              <w:t>1574,0</w:t>
            </w:r>
          </w:p>
          <w:p w:rsidR="005C7406" w:rsidRDefault="005C7406" w:rsidP="005C7406">
            <w:pPr>
              <w:jc w:val="center"/>
            </w:pPr>
          </w:p>
          <w:p w:rsidR="005C7406" w:rsidRDefault="005C7406" w:rsidP="005C7406">
            <w:pPr>
              <w:jc w:val="center"/>
            </w:pPr>
            <w:r>
              <w:t>127,6</w:t>
            </w:r>
          </w:p>
        </w:tc>
        <w:tc>
          <w:tcPr>
            <w:tcW w:w="1134" w:type="dxa"/>
          </w:tcPr>
          <w:p w:rsidR="005C7406" w:rsidRDefault="005C7406" w:rsidP="005C7406">
            <w:pPr>
              <w:jc w:val="center"/>
            </w:pPr>
            <w:r>
              <w:t>РФ</w:t>
            </w:r>
          </w:p>
          <w:p w:rsidR="005C7406" w:rsidRDefault="005C7406" w:rsidP="005C7406">
            <w:pPr>
              <w:jc w:val="center"/>
            </w:pPr>
          </w:p>
          <w:p w:rsidR="005C7406" w:rsidRDefault="005C7406" w:rsidP="005C7406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5C7406" w:rsidRPr="007C3AA5" w:rsidRDefault="005C7406" w:rsidP="00176801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5C7406" w:rsidRDefault="005C7406" w:rsidP="0017680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5C7406" w:rsidRDefault="005C7406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7406" w:rsidRDefault="005C7406" w:rsidP="00176801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5C7406" w:rsidRPr="00B75481" w:rsidRDefault="005C7406" w:rsidP="00176801">
            <w:pPr>
              <w:jc w:val="center"/>
            </w:pPr>
            <w:r>
              <w:t>-</w:t>
            </w:r>
          </w:p>
        </w:tc>
      </w:tr>
      <w:tr w:rsidR="005C7406" w:rsidTr="00E77065">
        <w:tc>
          <w:tcPr>
            <w:tcW w:w="1951" w:type="dxa"/>
            <w:vAlign w:val="center"/>
          </w:tcPr>
          <w:p w:rsidR="005C7406" w:rsidRDefault="005C7406" w:rsidP="00E77065">
            <w:r>
              <w:t>супруг</w:t>
            </w:r>
          </w:p>
        </w:tc>
        <w:tc>
          <w:tcPr>
            <w:tcW w:w="1418" w:type="dxa"/>
            <w:vAlign w:val="center"/>
          </w:tcPr>
          <w:p w:rsidR="005C7406" w:rsidRDefault="00FD54F1" w:rsidP="00176801">
            <w:pPr>
              <w:jc w:val="center"/>
            </w:pPr>
            <w:r>
              <w:t>371630,93</w:t>
            </w:r>
          </w:p>
        </w:tc>
        <w:tc>
          <w:tcPr>
            <w:tcW w:w="1559" w:type="dxa"/>
          </w:tcPr>
          <w:p w:rsidR="00E77065" w:rsidRDefault="00E77065" w:rsidP="00E77065">
            <w:pPr>
              <w:jc w:val="both"/>
            </w:pPr>
            <w:r>
              <w:t>жилой дом</w:t>
            </w:r>
          </w:p>
          <w:p w:rsidR="005C7406" w:rsidRPr="007C3AA5" w:rsidRDefault="00E77065" w:rsidP="00E77065">
            <w:pPr>
              <w:jc w:val="both"/>
            </w:pPr>
            <w:r>
              <w:t>(1/3 доля)</w:t>
            </w:r>
          </w:p>
        </w:tc>
        <w:tc>
          <w:tcPr>
            <w:tcW w:w="1134" w:type="dxa"/>
          </w:tcPr>
          <w:p w:rsidR="005C7406" w:rsidRDefault="00E77065" w:rsidP="005C7406">
            <w:pPr>
              <w:jc w:val="center"/>
            </w:pPr>
            <w:r>
              <w:t>127,6</w:t>
            </w:r>
          </w:p>
        </w:tc>
        <w:tc>
          <w:tcPr>
            <w:tcW w:w="1134" w:type="dxa"/>
          </w:tcPr>
          <w:p w:rsidR="005C7406" w:rsidRDefault="00E77065" w:rsidP="005C7406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5C7406" w:rsidRPr="00E77065" w:rsidRDefault="00E77065" w:rsidP="00176801">
            <w:pPr>
              <w:jc w:val="center"/>
            </w:pPr>
            <w:r>
              <w:rPr>
                <w:lang w:val="en-US"/>
              </w:rPr>
              <w:t>HONDA CR-V</w:t>
            </w:r>
          </w:p>
        </w:tc>
        <w:tc>
          <w:tcPr>
            <w:tcW w:w="1559" w:type="dxa"/>
            <w:vAlign w:val="center"/>
          </w:tcPr>
          <w:p w:rsidR="005C7406" w:rsidRDefault="00E77065" w:rsidP="0017680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5C7406" w:rsidRDefault="00E77065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7406" w:rsidRDefault="00E77065" w:rsidP="00176801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5C7406" w:rsidRDefault="00E77065" w:rsidP="00176801">
            <w:pPr>
              <w:jc w:val="center"/>
            </w:pPr>
            <w:r>
              <w:t>-</w:t>
            </w:r>
          </w:p>
        </w:tc>
      </w:tr>
      <w:tr w:rsidR="00E77065" w:rsidTr="00E77065">
        <w:tc>
          <w:tcPr>
            <w:tcW w:w="1951" w:type="dxa"/>
            <w:vAlign w:val="center"/>
          </w:tcPr>
          <w:p w:rsidR="00E77065" w:rsidRDefault="00E77065" w:rsidP="00E77065">
            <w:r>
              <w:t>дочь</w:t>
            </w:r>
          </w:p>
        </w:tc>
        <w:tc>
          <w:tcPr>
            <w:tcW w:w="1418" w:type="dxa"/>
            <w:vAlign w:val="center"/>
          </w:tcPr>
          <w:p w:rsidR="00E77065" w:rsidRDefault="00E77065" w:rsidP="00176801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E77065" w:rsidRDefault="00E77065" w:rsidP="00E77065">
            <w:pPr>
              <w:jc w:val="both"/>
            </w:pPr>
            <w:r>
              <w:t>жилой дом</w:t>
            </w:r>
          </w:p>
          <w:p w:rsidR="00E77065" w:rsidRDefault="00E77065" w:rsidP="00E77065">
            <w:pPr>
              <w:jc w:val="both"/>
            </w:pPr>
            <w:r>
              <w:t>(1/9 доля)</w:t>
            </w:r>
          </w:p>
        </w:tc>
        <w:tc>
          <w:tcPr>
            <w:tcW w:w="1134" w:type="dxa"/>
          </w:tcPr>
          <w:p w:rsidR="00E77065" w:rsidRDefault="00E77065" w:rsidP="005C7406">
            <w:pPr>
              <w:jc w:val="center"/>
            </w:pPr>
            <w:r>
              <w:t>127,6</w:t>
            </w:r>
          </w:p>
        </w:tc>
        <w:tc>
          <w:tcPr>
            <w:tcW w:w="1134" w:type="dxa"/>
          </w:tcPr>
          <w:p w:rsidR="00E77065" w:rsidRDefault="00E77065" w:rsidP="005C7406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Default="00E77065" w:rsidP="00176801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Default="00E77065" w:rsidP="0017680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E77065" w:rsidRDefault="00E77065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176801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E77065" w:rsidRDefault="00E77065" w:rsidP="00176801">
            <w:pPr>
              <w:jc w:val="center"/>
            </w:pPr>
            <w:r>
              <w:t>-</w:t>
            </w:r>
          </w:p>
        </w:tc>
      </w:tr>
      <w:tr w:rsidR="00E77065" w:rsidTr="00E77065">
        <w:tc>
          <w:tcPr>
            <w:tcW w:w="1951" w:type="dxa"/>
            <w:vAlign w:val="center"/>
          </w:tcPr>
          <w:p w:rsidR="00E77065" w:rsidRDefault="00E77065" w:rsidP="00E77065">
            <w:r>
              <w:t>сын</w:t>
            </w:r>
          </w:p>
        </w:tc>
        <w:tc>
          <w:tcPr>
            <w:tcW w:w="1418" w:type="dxa"/>
            <w:vAlign w:val="center"/>
          </w:tcPr>
          <w:p w:rsidR="00E77065" w:rsidRDefault="00E77065" w:rsidP="00176801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E77065" w:rsidRDefault="00E77065" w:rsidP="000256EB">
            <w:pPr>
              <w:jc w:val="both"/>
            </w:pPr>
            <w:r>
              <w:t>жилой дом</w:t>
            </w:r>
          </w:p>
          <w:p w:rsidR="00E77065" w:rsidRDefault="00E77065" w:rsidP="000256EB">
            <w:pPr>
              <w:jc w:val="both"/>
            </w:pPr>
            <w:r>
              <w:t>(1/9 доля)</w:t>
            </w:r>
          </w:p>
        </w:tc>
        <w:tc>
          <w:tcPr>
            <w:tcW w:w="1134" w:type="dxa"/>
          </w:tcPr>
          <w:p w:rsidR="00E77065" w:rsidRDefault="00E77065" w:rsidP="000256EB">
            <w:pPr>
              <w:jc w:val="center"/>
            </w:pPr>
            <w:r>
              <w:t>127,6</w:t>
            </w:r>
          </w:p>
        </w:tc>
        <w:tc>
          <w:tcPr>
            <w:tcW w:w="1134" w:type="dxa"/>
          </w:tcPr>
          <w:p w:rsidR="00E77065" w:rsidRDefault="00E77065" w:rsidP="000256EB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Default="00E77065" w:rsidP="000256EB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Default="00E77065" w:rsidP="000256EB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E77065" w:rsidRDefault="00E77065" w:rsidP="000256EB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0256EB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E77065" w:rsidRDefault="00E77065" w:rsidP="000256EB">
            <w:pPr>
              <w:jc w:val="center"/>
            </w:pPr>
            <w:r>
              <w:t>-</w:t>
            </w:r>
          </w:p>
        </w:tc>
      </w:tr>
      <w:tr w:rsidR="00E77065" w:rsidTr="001A6E0F">
        <w:tc>
          <w:tcPr>
            <w:tcW w:w="1951" w:type="dxa"/>
            <w:vAlign w:val="center"/>
          </w:tcPr>
          <w:p w:rsidR="00E77065" w:rsidRDefault="00E77065" w:rsidP="00E77065">
            <w:r>
              <w:t>Косякова</w:t>
            </w:r>
          </w:p>
          <w:p w:rsidR="00E77065" w:rsidRDefault="00E77065" w:rsidP="00E77065">
            <w:r>
              <w:t xml:space="preserve">Оксана </w:t>
            </w:r>
          </w:p>
          <w:p w:rsidR="00E77065" w:rsidRDefault="00E77065" w:rsidP="00E77065">
            <w:r>
              <w:t>Владимировна</w:t>
            </w:r>
          </w:p>
        </w:tc>
        <w:tc>
          <w:tcPr>
            <w:tcW w:w="1418" w:type="dxa"/>
            <w:vAlign w:val="center"/>
          </w:tcPr>
          <w:p w:rsidR="00E77065" w:rsidRDefault="00A02A28" w:rsidP="00176801">
            <w:pPr>
              <w:jc w:val="center"/>
            </w:pPr>
            <w:r>
              <w:t>859633,52</w:t>
            </w:r>
          </w:p>
        </w:tc>
        <w:tc>
          <w:tcPr>
            <w:tcW w:w="1559" w:type="dxa"/>
            <w:vAlign w:val="center"/>
          </w:tcPr>
          <w:p w:rsidR="00E77065" w:rsidRDefault="00E77065" w:rsidP="001A6E0F">
            <w:r>
              <w:t>квартира</w:t>
            </w:r>
          </w:p>
          <w:p w:rsidR="00E77065" w:rsidRDefault="00E77065" w:rsidP="001A6E0F">
            <w:r>
              <w:t>(1/3 доля)</w:t>
            </w:r>
          </w:p>
        </w:tc>
        <w:tc>
          <w:tcPr>
            <w:tcW w:w="1134" w:type="dxa"/>
            <w:vAlign w:val="center"/>
          </w:tcPr>
          <w:p w:rsidR="00E77065" w:rsidRDefault="00E77065" w:rsidP="001A6E0F">
            <w:pPr>
              <w:jc w:val="center"/>
            </w:pPr>
            <w:r>
              <w:t>63,8</w:t>
            </w:r>
          </w:p>
        </w:tc>
        <w:tc>
          <w:tcPr>
            <w:tcW w:w="1134" w:type="dxa"/>
            <w:vAlign w:val="center"/>
          </w:tcPr>
          <w:p w:rsidR="00E77065" w:rsidRDefault="00E77065" w:rsidP="001A6E0F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Pr="00E77065" w:rsidRDefault="001A6E0F" w:rsidP="000256EB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Default="001A6E0F" w:rsidP="000256EB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E77065" w:rsidRDefault="001A6E0F" w:rsidP="000256EB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1A6E0F" w:rsidP="000256EB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E77065" w:rsidRDefault="001A6E0F" w:rsidP="000256EB">
            <w:pPr>
              <w:jc w:val="center"/>
            </w:pPr>
            <w:r>
              <w:t>-</w:t>
            </w:r>
          </w:p>
        </w:tc>
      </w:tr>
      <w:tr w:rsidR="00E77065" w:rsidTr="00E77065">
        <w:tc>
          <w:tcPr>
            <w:tcW w:w="1951" w:type="dxa"/>
            <w:vAlign w:val="center"/>
          </w:tcPr>
          <w:p w:rsidR="00E77065" w:rsidRDefault="00E77065" w:rsidP="00E77065">
            <w:r>
              <w:t>супруг</w:t>
            </w:r>
          </w:p>
        </w:tc>
        <w:tc>
          <w:tcPr>
            <w:tcW w:w="1418" w:type="dxa"/>
            <w:vAlign w:val="center"/>
          </w:tcPr>
          <w:p w:rsidR="00E77065" w:rsidRDefault="000E11B7" w:rsidP="000256EB">
            <w:pPr>
              <w:jc w:val="center"/>
            </w:pPr>
            <w:r>
              <w:t>235509,75</w:t>
            </w:r>
          </w:p>
        </w:tc>
        <w:tc>
          <w:tcPr>
            <w:tcW w:w="1559" w:type="dxa"/>
          </w:tcPr>
          <w:p w:rsidR="00E77065" w:rsidRDefault="00E77065" w:rsidP="000256EB">
            <w:pPr>
              <w:jc w:val="both"/>
            </w:pPr>
            <w:r>
              <w:t xml:space="preserve">земельный </w:t>
            </w:r>
            <w:r>
              <w:lastRenderedPageBreak/>
              <w:t>участок</w:t>
            </w:r>
          </w:p>
          <w:p w:rsidR="00E77065" w:rsidRDefault="00E77065" w:rsidP="000256EB">
            <w:pPr>
              <w:jc w:val="both"/>
            </w:pPr>
            <w:r>
              <w:t>квартира</w:t>
            </w:r>
          </w:p>
          <w:p w:rsidR="00E77065" w:rsidRDefault="00E77065" w:rsidP="000256EB">
            <w:pPr>
              <w:jc w:val="both"/>
            </w:pPr>
            <w:r>
              <w:t>(1/3 доля)</w:t>
            </w:r>
          </w:p>
        </w:tc>
        <w:tc>
          <w:tcPr>
            <w:tcW w:w="1134" w:type="dxa"/>
          </w:tcPr>
          <w:p w:rsidR="00E77065" w:rsidRDefault="00E77065" w:rsidP="000256EB">
            <w:pPr>
              <w:jc w:val="center"/>
            </w:pPr>
            <w:r>
              <w:lastRenderedPageBreak/>
              <w:t>2000,0</w:t>
            </w:r>
          </w:p>
          <w:p w:rsidR="00E77065" w:rsidRDefault="00E77065" w:rsidP="000256EB">
            <w:pPr>
              <w:jc w:val="center"/>
            </w:pPr>
          </w:p>
          <w:p w:rsidR="00E77065" w:rsidRDefault="00E77065" w:rsidP="000256EB">
            <w:pPr>
              <w:jc w:val="center"/>
            </w:pPr>
            <w:r>
              <w:t>63,8</w:t>
            </w:r>
          </w:p>
        </w:tc>
        <w:tc>
          <w:tcPr>
            <w:tcW w:w="1134" w:type="dxa"/>
          </w:tcPr>
          <w:p w:rsidR="00E77065" w:rsidRDefault="00E77065" w:rsidP="000256EB">
            <w:pPr>
              <w:jc w:val="center"/>
            </w:pPr>
            <w:r>
              <w:lastRenderedPageBreak/>
              <w:t>РФ</w:t>
            </w:r>
          </w:p>
          <w:p w:rsidR="00E77065" w:rsidRDefault="00E77065" w:rsidP="000256EB">
            <w:pPr>
              <w:jc w:val="center"/>
            </w:pPr>
          </w:p>
          <w:p w:rsidR="00E77065" w:rsidRDefault="00E77065" w:rsidP="000256EB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9C5D09" w:rsidRPr="009C5D09" w:rsidRDefault="009C5D09" w:rsidP="009C5D09">
            <w:pPr>
              <w:jc w:val="center"/>
              <w:rPr>
                <w:lang w:val="en-US"/>
              </w:rPr>
            </w:pPr>
            <w:r w:rsidRPr="009C5D09">
              <w:rPr>
                <w:lang w:val="en-US"/>
              </w:rPr>
              <w:lastRenderedPageBreak/>
              <w:t xml:space="preserve">1) </w:t>
            </w:r>
            <w:r w:rsidR="00E77065">
              <w:t>ВАЗ</w:t>
            </w:r>
            <w:r w:rsidR="00E77065" w:rsidRPr="009C5D09">
              <w:rPr>
                <w:lang w:val="en-US"/>
              </w:rPr>
              <w:t xml:space="preserve"> </w:t>
            </w:r>
            <w:r w:rsidR="00E77065">
              <w:rPr>
                <w:lang w:val="en-US"/>
              </w:rPr>
              <w:t>LADA</w:t>
            </w:r>
            <w:r w:rsidRPr="009C5D09">
              <w:rPr>
                <w:lang w:val="en-US"/>
              </w:rPr>
              <w:t xml:space="preserve"> </w:t>
            </w:r>
          </w:p>
          <w:p w:rsidR="009C5D09" w:rsidRPr="009C5D09" w:rsidRDefault="009C5D09" w:rsidP="009C5D09">
            <w:pPr>
              <w:jc w:val="center"/>
              <w:rPr>
                <w:lang w:val="en-US"/>
              </w:rPr>
            </w:pPr>
            <w:r w:rsidRPr="009C5D09">
              <w:rPr>
                <w:lang w:val="en-US"/>
              </w:rPr>
              <w:lastRenderedPageBreak/>
              <w:t xml:space="preserve">2) </w:t>
            </w:r>
            <w:r>
              <w:rPr>
                <w:lang w:val="en-US"/>
              </w:rPr>
              <w:t>TOYOTA</w:t>
            </w:r>
            <w:r>
              <w:t xml:space="preserve"> </w:t>
            </w:r>
            <w:r w:rsidRPr="00656B82">
              <w:rPr>
                <w:lang w:val="en-US"/>
              </w:rPr>
              <w:t>Fielder</w:t>
            </w:r>
          </w:p>
          <w:p w:rsidR="009C5D09" w:rsidRPr="009C5D09" w:rsidRDefault="009C5D09" w:rsidP="009C5D09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E77065" w:rsidRDefault="00E77065" w:rsidP="000256EB">
            <w:pPr>
              <w:jc w:val="center"/>
            </w:pPr>
            <w: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E77065" w:rsidRDefault="00E77065" w:rsidP="000256EB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0256EB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E77065" w:rsidRDefault="00E77065" w:rsidP="000256EB">
            <w:pPr>
              <w:jc w:val="center"/>
            </w:pPr>
            <w:r>
              <w:t>-</w:t>
            </w:r>
          </w:p>
        </w:tc>
      </w:tr>
      <w:tr w:rsidR="00E77065" w:rsidTr="001A6E0F">
        <w:tc>
          <w:tcPr>
            <w:tcW w:w="1951" w:type="dxa"/>
            <w:vAlign w:val="center"/>
          </w:tcPr>
          <w:p w:rsidR="00E77065" w:rsidRPr="007C3AA5" w:rsidRDefault="00E77065" w:rsidP="008C4EEA">
            <w:r w:rsidRPr="007C3AA5">
              <w:lastRenderedPageBreak/>
              <w:t>Кривошеев Игорь Витальевич</w:t>
            </w:r>
          </w:p>
        </w:tc>
        <w:tc>
          <w:tcPr>
            <w:tcW w:w="1418" w:type="dxa"/>
            <w:vAlign w:val="center"/>
          </w:tcPr>
          <w:p w:rsidR="00E77065" w:rsidRPr="007C3AA5" w:rsidRDefault="00784F6D" w:rsidP="00176801">
            <w:pPr>
              <w:jc w:val="center"/>
            </w:pPr>
            <w:r>
              <w:t>956140,50</w:t>
            </w:r>
          </w:p>
        </w:tc>
        <w:tc>
          <w:tcPr>
            <w:tcW w:w="1559" w:type="dxa"/>
          </w:tcPr>
          <w:p w:rsidR="00E77065" w:rsidRPr="007C3AA5" w:rsidRDefault="00E77065" w:rsidP="00176801">
            <w:r w:rsidRPr="007C3AA5">
              <w:t>земельный участок</w:t>
            </w:r>
          </w:p>
          <w:p w:rsidR="00E77065" w:rsidRDefault="00E77065" w:rsidP="00176801">
            <w:r w:rsidRPr="007C3AA5">
              <w:t>квартира</w:t>
            </w:r>
            <w:r>
              <w:t xml:space="preserve"> (1/4 доля)</w:t>
            </w:r>
          </w:p>
          <w:p w:rsidR="001A6E0F" w:rsidRPr="00AD207C" w:rsidRDefault="001A6E0F" w:rsidP="00176801">
            <w:r>
              <w:t>квартира (совместная)</w:t>
            </w:r>
          </w:p>
        </w:tc>
        <w:tc>
          <w:tcPr>
            <w:tcW w:w="1134" w:type="dxa"/>
          </w:tcPr>
          <w:p w:rsidR="00E77065" w:rsidRPr="007C3AA5" w:rsidRDefault="00E77065" w:rsidP="008C4EEA">
            <w:pPr>
              <w:jc w:val="center"/>
            </w:pPr>
            <w:r w:rsidRPr="007C3AA5">
              <w:t>1700</w:t>
            </w:r>
            <w:r>
              <w:t>,0</w:t>
            </w:r>
          </w:p>
          <w:p w:rsidR="00E77065" w:rsidRPr="007C3AA5" w:rsidRDefault="00E77065" w:rsidP="00176801"/>
          <w:p w:rsidR="00E77065" w:rsidRDefault="00E77065" w:rsidP="008C4EEA">
            <w:pPr>
              <w:jc w:val="center"/>
            </w:pPr>
            <w:r w:rsidRPr="007C3AA5">
              <w:t>68,4</w:t>
            </w:r>
          </w:p>
          <w:p w:rsidR="001A6E0F" w:rsidRDefault="001A6E0F" w:rsidP="008C4EEA">
            <w:pPr>
              <w:jc w:val="center"/>
            </w:pPr>
          </w:p>
          <w:p w:rsidR="001A6E0F" w:rsidRPr="007C3AA5" w:rsidRDefault="001A6E0F" w:rsidP="008C4EEA">
            <w:pPr>
              <w:jc w:val="center"/>
            </w:pPr>
            <w:r>
              <w:t>67,4</w:t>
            </w:r>
          </w:p>
          <w:p w:rsidR="00E77065" w:rsidRPr="007C3AA5" w:rsidRDefault="00E77065" w:rsidP="00176801"/>
        </w:tc>
        <w:tc>
          <w:tcPr>
            <w:tcW w:w="1134" w:type="dxa"/>
          </w:tcPr>
          <w:p w:rsidR="00E77065" w:rsidRPr="007C3AA5" w:rsidRDefault="00E77065" w:rsidP="008C4EEA">
            <w:pPr>
              <w:jc w:val="center"/>
            </w:pPr>
            <w:r w:rsidRPr="007C3AA5">
              <w:t>РФ</w:t>
            </w:r>
          </w:p>
          <w:p w:rsidR="00E77065" w:rsidRPr="007C3AA5" w:rsidRDefault="00E77065" w:rsidP="00176801"/>
          <w:p w:rsidR="00E77065" w:rsidRDefault="00E77065" w:rsidP="008C4EEA">
            <w:pPr>
              <w:jc w:val="center"/>
            </w:pPr>
            <w:r w:rsidRPr="007C3AA5">
              <w:t>РФ</w:t>
            </w:r>
          </w:p>
          <w:p w:rsidR="001A6E0F" w:rsidRDefault="001A6E0F" w:rsidP="008C4EEA">
            <w:pPr>
              <w:jc w:val="center"/>
            </w:pPr>
          </w:p>
          <w:p w:rsidR="001A6E0F" w:rsidRPr="007C3AA5" w:rsidRDefault="001A6E0F" w:rsidP="008C4EEA">
            <w:pPr>
              <w:jc w:val="center"/>
            </w:pPr>
            <w:r>
              <w:t>РФ</w:t>
            </w:r>
          </w:p>
          <w:p w:rsidR="00E77065" w:rsidRPr="007C3AA5" w:rsidRDefault="00E77065" w:rsidP="00176801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77065" w:rsidRDefault="00E77065" w:rsidP="00176801">
            <w:r w:rsidRPr="007C3AA5">
              <w:t>1)</w:t>
            </w:r>
            <w:r w:rsidRPr="00176801">
              <w:t xml:space="preserve"> </w:t>
            </w:r>
            <w:r>
              <w:rPr>
                <w:lang w:val="en-US"/>
              </w:rPr>
              <w:t>TOYOTA</w:t>
            </w:r>
            <w:r w:rsidRPr="007C3AA5">
              <w:t xml:space="preserve"> </w:t>
            </w:r>
            <w:r w:rsidRPr="007C3AA5">
              <w:rPr>
                <w:lang w:val="en-US"/>
              </w:rPr>
              <w:t>Gaia</w:t>
            </w:r>
          </w:p>
          <w:p w:rsidR="00E77065" w:rsidRPr="00176801" w:rsidRDefault="00E77065" w:rsidP="00176801">
            <w:r>
              <w:t xml:space="preserve">2)Трактор колесный </w:t>
            </w:r>
            <w:r>
              <w:rPr>
                <w:lang w:val="en-US"/>
              </w:rPr>
              <w:t>FOTON</w:t>
            </w:r>
          </w:p>
          <w:p w:rsidR="00E77065" w:rsidRPr="00AD207C" w:rsidRDefault="00E77065" w:rsidP="00176801">
            <w:r>
              <w:t>ТЕ 244</w:t>
            </w:r>
          </w:p>
        </w:tc>
        <w:tc>
          <w:tcPr>
            <w:tcW w:w="1559" w:type="dxa"/>
            <w:vAlign w:val="center"/>
          </w:tcPr>
          <w:p w:rsidR="00E77065" w:rsidRPr="007C3AA5" w:rsidRDefault="00E77065" w:rsidP="00176801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E77065" w:rsidRPr="007C3AA5" w:rsidRDefault="00E77065" w:rsidP="00176801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E77065" w:rsidRPr="007C3AA5" w:rsidRDefault="00E77065" w:rsidP="00176801">
            <w:pPr>
              <w:jc w:val="center"/>
            </w:pPr>
            <w:r w:rsidRPr="007C3AA5">
              <w:t>-</w:t>
            </w:r>
          </w:p>
        </w:tc>
        <w:tc>
          <w:tcPr>
            <w:tcW w:w="2409" w:type="dxa"/>
          </w:tcPr>
          <w:p w:rsidR="001A6E0F" w:rsidRDefault="001A6E0F" w:rsidP="001A6E0F"/>
          <w:p w:rsidR="001A6E0F" w:rsidRDefault="001A6E0F" w:rsidP="001A6E0F"/>
          <w:p w:rsidR="001A6E0F" w:rsidRDefault="001A6E0F" w:rsidP="001A6E0F"/>
          <w:p w:rsidR="001A6E0F" w:rsidRDefault="001A6E0F" w:rsidP="001A6E0F"/>
          <w:p w:rsidR="00E77065" w:rsidRPr="00B75481" w:rsidRDefault="001A6E0F" w:rsidP="001A6E0F">
            <w:r>
              <w:t>ипотечное кредитование</w:t>
            </w:r>
          </w:p>
        </w:tc>
      </w:tr>
      <w:tr w:rsidR="00E77065" w:rsidTr="008C4EEA">
        <w:tc>
          <w:tcPr>
            <w:tcW w:w="1951" w:type="dxa"/>
            <w:vAlign w:val="center"/>
          </w:tcPr>
          <w:p w:rsidR="00E77065" w:rsidRPr="007C3AA5" w:rsidRDefault="00E77065" w:rsidP="008C4EEA">
            <w:r w:rsidRPr="007C3AA5">
              <w:t>супруга</w:t>
            </w:r>
          </w:p>
        </w:tc>
        <w:tc>
          <w:tcPr>
            <w:tcW w:w="1418" w:type="dxa"/>
            <w:vAlign w:val="center"/>
          </w:tcPr>
          <w:p w:rsidR="00E77065" w:rsidRPr="001A6E0F" w:rsidRDefault="001C1C88" w:rsidP="00176801">
            <w:pPr>
              <w:jc w:val="center"/>
            </w:pPr>
            <w:r>
              <w:t>771232,03</w:t>
            </w:r>
          </w:p>
        </w:tc>
        <w:tc>
          <w:tcPr>
            <w:tcW w:w="1559" w:type="dxa"/>
            <w:vAlign w:val="center"/>
          </w:tcPr>
          <w:p w:rsidR="00E77065" w:rsidRDefault="00E77065" w:rsidP="00983D62">
            <w:r>
              <w:t xml:space="preserve"> </w:t>
            </w:r>
            <w:r w:rsidRPr="007C3AA5">
              <w:t>квартира</w:t>
            </w:r>
            <w:r>
              <w:t xml:space="preserve"> (1/4 доля)</w:t>
            </w:r>
          </w:p>
          <w:p w:rsidR="001A6E0F" w:rsidRPr="007C3AA5" w:rsidRDefault="001A6E0F" w:rsidP="00983D62">
            <w:r>
              <w:t>квартира (совместная)</w:t>
            </w:r>
          </w:p>
        </w:tc>
        <w:tc>
          <w:tcPr>
            <w:tcW w:w="1134" w:type="dxa"/>
            <w:vAlign w:val="center"/>
          </w:tcPr>
          <w:p w:rsidR="00E77065" w:rsidRDefault="00E77065" w:rsidP="00176801">
            <w:pPr>
              <w:jc w:val="center"/>
            </w:pPr>
            <w:r w:rsidRPr="007C3AA5">
              <w:t>68,4</w:t>
            </w:r>
          </w:p>
          <w:p w:rsidR="001A6E0F" w:rsidRDefault="001A6E0F" w:rsidP="00176801">
            <w:pPr>
              <w:jc w:val="center"/>
            </w:pPr>
          </w:p>
          <w:p w:rsidR="001A6E0F" w:rsidRPr="007C3AA5" w:rsidRDefault="001A6E0F" w:rsidP="00176801">
            <w:pPr>
              <w:jc w:val="center"/>
            </w:pPr>
            <w:r>
              <w:t>67,4</w:t>
            </w:r>
          </w:p>
        </w:tc>
        <w:tc>
          <w:tcPr>
            <w:tcW w:w="1134" w:type="dxa"/>
            <w:vAlign w:val="center"/>
          </w:tcPr>
          <w:p w:rsidR="00E77065" w:rsidRDefault="00E77065" w:rsidP="00176801">
            <w:pPr>
              <w:jc w:val="center"/>
            </w:pPr>
            <w:r w:rsidRPr="007C3AA5">
              <w:t>РФ</w:t>
            </w:r>
          </w:p>
          <w:p w:rsidR="001A6E0F" w:rsidRDefault="001A6E0F" w:rsidP="00176801">
            <w:pPr>
              <w:jc w:val="center"/>
            </w:pPr>
          </w:p>
          <w:p w:rsidR="001A6E0F" w:rsidRPr="007C3AA5" w:rsidRDefault="001A6E0F" w:rsidP="00176801">
            <w:pPr>
              <w:jc w:val="center"/>
            </w:pPr>
            <w:r>
              <w:t xml:space="preserve">РФ </w:t>
            </w:r>
          </w:p>
        </w:tc>
        <w:tc>
          <w:tcPr>
            <w:tcW w:w="1843" w:type="dxa"/>
            <w:vAlign w:val="center"/>
          </w:tcPr>
          <w:p w:rsidR="00E77065" w:rsidRPr="007C3AA5" w:rsidRDefault="00E77065" w:rsidP="00176801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E77065" w:rsidRPr="007C3AA5" w:rsidRDefault="00E77065" w:rsidP="00176801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E77065" w:rsidRPr="007C3AA5" w:rsidRDefault="00E77065" w:rsidP="00176801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E77065" w:rsidRPr="007C3AA5" w:rsidRDefault="00E77065" w:rsidP="00176801">
            <w:pPr>
              <w:jc w:val="center"/>
            </w:pPr>
            <w:r w:rsidRPr="007C3AA5">
              <w:t>-</w:t>
            </w:r>
          </w:p>
        </w:tc>
        <w:tc>
          <w:tcPr>
            <w:tcW w:w="2409" w:type="dxa"/>
            <w:vAlign w:val="center"/>
          </w:tcPr>
          <w:p w:rsidR="00E77065" w:rsidRPr="007C3AA5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77065" w:rsidTr="008462C6">
        <w:tc>
          <w:tcPr>
            <w:tcW w:w="1951" w:type="dxa"/>
            <w:vAlign w:val="center"/>
          </w:tcPr>
          <w:p w:rsidR="00E77065" w:rsidRDefault="00E77065" w:rsidP="00176801">
            <w:r w:rsidRPr="00FF3765">
              <w:t xml:space="preserve">Ланская </w:t>
            </w:r>
          </w:p>
          <w:p w:rsidR="00E77065" w:rsidRPr="001F386D" w:rsidRDefault="00E77065" w:rsidP="00176801">
            <w:pPr>
              <w:rPr>
                <w:color w:val="FF0000"/>
              </w:rPr>
            </w:pPr>
            <w:r w:rsidRPr="00FF3765">
              <w:t>Ирина Анатольевна</w:t>
            </w:r>
          </w:p>
        </w:tc>
        <w:tc>
          <w:tcPr>
            <w:tcW w:w="1418" w:type="dxa"/>
            <w:vAlign w:val="center"/>
          </w:tcPr>
          <w:p w:rsidR="00E77065" w:rsidRPr="007F1800" w:rsidRDefault="007B711B" w:rsidP="00176801">
            <w:pPr>
              <w:jc w:val="center"/>
            </w:pPr>
            <w:r>
              <w:t>551969,93</w:t>
            </w:r>
          </w:p>
        </w:tc>
        <w:tc>
          <w:tcPr>
            <w:tcW w:w="1559" w:type="dxa"/>
          </w:tcPr>
          <w:p w:rsidR="00E77065" w:rsidRDefault="001A6E0F" w:rsidP="001A6E0F">
            <w:r>
              <w:t>земельный участок</w:t>
            </w:r>
          </w:p>
          <w:p w:rsidR="008462C6" w:rsidRDefault="008462C6" w:rsidP="001A6E0F">
            <w:r>
              <w:t>(1/2 доля)</w:t>
            </w:r>
          </w:p>
          <w:p w:rsidR="008462C6" w:rsidRDefault="008462C6" w:rsidP="001A6E0F">
            <w:r>
              <w:t>жилой дом (1/2 доля)</w:t>
            </w:r>
          </w:p>
          <w:p w:rsidR="008462C6" w:rsidRPr="007F1800" w:rsidRDefault="008462C6" w:rsidP="001A6E0F">
            <w:r>
              <w:t>квартира</w:t>
            </w:r>
          </w:p>
        </w:tc>
        <w:tc>
          <w:tcPr>
            <w:tcW w:w="1134" w:type="dxa"/>
          </w:tcPr>
          <w:p w:rsidR="00E77065" w:rsidRDefault="008462C6" w:rsidP="001A6E0F">
            <w:pPr>
              <w:jc w:val="center"/>
            </w:pPr>
            <w:r>
              <w:t>2475,0</w:t>
            </w:r>
          </w:p>
          <w:p w:rsidR="008462C6" w:rsidRDefault="008462C6" w:rsidP="001A6E0F">
            <w:pPr>
              <w:jc w:val="center"/>
            </w:pPr>
          </w:p>
          <w:p w:rsidR="008462C6" w:rsidRDefault="008462C6" w:rsidP="001A6E0F">
            <w:pPr>
              <w:jc w:val="center"/>
            </w:pPr>
          </w:p>
          <w:p w:rsidR="008462C6" w:rsidRDefault="008462C6" w:rsidP="001A6E0F">
            <w:pPr>
              <w:jc w:val="center"/>
            </w:pPr>
            <w:r>
              <w:t>55,9</w:t>
            </w:r>
          </w:p>
          <w:p w:rsidR="008462C6" w:rsidRDefault="008462C6" w:rsidP="001A6E0F">
            <w:pPr>
              <w:jc w:val="center"/>
            </w:pPr>
          </w:p>
          <w:p w:rsidR="008462C6" w:rsidRPr="007F1800" w:rsidRDefault="008462C6" w:rsidP="001A6E0F">
            <w:pPr>
              <w:jc w:val="center"/>
            </w:pPr>
            <w:r>
              <w:t>64,5</w:t>
            </w:r>
          </w:p>
        </w:tc>
        <w:tc>
          <w:tcPr>
            <w:tcW w:w="1134" w:type="dxa"/>
          </w:tcPr>
          <w:p w:rsidR="00E77065" w:rsidRDefault="008462C6" w:rsidP="001A6E0F">
            <w:pPr>
              <w:jc w:val="center"/>
            </w:pPr>
            <w:r>
              <w:t>РФ</w:t>
            </w:r>
          </w:p>
          <w:p w:rsidR="008462C6" w:rsidRDefault="008462C6" w:rsidP="001A6E0F">
            <w:pPr>
              <w:jc w:val="center"/>
            </w:pPr>
          </w:p>
          <w:p w:rsidR="008462C6" w:rsidRDefault="008462C6" w:rsidP="001A6E0F">
            <w:pPr>
              <w:jc w:val="center"/>
            </w:pPr>
          </w:p>
          <w:p w:rsidR="008462C6" w:rsidRDefault="008462C6" w:rsidP="001A6E0F">
            <w:pPr>
              <w:jc w:val="center"/>
            </w:pPr>
            <w:r>
              <w:t>РФ</w:t>
            </w:r>
          </w:p>
          <w:p w:rsidR="008462C6" w:rsidRDefault="008462C6" w:rsidP="001A6E0F">
            <w:pPr>
              <w:jc w:val="center"/>
            </w:pPr>
          </w:p>
          <w:p w:rsidR="008462C6" w:rsidRPr="007F1800" w:rsidRDefault="008462C6" w:rsidP="001A6E0F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Pr="007F1800" w:rsidRDefault="00E77065" w:rsidP="00176801">
            <w:pPr>
              <w:jc w:val="center"/>
            </w:pPr>
            <w:r w:rsidRPr="007F1800">
              <w:t>-</w:t>
            </w:r>
          </w:p>
        </w:tc>
        <w:tc>
          <w:tcPr>
            <w:tcW w:w="1559" w:type="dxa"/>
            <w:vAlign w:val="center"/>
          </w:tcPr>
          <w:p w:rsidR="00E77065" w:rsidRPr="007F1800" w:rsidRDefault="008462C6" w:rsidP="0017680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E77065" w:rsidRPr="007F1800" w:rsidRDefault="008462C6" w:rsidP="0017680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Pr="007F1800" w:rsidRDefault="008462C6" w:rsidP="00176801">
            <w:pPr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E77065" w:rsidRDefault="00E77065" w:rsidP="008462C6"/>
          <w:p w:rsidR="008462C6" w:rsidRDefault="008462C6" w:rsidP="008462C6"/>
          <w:p w:rsidR="008462C6" w:rsidRDefault="008462C6" w:rsidP="008462C6"/>
          <w:p w:rsidR="008462C6" w:rsidRDefault="008462C6" w:rsidP="008462C6"/>
          <w:p w:rsidR="008462C6" w:rsidRPr="007F1800" w:rsidRDefault="008462C6" w:rsidP="008462C6">
            <w:r>
              <w:t>ипотечное кредитование</w:t>
            </w:r>
          </w:p>
        </w:tc>
      </w:tr>
      <w:tr w:rsidR="00E77065" w:rsidTr="006A3282">
        <w:tc>
          <w:tcPr>
            <w:tcW w:w="1951" w:type="dxa"/>
            <w:vAlign w:val="center"/>
          </w:tcPr>
          <w:p w:rsidR="00E77065" w:rsidRPr="00C55580" w:rsidRDefault="00E77065" w:rsidP="006A3282">
            <w:r w:rsidRPr="00C55580">
              <w:t>Литвинцев Станислав Юрьевич</w:t>
            </w:r>
          </w:p>
        </w:tc>
        <w:tc>
          <w:tcPr>
            <w:tcW w:w="1418" w:type="dxa"/>
            <w:vAlign w:val="center"/>
          </w:tcPr>
          <w:p w:rsidR="00E77065" w:rsidRPr="00790B7F" w:rsidRDefault="005B14B0" w:rsidP="006A3282">
            <w:pPr>
              <w:jc w:val="center"/>
              <w:rPr>
                <w:lang w:val="en-US"/>
              </w:rPr>
            </w:pPr>
            <w:r>
              <w:t>1109604,37</w:t>
            </w:r>
          </w:p>
        </w:tc>
        <w:tc>
          <w:tcPr>
            <w:tcW w:w="1559" w:type="dxa"/>
          </w:tcPr>
          <w:p w:rsidR="00E77065" w:rsidRPr="00790B7F" w:rsidRDefault="00E77065" w:rsidP="006A3282">
            <w:r w:rsidRPr="00790B7F">
              <w:t>земельный участок</w:t>
            </w:r>
          </w:p>
          <w:p w:rsidR="00E77065" w:rsidRPr="00790B7F" w:rsidRDefault="00E77065" w:rsidP="006A3282">
            <w:r w:rsidRPr="00790B7F">
              <w:t>земельный участок</w:t>
            </w:r>
          </w:p>
          <w:p w:rsidR="00E77065" w:rsidRPr="00790B7F" w:rsidRDefault="00E77065" w:rsidP="006A3282">
            <w:r w:rsidRPr="00790B7F">
              <w:t>квартира</w:t>
            </w:r>
            <w:r>
              <w:t xml:space="preserve"> (1/2 доля)</w:t>
            </w:r>
          </w:p>
          <w:p w:rsidR="00E77065" w:rsidRPr="00790B7F" w:rsidRDefault="00E77065" w:rsidP="006A3282">
            <w:r>
              <w:t>жилой дом</w:t>
            </w:r>
          </w:p>
        </w:tc>
        <w:tc>
          <w:tcPr>
            <w:tcW w:w="1134" w:type="dxa"/>
          </w:tcPr>
          <w:p w:rsidR="00E77065" w:rsidRPr="00790B7F" w:rsidRDefault="00E77065" w:rsidP="006A3282">
            <w:pPr>
              <w:jc w:val="center"/>
            </w:pPr>
            <w:r w:rsidRPr="00790B7F">
              <w:t>1500</w:t>
            </w:r>
            <w:r>
              <w:t>,0</w:t>
            </w:r>
          </w:p>
          <w:p w:rsidR="00E77065" w:rsidRPr="00790B7F" w:rsidRDefault="00E77065" w:rsidP="006A3282"/>
          <w:p w:rsidR="00E77065" w:rsidRPr="00790B7F" w:rsidRDefault="00E77065" w:rsidP="006A3282">
            <w:pPr>
              <w:jc w:val="center"/>
            </w:pPr>
            <w:r w:rsidRPr="00790B7F">
              <w:t>1500</w:t>
            </w:r>
            <w:r>
              <w:t>,0</w:t>
            </w:r>
          </w:p>
          <w:p w:rsidR="00E77065" w:rsidRPr="00790B7F" w:rsidRDefault="00E77065" w:rsidP="006A3282"/>
          <w:p w:rsidR="00E77065" w:rsidRPr="00790B7F" w:rsidRDefault="00E77065" w:rsidP="006A3282">
            <w:pPr>
              <w:jc w:val="center"/>
            </w:pPr>
            <w:r w:rsidRPr="00790B7F">
              <w:t>52</w:t>
            </w:r>
            <w:r>
              <w:t>,0</w:t>
            </w:r>
          </w:p>
          <w:p w:rsidR="00E77065" w:rsidRDefault="00E77065" w:rsidP="006A3282"/>
          <w:p w:rsidR="00E77065" w:rsidRPr="00790B7F" w:rsidRDefault="00E77065" w:rsidP="006A3282">
            <w:pPr>
              <w:jc w:val="center"/>
            </w:pPr>
            <w:r w:rsidRPr="00790B7F">
              <w:t>47</w:t>
            </w:r>
            <w:r>
              <w:t>,0</w:t>
            </w:r>
          </w:p>
        </w:tc>
        <w:tc>
          <w:tcPr>
            <w:tcW w:w="1134" w:type="dxa"/>
          </w:tcPr>
          <w:p w:rsidR="00E77065" w:rsidRPr="00790B7F" w:rsidRDefault="00E77065" w:rsidP="006A3282">
            <w:pPr>
              <w:jc w:val="center"/>
            </w:pPr>
            <w:r w:rsidRPr="00790B7F">
              <w:t>РФ</w:t>
            </w:r>
          </w:p>
          <w:p w:rsidR="00E77065" w:rsidRPr="00790B7F" w:rsidRDefault="00E77065" w:rsidP="006A3282"/>
          <w:p w:rsidR="00E77065" w:rsidRPr="00790B7F" w:rsidRDefault="00E77065" w:rsidP="006A3282">
            <w:pPr>
              <w:jc w:val="center"/>
            </w:pPr>
            <w:r w:rsidRPr="00790B7F">
              <w:t>РФ</w:t>
            </w:r>
          </w:p>
          <w:p w:rsidR="00E77065" w:rsidRPr="00790B7F" w:rsidRDefault="00E77065" w:rsidP="006A3282"/>
          <w:p w:rsidR="00E77065" w:rsidRPr="00790B7F" w:rsidRDefault="00E77065" w:rsidP="006A3282">
            <w:pPr>
              <w:jc w:val="center"/>
            </w:pPr>
            <w:r w:rsidRPr="00790B7F">
              <w:t>РФ</w:t>
            </w:r>
          </w:p>
          <w:p w:rsidR="00E77065" w:rsidRDefault="00E77065" w:rsidP="006A3282"/>
          <w:p w:rsidR="00E77065" w:rsidRPr="00790B7F" w:rsidRDefault="00E77065" w:rsidP="006A3282">
            <w:pPr>
              <w:jc w:val="center"/>
            </w:pPr>
            <w:r w:rsidRPr="00790B7F">
              <w:t>РФ</w:t>
            </w:r>
          </w:p>
        </w:tc>
        <w:tc>
          <w:tcPr>
            <w:tcW w:w="1843" w:type="dxa"/>
            <w:vAlign w:val="center"/>
          </w:tcPr>
          <w:p w:rsidR="00E77065" w:rsidRPr="00813E24" w:rsidRDefault="00E77065" w:rsidP="006A3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54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813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</w:p>
          <w:p w:rsidR="00E77065" w:rsidRPr="00813E24" w:rsidRDefault="00E77065" w:rsidP="006A3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54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813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</w:p>
          <w:p w:rsidR="00E77065" w:rsidRPr="00B2319D" w:rsidRDefault="00E77065" w:rsidP="006A3282">
            <w:pPr>
              <w:rPr>
                <w:lang w:val="en-US"/>
              </w:rPr>
            </w:pPr>
            <w:r>
              <w:t>Трактор</w:t>
            </w:r>
            <w:r w:rsidRPr="00813E24">
              <w:rPr>
                <w:lang w:val="en-US"/>
              </w:rPr>
              <w:t xml:space="preserve"> </w:t>
            </w:r>
            <w:r>
              <w:t>колесный</w:t>
            </w:r>
            <w:r w:rsidRPr="00813E24">
              <w:rPr>
                <w:lang w:val="en-US"/>
              </w:rPr>
              <w:t xml:space="preserve"> </w:t>
            </w:r>
          </w:p>
          <w:p w:rsidR="00E77065" w:rsidRPr="00962D53" w:rsidRDefault="00E77065" w:rsidP="006A3282">
            <w:pPr>
              <w:rPr>
                <w:lang w:val="en-US"/>
              </w:rPr>
            </w:pPr>
            <w:r>
              <w:rPr>
                <w:lang w:val="en-US"/>
              </w:rPr>
              <w:t>SF</w:t>
            </w:r>
            <w:r w:rsidRPr="00BE64EB">
              <w:rPr>
                <w:lang w:val="en-US"/>
              </w:rPr>
              <w:t>-244</w:t>
            </w:r>
          </w:p>
        </w:tc>
        <w:tc>
          <w:tcPr>
            <w:tcW w:w="1559" w:type="dxa"/>
            <w:vAlign w:val="center"/>
          </w:tcPr>
          <w:p w:rsidR="00E77065" w:rsidRPr="00B75481" w:rsidRDefault="00E77065" w:rsidP="006A3282">
            <w:pPr>
              <w:jc w:val="center"/>
            </w:pPr>
            <w:r w:rsidRPr="00B75481">
              <w:t>-</w:t>
            </w:r>
          </w:p>
        </w:tc>
        <w:tc>
          <w:tcPr>
            <w:tcW w:w="1276" w:type="dxa"/>
            <w:vAlign w:val="center"/>
          </w:tcPr>
          <w:p w:rsidR="00E77065" w:rsidRPr="00B75481" w:rsidRDefault="00E77065" w:rsidP="006A3282">
            <w:pPr>
              <w:jc w:val="center"/>
            </w:pPr>
            <w:r w:rsidRPr="00B75481">
              <w:t>-</w:t>
            </w:r>
          </w:p>
        </w:tc>
        <w:tc>
          <w:tcPr>
            <w:tcW w:w="1134" w:type="dxa"/>
            <w:vAlign w:val="center"/>
          </w:tcPr>
          <w:p w:rsidR="00E77065" w:rsidRPr="00B75481" w:rsidRDefault="00E77065" w:rsidP="006A3282">
            <w:pPr>
              <w:jc w:val="center"/>
            </w:pPr>
            <w:r w:rsidRPr="00B75481">
              <w:t>-</w:t>
            </w:r>
          </w:p>
        </w:tc>
        <w:tc>
          <w:tcPr>
            <w:tcW w:w="2409" w:type="dxa"/>
            <w:vAlign w:val="center"/>
          </w:tcPr>
          <w:p w:rsidR="00E77065" w:rsidRPr="00B75481" w:rsidRDefault="00E77065" w:rsidP="006A3282">
            <w:pPr>
              <w:jc w:val="center"/>
            </w:pPr>
            <w:r w:rsidRPr="00B75481">
              <w:t>-</w:t>
            </w:r>
          </w:p>
        </w:tc>
      </w:tr>
      <w:tr w:rsidR="00E77065" w:rsidTr="006A3282">
        <w:tc>
          <w:tcPr>
            <w:tcW w:w="1951" w:type="dxa"/>
            <w:vAlign w:val="center"/>
          </w:tcPr>
          <w:p w:rsidR="00E77065" w:rsidRPr="00C55580" w:rsidRDefault="00E77065" w:rsidP="006A3282">
            <w:r w:rsidRPr="00C55580">
              <w:t>супруга</w:t>
            </w:r>
          </w:p>
        </w:tc>
        <w:tc>
          <w:tcPr>
            <w:tcW w:w="1418" w:type="dxa"/>
            <w:vAlign w:val="center"/>
          </w:tcPr>
          <w:p w:rsidR="00E77065" w:rsidRPr="00790B7F" w:rsidRDefault="005B14B0" w:rsidP="006A3282">
            <w:pPr>
              <w:jc w:val="center"/>
              <w:rPr>
                <w:lang w:val="en-US"/>
              </w:rPr>
            </w:pPr>
            <w:r>
              <w:t>301617,68</w:t>
            </w:r>
          </w:p>
        </w:tc>
        <w:tc>
          <w:tcPr>
            <w:tcW w:w="1559" w:type="dxa"/>
          </w:tcPr>
          <w:p w:rsidR="00E77065" w:rsidRPr="00790B7F" w:rsidRDefault="00E77065" w:rsidP="006A3282">
            <w:r>
              <w:t xml:space="preserve"> </w:t>
            </w:r>
            <w:r w:rsidRPr="00790B7F">
              <w:t>квартира</w:t>
            </w:r>
            <w:r>
              <w:t xml:space="preserve"> (1/2 доля)</w:t>
            </w:r>
          </w:p>
        </w:tc>
        <w:tc>
          <w:tcPr>
            <w:tcW w:w="1134" w:type="dxa"/>
            <w:vAlign w:val="center"/>
          </w:tcPr>
          <w:p w:rsidR="00E77065" w:rsidRPr="00790B7F" w:rsidRDefault="00E77065" w:rsidP="006A3282">
            <w:pPr>
              <w:jc w:val="center"/>
            </w:pPr>
            <w:r w:rsidRPr="00790B7F">
              <w:t>52</w:t>
            </w:r>
            <w:r>
              <w:t>,0</w:t>
            </w:r>
          </w:p>
        </w:tc>
        <w:tc>
          <w:tcPr>
            <w:tcW w:w="1134" w:type="dxa"/>
            <w:vAlign w:val="center"/>
          </w:tcPr>
          <w:p w:rsidR="00E77065" w:rsidRPr="00790B7F" w:rsidRDefault="00E77065" w:rsidP="006A3282">
            <w:pPr>
              <w:jc w:val="center"/>
            </w:pPr>
            <w:r w:rsidRPr="00790B7F">
              <w:t>РФ</w:t>
            </w:r>
          </w:p>
        </w:tc>
        <w:tc>
          <w:tcPr>
            <w:tcW w:w="1843" w:type="dxa"/>
            <w:vAlign w:val="center"/>
          </w:tcPr>
          <w:p w:rsidR="00E77065" w:rsidRPr="00790B7F" w:rsidRDefault="00E77065" w:rsidP="006A3282">
            <w:pPr>
              <w:jc w:val="center"/>
            </w:pPr>
            <w:r w:rsidRPr="00790B7F">
              <w:t>-</w:t>
            </w:r>
          </w:p>
        </w:tc>
        <w:tc>
          <w:tcPr>
            <w:tcW w:w="1559" w:type="dxa"/>
            <w:vAlign w:val="center"/>
          </w:tcPr>
          <w:p w:rsidR="00E77065" w:rsidRPr="00B75481" w:rsidRDefault="00E77065" w:rsidP="006A3282">
            <w:pPr>
              <w:jc w:val="center"/>
            </w:pPr>
            <w:r w:rsidRPr="00B75481">
              <w:t>-</w:t>
            </w:r>
          </w:p>
        </w:tc>
        <w:tc>
          <w:tcPr>
            <w:tcW w:w="1276" w:type="dxa"/>
            <w:vAlign w:val="center"/>
          </w:tcPr>
          <w:p w:rsidR="00E77065" w:rsidRPr="00B75481" w:rsidRDefault="00E77065" w:rsidP="006A3282">
            <w:pPr>
              <w:jc w:val="center"/>
            </w:pPr>
            <w:r w:rsidRPr="00B75481">
              <w:t>-</w:t>
            </w:r>
          </w:p>
        </w:tc>
        <w:tc>
          <w:tcPr>
            <w:tcW w:w="1134" w:type="dxa"/>
            <w:vAlign w:val="center"/>
          </w:tcPr>
          <w:p w:rsidR="00E77065" w:rsidRPr="00B75481" w:rsidRDefault="00E77065" w:rsidP="006A3282">
            <w:pPr>
              <w:jc w:val="center"/>
            </w:pPr>
            <w:r w:rsidRPr="00B75481">
              <w:t>-</w:t>
            </w:r>
          </w:p>
        </w:tc>
        <w:tc>
          <w:tcPr>
            <w:tcW w:w="2409" w:type="dxa"/>
            <w:vAlign w:val="center"/>
          </w:tcPr>
          <w:p w:rsidR="00E77065" w:rsidRPr="00B75481" w:rsidRDefault="00E77065" w:rsidP="006A3282">
            <w:pPr>
              <w:jc w:val="center"/>
            </w:pPr>
            <w:r w:rsidRPr="00B75481">
              <w:t>-</w:t>
            </w:r>
          </w:p>
        </w:tc>
      </w:tr>
      <w:tr w:rsidR="00E77065" w:rsidTr="00176801">
        <w:tc>
          <w:tcPr>
            <w:tcW w:w="1951" w:type="dxa"/>
            <w:vAlign w:val="center"/>
          </w:tcPr>
          <w:p w:rsidR="00E77065" w:rsidRPr="00BE64EB" w:rsidRDefault="00E77065" w:rsidP="00176801">
            <w:pPr>
              <w:rPr>
                <w:szCs w:val="28"/>
              </w:rPr>
            </w:pPr>
            <w:r w:rsidRPr="00BE64EB">
              <w:rPr>
                <w:szCs w:val="28"/>
              </w:rPr>
              <w:t>Лоскутникова Любовь Владимировна</w:t>
            </w:r>
          </w:p>
        </w:tc>
        <w:tc>
          <w:tcPr>
            <w:tcW w:w="1418" w:type="dxa"/>
            <w:vAlign w:val="center"/>
          </w:tcPr>
          <w:p w:rsidR="00E77065" w:rsidRPr="00BE64EB" w:rsidRDefault="00393A1B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667116,86</w:t>
            </w:r>
          </w:p>
        </w:tc>
        <w:tc>
          <w:tcPr>
            <w:tcW w:w="1559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E77065" w:rsidRPr="000A0597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E77065" w:rsidRPr="00BE64EB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E77065" w:rsidRPr="00BE64EB" w:rsidRDefault="00E77065" w:rsidP="00176801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48,8</w:t>
            </w:r>
          </w:p>
        </w:tc>
        <w:tc>
          <w:tcPr>
            <w:tcW w:w="1134" w:type="dxa"/>
            <w:vAlign w:val="center"/>
          </w:tcPr>
          <w:p w:rsidR="00E77065" w:rsidRPr="00BE64EB" w:rsidRDefault="00E77065" w:rsidP="00176801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</w:tr>
      <w:tr w:rsidR="00E77065" w:rsidTr="00176801">
        <w:tc>
          <w:tcPr>
            <w:tcW w:w="1951" w:type="dxa"/>
            <w:vAlign w:val="center"/>
          </w:tcPr>
          <w:p w:rsidR="00E77065" w:rsidRPr="00BE64EB" w:rsidRDefault="00E77065" w:rsidP="00176801">
            <w:pPr>
              <w:rPr>
                <w:szCs w:val="28"/>
              </w:rPr>
            </w:pPr>
            <w:r w:rsidRPr="00BE64EB">
              <w:rPr>
                <w:szCs w:val="28"/>
              </w:rPr>
              <w:t>супруг</w:t>
            </w:r>
          </w:p>
        </w:tc>
        <w:tc>
          <w:tcPr>
            <w:tcW w:w="1418" w:type="dxa"/>
            <w:vAlign w:val="center"/>
          </w:tcPr>
          <w:p w:rsidR="00E77065" w:rsidRPr="00BE64EB" w:rsidRDefault="00A413D6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118813,40</w:t>
            </w:r>
          </w:p>
        </w:tc>
        <w:tc>
          <w:tcPr>
            <w:tcW w:w="1559" w:type="dxa"/>
            <w:vAlign w:val="center"/>
          </w:tcPr>
          <w:p w:rsidR="00E77065" w:rsidRPr="006F0EE1" w:rsidRDefault="00E77065" w:rsidP="00176801">
            <w:pPr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51,9</w:t>
            </w:r>
          </w:p>
        </w:tc>
        <w:tc>
          <w:tcPr>
            <w:tcW w:w="1134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</w:tcPr>
          <w:p w:rsidR="00E77065" w:rsidRPr="00176801" w:rsidRDefault="00E77065" w:rsidP="00176801">
            <w:r w:rsidRPr="0020342D">
              <w:t xml:space="preserve">ВАЗ </w:t>
            </w:r>
            <w:r>
              <w:rPr>
                <w:lang w:val="en-US"/>
              </w:rPr>
              <w:t>Lada</w:t>
            </w:r>
            <w:r w:rsidRPr="00176801">
              <w:t xml:space="preserve"> </w:t>
            </w:r>
            <w:r>
              <w:rPr>
                <w:lang w:val="en-US"/>
              </w:rPr>
              <w:t>Samara</w:t>
            </w:r>
          </w:p>
          <w:p w:rsidR="00E77065" w:rsidRPr="006F0EE1" w:rsidRDefault="00E77065" w:rsidP="00176801">
            <w:pPr>
              <w:rPr>
                <w:szCs w:val="28"/>
              </w:rPr>
            </w:pPr>
            <w:r w:rsidRPr="0020342D">
              <w:t>трактор Т-40 М</w:t>
            </w:r>
          </w:p>
        </w:tc>
        <w:tc>
          <w:tcPr>
            <w:tcW w:w="1559" w:type="dxa"/>
            <w:vAlign w:val="center"/>
          </w:tcPr>
          <w:p w:rsidR="00E77065" w:rsidRPr="0017680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E77065" w:rsidRPr="00BE64EB" w:rsidRDefault="00E77065" w:rsidP="00176801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48,8</w:t>
            </w:r>
          </w:p>
        </w:tc>
        <w:tc>
          <w:tcPr>
            <w:tcW w:w="1134" w:type="dxa"/>
            <w:vAlign w:val="center"/>
          </w:tcPr>
          <w:p w:rsidR="00E77065" w:rsidRPr="00BE64EB" w:rsidRDefault="00E77065" w:rsidP="00176801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</w:tr>
      <w:tr w:rsidR="00E77065" w:rsidTr="00176801">
        <w:tc>
          <w:tcPr>
            <w:tcW w:w="1951" w:type="dxa"/>
            <w:vAlign w:val="center"/>
          </w:tcPr>
          <w:p w:rsidR="00E77065" w:rsidRDefault="00E77065" w:rsidP="00176801">
            <w:pPr>
              <w:rPr>
                <w:szCs w:val="28"/>
              </w:rPr>
            </w:pPr>
            <w:r>
              <w:rPr>
                <w:szCs w:val="28"/>
              </w:rPr>
              <w:t>Малков</w:t>
            </w:r>
          </w:p>
          <w:p w:rsidR="00E77065" w:rsidRDefault="00E77065" w:rsidP="00176801">
            <w:pPr>
              <w:rPr>
                <w:szCs w:val="28"/>
              </w:rPr>
            </w:pPr>
            <w:r>
              <w:rPr>
                <w:szCs w:val="28"/>
              </w:rPr>
              <w:t>Владимир</w:t>
            </w:r>
          </w:p>
          <w:p w:rsidR="00E77065" w:rsidRPr="00BE64EB" w:rsidRDefault="00E77065" w:rsidP="0017680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Николаевич</w:t>
            </w:r>
          </w:p>
        </w:tc>
        <w:tc>
          <w:tcPr>
            <w:tcW w:w="1418" w:type="dxa"/>
            <w:vAlign w:val="center"/>
          </w:tcPr>
          <w:p w:rsidR="00E77065" w:rsidRPr="00BE64EB" w:rsidRDefault="00F20F34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684027,59</w:t>
            </w:r>
          </w:p>
        </w:tc>
        <w:tc>
          <w:tcPr>
            <w:tcW w:w="1559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3" w:type="dxa"/>
          </w:tcPr>
          <w:p w:rsidR="00E77065" w:rsidRDefault="00E77065" w:rsidP="00176801">
            <w:r>
              <w:rPr>
                <w:lang w:val="en-US"/>
              </w:rPr>
              <w:t>TOYOTA</w:t>
            </w:r>
            <w:r>
              <w:t xml:space="preserve"> </w:t>
            </w:r>
            <w:proofErr w:type="spellStart"/>
            <w:r>
              <w:rPr>
                <w:lang w:val="en-US"/>
              </w:rPr>
              <w:t>Hiace</w:t>
            </w:r>
            <w:proofErr w:type="spellEnd"/>
          </w:p>
          <w:p w:rsidR="008462C6" w:rsidRPr="00AB2A70" w:rsidRDefault="008462C6" w:rsidP="00176801"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Hilux</w:t>
            </w:r>
            <w:r w:rsidRPr="00AB2A70">
              <w:t xml:space="preserve"> </w:t>
            </w:r>
            <w:r>
              <w:rPr>
                <w:lang w:val="en-US"/>
              </w:rPr>
              <w:lastRenderedPageBreak/>
              <w:t>surf</w:t>
            </w:r>
          </w:p>
          <w:p w:rsidR="00E77065" w:rsidRPr="00176801" w:rsidRDefault="00E77065" w:rsidP="00AB2A70">
            <w:pPr>
              <w:rPr>
                <w:szCs w:val="28"/>
              </w:rPr>
            </w:pPr>
            <w:r>
              <w:t>трактор МТЗ80</w:t>
            </w:r>
          </w:p>
        </w:tc>
        <w:tc>
          <w:tcPr>
            <w:tcW w:w="1559" w:type="dxa"/>
            <w:vAlign w:val="center"/>
          </w:tcPr>
          <w:p w:rsidR="00E77065" w:rsidRPr="00BE64EB" w:rsidRDefault="00E77065" w:rsidP="00176801">
            <w:pPr>
              <w:jc w:val="center"/>
              <w:rPr>
                <w:szCs w:val="28"/>
              </w:rPr>
            </w:pPr>
            <w:r>
              <w:lastRenderedPageBreak/>
              <w:t>жилой дом</w:t>
            </w:r>
          </w:p>
        </w:tc>
        <w:tc>
          <w:tcPr>
            <w:tcW w:w="1276" w:type="dxa"/>
            <w:vAlign w:val="center"/>
          </w:tcPr>
          <w:p w:rsidR="00E77065" w:rsidRPr="00BE64EB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  <w:tc>
          <w:tcPr>
            <w:tcW w:w="1134" w:type="dxa"/>
            <w:vAlign w:val="center"/>
          </w:tcPr>
          <w:p w:rsidR="00E77065" w:rsidRPr="00BE64EB" w:rsidRDefault="00E77065" w:rsidP="001768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E77065" w:rsidRPr="006F0EE1" w:rsidRDefault="00E77065" w:rsidP="00176801">
            <w:pPr>
              <w:jc w:val="center"/>
              <w:rPr>
                <w:szCs w:val="28"/>
              </w:rPr>
            </w:pPr>
          </w:p>
        </w:tc>
      </w:tr>
      <w:tr w:rsidR="00E77065" w:rsidTr="00F90E6E">
        <w:tc>
          <w:tcPr>
            <w:tcW w:w="1951" w:type="dxa"/>
            <w:vAlign w:val="center"/>
          </w:tcPr>
          <w:p w:rsidR="00E77065" w:rsidRPr="00930340" w:rsidRDefault="00E77065" w:rsidP="00F90E6E">
            <w:r w:rsidRPr="00930340">
              <w:lastRenderedPageBreak/>
              <w:t>Мальцева Наталья Викторовна</w:t>
            </w:r>
          </w:p>
        </w:tc>
        <w:tc>
          <w:tcPr>
            <w:tcW w:w="1418" w:type="dxa"/>
            <w:vAlign w:val="center"/>
          </w:tcPr>
          <w:p w:rsidR="00E77065" w:rsidRPr="00636C1B" w:rsidRDefault="00636C1B" w:rsidP="005C6D6F">
            <w:pPr>
              <w:jc w:val="center"/>
            </w:pPr>
            <w:r>
              <w:t>1084679,04</w:t>
            </w:r>
          </w:p>
        </w:tc>
        <w:tc>
          <w:tcPr>
            <w:tcW w:w="1559" w:type="dxa"/>
          </w:tcPr>
          <w:p w:rsidR="00E77065" w:rsidRDefault="00E77065" w:rsidP="005C6D6F">
            <w:r w:rsidRPr="00930340">
              <w:t>квартира</w:t>
            </w:r>
          </w:p>
          <w:p w:rsidR="00E77065" w:rsidRDefault="00E77065" w:rsidP="005C6D6F">
            <w:r>
              <w:t>(совместная)</w:t>
            </w:r>
          </w:p>
          <w:p w:rsidR="00E77065" w:rsidRDefault="00E77065" w:rsidP="005C6D6F">
            <w:r>
              <w:t>квартира</w:t>
            </w:r>
          </w:p>
          <w:p w:rsidR="00E77065" w:rsidRDefault="00E77065" w:rsidP="005C6D6F">
            <w:r>
              <w:t>(1/3 доля)</w:t>
            </w:r>
          </w:p>
          <w:p w:rsidR="00E77065" w:rsidRPr="00401D50" w:rsidRDefault="00E77065" w:rsidP="005C6D6F">
            <w:r>
              <w:t>гараж</w:t>
            </w:r>
          </w:p>
        </w:tc>
        <w:tc>
          <w:tcPr>
            <w:tcW w:w="1134" w:type="dxa"/>
          </w:tcPr>
          <w:p w:rsidR="00E77065" w:rsidRDefault="00E77065" w:rsidP="00F90E6E">
            <w:pPr>
              <w:jc w:val="center"/>
            </w:pPr>
            <w:r w:rsidRPr="00930340">
              <w:t>43,9</w:t>
            </w:r>
          </w:p>
          <w:p w:rsidR="00E77065" w:rsidRDefault="00E77065" w:rsidP="00F90E6E">
            <w:pPr>
              <w:jc w:val="center"/>
            </w:pPr>
          </w:p>
          <w:p w:rsidR="00E77065" w:rsidRDefault="00E77065" w:rsidP="00F90E6E">
            <w:pPr>
              <w:jc w:val="center"/>
            </w:pPr>
            <w:r>
              <w:t>59,7</w:t>
            </w:r>
          </w:p>
          <w:p w:rsidR="00E77065" w:rsidRDefault="00E77065" w:rsidP="00F90E6E">
            <w:pPr>
              <w:jc w:val="center"/>
            </w:pPr>
          </w:p>
          <w:p w:rsidR="00E77065" w:rsidRPr="00F90E6E" w:rsidRDefault="00E77065" w:rsidP="00F90E6E">
            <w:pPr>
              <w:jc w:val="center"/>
            </w:pPr>
            <w:r>
              <w:t>48,0</w:t>
            </w:r>
          </w:p>
        </w:tc>
        <w:tc>
          <w:tcPr>
            <w:tcW w:w="1134" w:type="dxa"/>
          </w:tcPr>
          <w:p w:rsidR="00E77065" w:rsidRPr="00930340" w:rsidRDefault="00E77065" w:rsidP="00F90E6E">
            <w:pPr>
              <w:jc w:val="center"/>
            </w:pPr>
            <w:r w:rsidRPr="00930340">
              <w:t>РФ</w:t>
            </w:r>
          </w:p>
          <w:p w:rsidR="00E77065" w:rsidRPr="00930340" w:rsidRDefault="00E77065" w:rsidP="005C6D6F"/>
          <w:p w:rsidR="00E77065" w:rsidRDefault="00E77065" w:rsidP="00F90E6E">
            <w:pPr>
              <w:jc w:val="center"/>
            </w:pPr>
            <w:r>
              <w:t>РФ</w:t>
            </w:r>
          </w:p>
          <w:p w:rsidR="00E77065" w:rsidRDefault="00E77065" w:rsidP="00F90E6E">
            <w:pPr>
              <w:jc w:val="center"/>
            </w:pPr>
          </w:p>
          <w:p w:rsidR="00E77065" w:rsidRPr="00F90E6E" w:rsidRDefault="00E77065" w:rsidP="00F90E6E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Pr="00930340" w:rsidRDefault="00E77065" w:rsidP="005C6D6F">
            <w:pPr>
              <w:jc w:val="center"/>
            </w:pPr>
            <w:r w:rsidRPr="00930340">
              <w:t>-</w:t>
            </w:r>
          </w:p>
        </w:tc>
        <w:tc>
          <w:tcPr>
            <w:tcW w:w="1559" w:type="dxa"/>
            <w:vAlign w:val="center"/>
          </w:tcPr>
          <w:p w:rsidR="00E77065" w:rsidRPr="00930340" w:rsidRDefault="00E77065" w:rsidP="00F90E6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E77065" w:rsidRPr="00930340" w:rsidRDefault="00E77065" w:rsidP="00F90E6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Pr="00930340" w:rsidRDefault="00E77065" w:rsidP="00F90E6E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E77065" w:rsidRPr="00B75481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F90E6E">
        <w:tc>
          <w:tcPr>
            <w:tcW w:w="1951" w:type="dxa"/>
            <w:vAlign w:val="center"/>
          </w:tcPr>
          <w:p w:rsidR="00E77065" w:rsidRPr="00930340" w:rsidRDefault="00E77065" w:rsidP="00F90E6E">
            <w:r w:rsidRPr="00930340">
              <w:t>супруг</w:t>
            </w:r>
          </w:p>
        </w:tc>
        <w:tc>
          <w:tcPr>
            <w:tcW w:w="1418" w:type="dxa"/>
            <w:vAlign w:val="center"/>
          </w:tcPr>
          <w:p w:rsidR="00E77065" w:rsidRPr="00BD06F5" w:rsidRDefault="00BD06F5" w:rsidP="005C6D6F">
            <w:pPr>
              <w:jc w:val="center"/>
            </w:pPr>
            <w:r>
              <w:rPr>
                <w:lang w:val="en-US"/>
              </w:rPr>
              <w:t>1</w:t>
            </w:r>
            <w:r>
              <w:t>236742,35</w:t>
            </w:r>
          </w:p>
        </w:tc>
        <w:tc>
          <w:tcPr>
            <w:tcW w:w="1559" w:type="dxa"/>
          </w:tcPr>
          <w:p w:rsidR="00E77065" w:rsidRDefault="00E77065" w:rsidP="00820DFD">
            <w:r w:rsidRPr="00930340">
              <w:t>квартира</w:t>
            </w:r>
          </w:p>
          <w:p w:rsidR="00E77065" w:rsidRDefault="00E77065" w:rsidP="00820DFD">
            <w:r>
              <w:t>(совместная)</w:t>
            </w:r>
          </w:p>
          <w:p w:rsidR="00E77065" w:rsidRDefault="00E77065" w:rsidP="00820DFD">
            <w:r>
              <w:t>квартира</w:t>
            </w:r>
          </w:p>
          <w:p w:rsidR="00E77065" w:rsidRPr="00401D50" w:rsidRDefault="00E77065" w:rsidP="005C6D6F">
            <w:r>
              <w:t>(1/3 доля)</w:t>
            </w:r>
          </w:p>
        </w:tc>
        <w:tc>
          <w:tcPr>
            <w:tcW w:w="1134" w:type="dxa"/>
          </w:tcPr>
          <w:p w:rsidR="00E77065" w:rsidRDefault="00E77065" w:rsidP="00820DFD">
            <w:pPr>
              <w:jc w:val="center"/>
            </w:pPr>
            <w:r w:rsidRPr="00930340">
              <w:t>43,9</w:t>
            </w:r>
          </w:p>
          <w:p w:rsidR="00E77065" w:rsidRDefault="00E77065" w:rsidP="005C6D6F"/>
          <w:p w:rsidR="00E77065" w:rsidRPr="00820DFD" w:rsidRDefault="00E77065" w:rsidP="00820DFD">
            <w:pPr>
              <w:jc w:val="center"/>
            </w:pPr>
            <w:r>
              <w:t>59,7</w:t>
            </w:r>
          </w:p>
        </w:tc>
        <w:tc>
          <w:tcPr>
            <w:tcW w:w="1134" w:type="dxa"/>
          </w:tcPr>
          <w:p w:rsidR="00E77065" w:rsidRPr="00930340" w:rsidRDefault="00E77065" w:rsidP="00820DFD">
            <w:pPr>
              <w:jc w:val="center"/>
            </w:pPr>
            <w:r w:rsidRPr="00930340">
              <w:t>РФ</w:t>
            </w:r>
          </w:p>
          <w:p w:rsidR="00E77065" w:rsidRPr="00930340" w:rsidRDefault="00E77065" w:rsidP="005C6D6F"/>
          <w:p w:rsidR="00E77065" w:rsidRPr="00930340" w:rsidRDefault="00E77065" w:rsidP="00820DFD">
            <w:pPr>
              <w:jc w:val="center"/>
            </w:pPr>
            <w:r>
              <w:t>РФ</w:t>
            </w:r>
          </w:p>
          <w:p w:rsidR="00E77065" w:rsidRPr="00930340" w:rsidRDefault="00E77065" w:rsidP="005C6D6F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E77065" w:rsidRDefault="00E77065" w:rsidP="005C6D6F">
            <w:pPr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930340">
              <w:rPr>
                <w:lang w:val="en-US"/>
              </w:rPr>
              <w:t xml:space="preserve"> </w:t>
            </w:r>
          </w:p>
          <w:p w:rsidR="00E77065" w:rsidRPr="00930340" w:rsidRDefault="00E77065" w:rsidP="005C6D6F">
            <w:pPr>
              <w:rPr>
                <w:lang w:val="en-US"/>
              </w:rPr>
            </w:pPr>
            <w:r w:rsidRPr="00930340">
              <w:rPr>
                <w:lang w:val="en-US"/>
              </w:rPr>
              <w:t>X- Trail</w:t>
            </w:r>
          </w:p>
          <w:p w:rsidR="00E77065" w:rsidRPr="00930340" w:rsidRDefault="00E77065" w:rsidP="005C6D6F">
            <w:pPr>
              <w:rPr>
                <w:lang w:val="en-US"/>
              </w:rPr>
            </w:pPr>
            <w:r w:rsidRPr="00930340">
              <w:t>Мотоцикл</w:t>
            </w:r>
            <w:r w:rsidRPr="00930340">
              <w:rPr>
                <w:lang w:val="en-US"/>
              </w:rPr>
              <w:t xml:space="preserve"> Racer RC200-CK</w:t>
            </w:r>
          </w:p>
        </w:tc>
        <w:tc>
          <w:tcPr>
            <w:tcW w:w="1559" w:type="dxa"/>
            <w:vAlign w:val="center"/>
          </w:tcPr>
          <w:p w:rsidR="00E77065" w:rsidRPr="00930340" w:rsidRDefault="00543AB4" w:rsidP="005C6D6F">
            <w:pPr>
              <w:jc w:val="center"/>
            </w:pPr>
            <w:r>
              <w:t>гараж</w:t>
            </w:r>
          </w:p>
        </w:tc>
        <w:tc>
          <w:tcPr>
            <w:tcW w:w="1276" w:type="dxa"/>
            <w:vAlign w:val="center"/>
          </w:tcPr>
          <w:p w:rsidR="00E77065" w:rsidRPr="00930340" w:rsidRDefault="00543AB4" w:rsidP="005C6D6F">
            <w:pPr>
              <w:jc w:val="center"/>
            </w:pPr>
            <w:r>
              <w:t>48,0</w:t>
            </w:r>
          </w:p>
        </w:tc>
        <w:tc>
          <w:tcPr>
            <w:tcW w:w="1134" w:type="dxa"/>
            <w:vAlign w:val="center"/>
          </w:tcPr>
          <w:p w:rsidR="00E77065" w:rsidRPr="00930340" w:rsidRDefault="00543AB4" w:rsidP="005C6D6F">
            <w:pPr>
              <w:jc w:val="center"/>
            </w:pPr>
            <w:r>
              <w:rPr>
                <w:szCs w:val="28"/>
              </w:rPr>
              <w:t>РФ</w:t>
            </w:r>
          </w:p>
        </w:tc>
        <w:tc>
          <w:tcPr>
            <w:tcW w:w="2409" w:type="dxa"/>
            <w:vAlign w:val="center"/>
          </w:tcPr>
          <w:p w:rsidR="00E77065" w:rsidRPr="00B75481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820DFD">
        <w:tc>
          <w:tcPr>
            <w:tcW w:w="1951" w:type="dxa"/>
            <w:vAlign w:val="center"/>
          </w:tcPr>
          <w:p w:rsidR="00E77065" w:rsidRPr="007C3AA5" w:rsidRDefault="00E77065" w:rsidP="00820DFD">
            <w:r w:rsidRPr="00957260">
              <w:t>Немеров Владимир Николаевич</w:t>
            </w:r>
          </w:p>
        </w:tc>
        <w:tc>
          <w:tcPr>
            <w:tcW w:w="1418" w:type="dxa"/>
            <w:vAlign w:val="center"/>
          </w:tcPr>
          <w:p w:rsidR="00E77065" w:rsidRPr="007C3AA5" w:rsidRDefault="00FF3201" w:rsidP="005C6D6F">
            <w:pPr>
              <w:jc w:val="center"/>
            </w:pPr>
            <w:r>
              <w:t>933272,02</w:t>
            </w:r>
          </w:p>
        </w:tc>
        <w:tc>
          <w:tcPr>
            <w:tcW w:w="1559" w:type="dxa"/>
          </w:tcPr>
          <w:p w:rsidR="00E77065" w:rsidRPr="007C3AA5" w:rsidRDefault="00E77065" w:rsidP="005C6D6F">
            <w:pPr>
              <w:jc w:val="both"/>
            </w:pPr>
            <w:r w:rsidRPr="007C3AA5">
              <w:t>земельный участок</w:t>
            </w:r>
          </w:p>
          <w:p w:rsidR="00E77065" w:rsidRPr="007C3AA5" w:rsidRDefault="00964820" w:rsidP="005C6D6F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</w:tcPr>
          <w:p w:rsidR="00E77065" w:rsidRPr="007C3AA5" w:rsidRDefault="00E77065" w:rsidP="00820DFD">
            <w:pPr>
              <w:jc w:val="center"/>
            </w:pPr>
            <w:r w:rsidRPr="007C3AA5">
              <w:t>1500</w:t>
            </w:r>
            <w:r>
              <w:t>,0</w:t>
            </w:r>
          </w:p>
          <w:p w:rsidR="00E77065" w:rsidRPr="007C3AA5" w:rsidRDefault="00E77065" w:rsidP="005C6D6F">
            <w:pPr>
              <w:jc w:val="both"/>
            </w:pPr>
          </w:p>
          <w:p w:rsidR="00E77065" w:rsidRPr="007C3AA5" w:rsidRDefault="00964820" w:rsidP="00964820">
            <w:pPr>
              <w:jc w:val="center"/>
            </w:pPr>
            <w:r>
              <w:t>99,7</w:t>
            </w:r>
          </w:p>
        </w:tc>
        <w:tc>
          <w:tcPr>
            <w:tcW w:w="1134" w:type="dxa"/>
          </w:tcPr>
          <w:p w:rsidR="00E77065" w:rsidRPr="007C3AA5" w:rsidRDefault="00E77065" w:rsidP="00820DFD">
            <w:pPr>
              <w:jc w:val="center"/>
            </w:pPr>
            <w:r w:rsidRPr="007C3AA5">
              <w:t>РФ</w:t>
            </w:r>
          </w:p>
          <w:p w:rsidR="00E77065" w:rsidRPr="007C3AA5" w:rsidRDefault="00E77065" w:rsidP="005C6D6F">
            <w:pPr>
              <w:jc w:val="both"/>
            </w:pPr>
          </w:p>
          <w:p w:rsidR="00E77065" w:rsidRPr="00820DFD" w:rsidRDefault="00E77065" w:rsidP="00820DFD">
            <w:pPr>
              <w:jc w:val="center"/>
            </w:pPr>
            <w:r w:rsidRPr="007C3AA5">
              <w:t>РФ</w:t>
            </w:r>
          </w:p>
        </w:tc>
        <w:tc>
          <w:tcPr>
            <w:tcW w:w="1843" w:type="dxa"/>
          </w:tcPr>
          <w:p w:rsidR="00E77065" w:rsidRPr="00541B21" w:rsidRDefault="00E77065" w:rsidP="00820DFD">
            <w:pPr>
              <w:rPr>
                <w:lang w:val="en-US"/>
              </w:rPr>
            </w:pPr>
            <w:r w:rsidRPr="007C3AA5">
              <w:rPr>
                <w:lang w:val="en-US"/>
              </w:rPr>
              <w:t>1)</w:t>
            </w:r>
            <w:r>
              <w:rPr>
                <w:lang w:val="en-US"/>
              </w:rPr>
              <w:t xml:space="preserve"> TOYOTA</w:t>
            </w:r>
            <w:r w:rsidR="00541B21">
              <w:rPr>
                <w:lang w:val="en-US"/>
              </w:rPr>
              <w:t xml:space="preserve"> CAMRY HYBRID</w:t>
            </w:r>
          </w:p>
          <w:p w:rsidR="00E77065" w:rsidRPr="007C3AA5" w:rsidRDefault="00E77065" w:rsidP="00820DFD">
            <w:pPr>
              <w:rPr>
                <w:lang w:val="en-US"/>
              </w:rPr>
            </w:pPr>
            <w:r w:rsidRPr="007C3AA5">
              <w:rPr>
                <w:lang w:val="en-US"/>
              </w:rPr>
              <w:t>2)</w:t>
            </w:r>
            <w:r w:rsidRPr="007C3AA5">
              <w:t>УАЗ</w:t>
            </w:r>
            <w:r w:rsidRPr="007C3AA5">
              <w:rPr>
                <w:lang w:val="en-US"/>
              </w:rPr>
              <w:t xml:space="preserve"> 330365</w:t>
            </w:r>
          </w:p>
        </w:tc>
        <w:tc>
          <w:tcPr>
            <w:tcW w:w="1559" w:type="dxa"/>
            <w:vAlign w:val="center"/>
          </w:tcPr>
          <w:p w:rsidR="00E77065" w:rsidRPr="00930340" w:rsidRDefault="00E77065" w:rsidP="005C6D6F">
            <w:pPr>
              <w:jc w:val="center"/>
            </w:pPr>
            <w:r w:rsidRPr="00930340">
              <w:t>-</w:t>
            </w:r>
          </w:p>
        </w:tc>
        <w:tc>
          <w:tcPr>
            <w:tcW w:w="1276" w:type="dxa"/>
            <w:vAlign w:val="center"/>
          </w:tcPr>
          <w:p w:rsidR="00E77065" w:rsidRPr="00930340" w:rsidRDefault="00E77065" w:rsidP="005C6D6F">
            <w:pPr>
              <w:jc w:val="center"/>
            </w:pPr>
            <w:r w:rsidRPr="00930340">
              <w:t>-</w:t>
            </w:r>
          </w:p>
        </w:tc>
        <w:tc>
          <w:tcPr>
            <w:tcW w:w="1134" w:type="dxa"/>
            <w:vAlign w:val="center"/>
          </w:tcPr>
          <w:p w:rsidR="00E77065" w:rsidRPr="00930340" w:rsidRDefault="00E77065" w:rsidP="005C6D6F">
            <w:pPr>
              <w:jc w:val="center"/>
            </w:pPr>
            <w:r w:rsidRPr="00930340">
              <w:t>-</w:t>
            </w:r>
          </w:p>
        </w:tc>
        <w:tc>
          <w:tcPr>
            <w:tcW w:w="2409" w:type="dxa"/>
            <w:vAlign w:val="center"/>
          </w:tcPr>
          <w:p w:rsidR="00E77065" w:rsidRPr="00B75481" w:rsidRDefault="00E77065" w:rsidP="005C6D6F">
            <w:pPr>
              <w:jc w:val="center"/>
            </w:pPr>
            <w:r w:rsidRPr="00B75481">
              <w:t>-</w:t>
            </w:r>
          </w:p>
        </w:tc>
      </w:tr>
      <w:tr w:rsidR="00E77065" w:rsidTr="00820DFD">
        <w:tc>
          <w:tcPr>
            <w:tcW w:w="1951" w:type="dxa"/>
            <w:vAlign w:val="center"/>
          </w:tcPr>
          <w:p w:rsidR="00E77065" w:rsidRPr="007C3AA5" w:rsidRDefault="00E77065" w:rsidP="00820DFD">
            <w:r w:rsidRPr="007C3AA5">
              <w:t>супруга</w:t>
            </w:r>
          </w:p>
        </w:tc>
        <w:tc>
          <w:tcPr>
            <w:tcW w:w="1418" w:type="dxa"/>
            <w:vAlign w:val="center"/>
          </w:tcPr>
          <w:p w:rsidR="00E77065" w:rsidRPr="004E64F0" w:rsidRDefault="004E64F0" w:rsidP="005C6D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755990</w:t>
            </w:r>
            <w:r>
              <w:t>,</w:t>
            </w:r>
            <w:r>
              <w:rPr>
                <w:lang w:val="en-US"/>
              </w:rPr>
              <w:t>70</w:t>
            </w:r>
          </w:p>
        </w:tc>
        <w:tc>
          <w:tcPr>
            <w:tcW w:w="1559" w:type="dxa"/>
            <w:vAlign w:val="center"/>
          </w:tcPr>
          <w:p w:rsidR="00E77065" w:rsidRPr="007C3AA5" w:rsidRDefault="00E77065" w:rsidP="005C6D6F">
            <w:r w:rsidRPr="007C3AA5">
              <w:t>квартира</w:t>
            </w:r>
          </w:p>
        </w:tc>
        <w:tc>
          <w:tcPr>
            <w:tcW w:w="1134" w:type="dxa"/>
            <w:vAlign w:val="center"/>
          </w:tcPr>
          <w:p w:rsidR="00E77065" w:rsidRPr="007C3AA5" w:rsidRDefault="00E77065" w:rsidP="00820DFD">
            <w:pPr>
              <w:jc w:val="center"/>
            </w:pPr>
            <w:r w:rsidRPr="007C3AA5">
              <w:t>49,2</w:t>
            </w:r>
          </w:p>
        </w:tc>
        <w:tc>
          <w:tcPr>
            <w:tcW w:w="1134" w:type="dxa"/>
            <w:vAlign w:val="center"/>
          </w:tcPr>
          <w:p w:rsidR="00E77065" w:rsidRPr="007C3AA5" w:rsidRDefault="00E77065" w:rsidP="00820DFD">
            <w:pPr>
              <w:jc w:val="center"/>
            </w:pPr>
            <w:r w:rsidRPr="007C3AA5">
              <w:t>РФ</w:t>
            </w:r>
          </w:p>
        </w:tc>
        <w:tc>
          <w:tcPr>
            <w:tcW w:w="1843" w:type="dxa"/>
            <w:vAlign w:val="center"/>
          </w:tcPr>
          <w:p w:rsidR="00E77065" w:rsidRPr="007C3AA5" w:rsidRDefault="00E77065" w:rsidP="005C6D6F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E77065" w:rsidRPr="00930340" w:rsidRDefault="00E77065" w:rsidP="005C6D6F">
            <w:pPr>
              <w:jc w:val="center"/>
            </w:pPr>
            <w:r w:rsidRPr="007C3AA5">
              <w:t>жилой дом</w:t>
            </w:r>
          </w:p>
        </w:tc>
        <w:tc>
          <w:tcPr>
            <w:tcW w:w="1276" w:type="dxa"/>
            <w:vAlign w:val="center"/>
          </w:tcPr>
          <w:p w:rsidR="00E77065" w:rsidRPr="00930340" w:rsidRDefault="00E77065" w:rsidP="005C6D6F">
            <w:pPr>
              <w:jc w:val="center"/>
            </w:pPr>
            <w:r>
              <w:t>99,7</w:t>
            </w:r>
          </w:p>
        </w:tc>
        <w:tc>
          <w:tcPr>
            <w:tcW w:w="1134" w:type="dxa"/>
            <w:vAlign w:val="center"/>
          </w:tcPr>
          <w:p w:rsidR="00E77065" w:rsidRPr="00930340" w:rsidRDefault="00E77065" w:rsidP="005C6D6F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Pr="00B75481" w:rsidRDefault="00E77065" w:rsidP="005C6D6F">
            <w:pPr>
              <w:jc w:val="center"/>
            </w:pPr>
            <w:r w:rsidRPr="00B75481">
              <w:t>-</w:t>
            </w:r>
          </w:p>
        </w:tc>
      </w:tr>
      <w:tr w:rsidR="00964820" w:rsidTr="00820DFD">
        <w:tc>
          <w:tcPr>
            <w:tcW w:w="1951" w:type="dxa"/>
            <w:vAlign w:val="center"/>
          </w:tcPr>
          <w:p w:rsidR="00964820" w:rsidRDefault="00964820" w:rsidP="00820DFD">
            <w:r>
              <w:t>Примак</w:t>
            </w:r>
          </w:p>
          <w:p w:rsidR="00964820" w:rsidRDefault="00964820" w:rsidP="00820DFD">
            <w:r>
              <w:t>Татьяна</w:t>
            </w:r>
          </w:p>
          <w:p w:rsidR="00964820" w:rsidRPr="007C3AA5" w:rsidRDefault="00964820" w:rsidP="00820DFD">
            <w:r>
              <w:t>Николаевна</w:t>
            </w:r>
          </w:p>
        </w:tc>
        <w:tc>
          <w:tcPr>
            <w:tcW w:w="1418" w:type="dxa"/>
            <w:vAlign w:val="center"/>
          </w:tcPr>
          <w:p w:rsidR="00964820" w:rsidRPr="00964820" w:rsidRDefault="0083192A" w:rsidP="005C6D6F">
            <w:pPr>
              <w:jc w:val="center"/>
            </w:pPr>
            <w:r>
              <w:t>797835,58</w:t>
            </w:r>
          </w:p>
        </w:tc>
        <w:tc>
          <w:tcPr>
            <w:tcW w:w="1559" w:type="dxa"/>
            <w:vAlign w:val="center"/>
          </w:tcPr>
          <w:p w:rsidR="00964820" w:rsidRDefault="00964820" w:rsidP="005C6D6F">
            <w:r>
              <w:t>квартира</w:t>
            </w:r>
          </w:p>
          <w:p w:rsidR="00964820" w:rsidRPr="007C3AA5" w:rsidRDefault="00964820" w:rsidP="005C6D6F">
            <w:r>
              <w:t>(1/2 доля)</w:t>
            </w:r>
          </w:p>
        </w:tc>
        <w:tc>
          <w:tcPr>
            <w:tcW w:w="1134" w:type="dxa"/>
            <w:vAlign w:val="center"/>
          </w:tcPr>
          <w:p w:rsidR="00964820" w:rsidRPr="007C3AA5" w:rsidRDefault="00964820" w:rsidP="00820DFD">
            <w:pPr>
              <w:jc w:val="center"/>
            </w:pPr>
            <w:r>
              <w:t>58,1</w:t>
            </w:r>
          </w:p>
        </w:tc>
        <w:tc>
          <w:tcPr>
            <w:tcW w:w="1134" w:type="dxa"/>
            <w:vAlign w:val="center"/>
          </w:tcPr>
          <w:p w:rsidR="00964820" w:rsidRPr="007C3AA5" w:rsidRDefault="00964820" w:rsidP="00820DFD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964820" w:rsidRPr="007C3AA5" w:rsidRDefault="00964820" w:rsidP="005C6D6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964820" w:rsidRPr="007C3AA5" w:rsidRDefault="00964820" w:rsidP="005C6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964820" w:rsidRDefault="00964820" w:rsidP="005C6D6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64820" w:rsidRDefault="00964820" w:rsidP="005C6D6F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964820" w:rsidRPr="00B75481" w:rsidRDefault="00964820" w:rsidP="005C6D6F">
            <w:pPr>
              <w:jc w:val="center"/>
            </w:pPr>
            <w:r>
              <w:t>-</w:t>
            </w:r>
          </w:p>
        </w:tc>
      </w:tr>
      <w:tr w:rsidR="00EF5573" w:rsidTr="00820DFD">
        <w:tc>
          <w:tcPr>
            <w:tcW w:w="1951" w:type="dxa"/>
            <w:vAlign w:val="center"/>
          </w:tcPr>
          <w:p w:rsidR="00EF5573" w:rsidRDefault="00EF5573" w:rsidP="00820DFD">
            <w:r>
              <w:t>дочь</w:t>
            </w:r>
          </w:p>
        </w:tc>
        <w:tc>
          <w:tcPr>
            <w:tcW w:w="1418" w:type="dxa"/>
            <w:vAlign w:val="center"/>
          </w:tcPr>
          <w:p w:rsidR="00EF5573" w:rsidRDefault="00EF5573" w:rsidP="005C6D6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F5573" w:rsidRDefault="00EF5573" w:rsidP="005C6D6F">
            <w:r>
              <w:t xml:space="preserve">     -</w:t>
            </w:r>
          </w:p>
        </w:tc>
        <w:tc>
          <w:tcPr>
            <w:tcW w:w="1134" w:type="dxa"/>
            <w:vAlign w:val="center"/>
          </w:tcPr>
          <w:p w:rsidR="00EF5573" w:rsidRDefault="00EF5573" w:rsidP="00820DFD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F5573" w:rsidRDefault="00EF5573" w:rsidP="00820DFD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EF5573" w:rsidRDefault="00EF5573" w:rsidP="005C6D6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F5573" w:rsidRDefault="00EF5573" w:rsidP="005C6D6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Align w:val="center"/>
          </w:tcPr>
          <w:p w:rsidR="00EF5573" w:rsidRDefault="00EF5573" w:rsidP="005C6D6F">
            <w:pPr>
              <w:jc w:val="center"/>
            </w:pPr>
            <w:r>
              <w:t>58,1</w:t>
            </w:r>
          </w:p>
        </w:tc>
        <w:tc>
          <w:tcPr>
            <w:tcW w:w="1134" w:type="dxa"/>
            <w:vAlign w:val="center"/>
          </w:tcPr>
          <w:p w:rsidR="00EF5573" w:rsidRDefault="00EF5573" w:rsidP="005C6D6F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F5573" w:rsidRDefault="00EF5573" w:rsidP="005C6D6F">
            <w:pPr>
              <w:jc w:val="center"/>
            </w:pPr>
          </w:p>
        </w:tc>
      </w:tr>
      <w:tr w:rsidR="00E77065" w:rsidTr="00C47C01">
        <w:tc>
          <w:tcPr>
            <w:tcW w:w="1951" w:type="dxa"/>
            <w:vAlign w:val="center"/>
          </w:tcPr>
          <w:p w:rsidR="00E77065" w:rsidRPr="00BF147A" w:rsidRDefault="00E77065" w:rsidP="00C47C01">
            <w:r>
              <w:t>Сербина Светлана Николаевна</w:t>
            </w:r>
          </w:p>
        </w:tc>
        <w:tc>
          <w:tcPr>
            <w:tcW w:w="1418" w:type="dxa"/>
            <w:vAlign w:val="center"/>
          </w:tcPr>
          <w:p w:rsidR="00E77065" w:rsidRDefault="00E507BE" w:rsidP="005C6D6F">
            <w:pPr>
              <w:jc w:val="center"/>
            </w:pPr>
            <w:r>
              <w:t>646511,88</w:t>
            </w:r>
          </w:p>
        </w:tc>
        <w:tc>
          <w:tcPr>
            <w:tcW w:w="1559" w:type="dxa"/>
          </w:tcPr>
          <w:p w:rsidR="00E77065" w:rsidRDefault="00E77065" w:rsidP="005C6D6F">
            <w:r w:rsidRPr="007F1800">
              <w:t>земельный участок</w:t>
            </w:r>
            <w:r>
              <w:t xml:space="preserve"> </w:t>
            </w:r>
          </w:p>
          <w:p w:rsidR="00E77065" w:rsidRPr="007F1800" w:rsidRDefault="00E77065" w:rsidP="005C6D6F">
            <w:r>
              <w:t>(1/4 доля)</w:t>
            </w:r>
          </w:p>
          <w:p w:rsidR="00E77065" w:rsidRPr="007F1800" w:rsidRDefault="00E77065" w:rsidP="005C6D6F">
            <w:r>
              <w:t>жилой дом (1/4 доля)</w:t>
            </w:r>
          </w:p>
        </w:tc>
        <w:tc>
          <w:tcPr>
            <w:tcW w:w="1134" w:type="dxa"/>
          </w:tcPr>
          <w:p w:rsidR="00E77065" w:rsidRPr="007F1800" w:rsidRDefault="00E77065" w:rsidP="00C47C01">
            <w:pPr>
              <w:jc w:val="center"/>
            </w:pPr>
            <w:r>
              <w:t>903,0</w:t>
            </w:r>
          </w:p>
          <w:p w:rsidR="00E77065" w:rsidRPr="007F1800" w:rsidRDefault="00E77065" w:rsidP="005C6D6F"/>
          <w:p w:rsidR="00E77065" w:rsidRDefault="00E77065" w:rsidP="005C6D6F"/>
          <w:p w:rsidR="00E77065" w:rsidRPr="007F1800" w:rsidRDefault="00E77065" w:rsidP="00C47C01">
            <w:pPr>
              <w:jc w:val="center"/>
            </w:pPr>
            <w:r w:rsidRPr="007F1800">
              <w:t>7</w:t>
            </w:r>
            <w:r>
              <w:t>1,8</w:t>
            </w:r>
          </w:p>
          <w:p w:rsidR="00E77065" w:rsidRPr="007F1800" w:rsidRDefault="00E77065" w:rsidP="005C6D6F"/>
        </w:tc>
        <w:tc>
          <w:tcPr>
            <w:tcW w:w="1134" w:type="dxa"/>
          </w:tcPr>
          <w:p w:rsidR="00E77065" w:rsidRPr="007F1800" w:rsidRDefault="00E77065" w:rsidP="00C47C01">
            <w:pPr>
              <w:jc w:val="center"/>
            </w:pPr>
            <w:r w:rsidRPr="007F1800">
              <w:t>РФ</w:t>
            </w:r>
          </w:p>
          <w:p w:rsidR="00E77065" w:rsidRPr="007F1800" w:rsidRDefault="00E77065" w:rsidP="005C6D6F"/>
          <w:p w:rsidR="00E77065" w:rsidRDefault="00E77065" w:rsidP="005C6D6F"/>
          <w:p w:rsidR="00E77065" w:rsidRPr="007F1800" w:rsidRDefault="00E77065" w:rsidP="00C47C01">
            <w:pPr>
              <w:jc w:val="center"/>
            </w:pPr>
            <w:r w:rsidRPr="007F1800">
              <w:t>РФ</w:t>
            </w:r>
          </w:p>
          <w:p w:rsidR="00E77065" w:rsidRPr="007F1800" w:rsidRDefault="00E77065" w:rsidP="005C6D6F"/>
        </w:tc>
        <w:tc>
          <w:tcPr>
            <w:tcW w:w="1843" w:type="dxa"/>
            <w:vAlign w:val="center"/>
          </w:tcPr>
          <w:p w:rsidR="00E77065" w:rsidRPr="002B75A2" w:rsidRDefault="00E77065" w:rsidP="00C47C01">
            <w:pPr>
              <w:jc w:val="center"/>
            </w:pPr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Vista</w:t>
            </w:r>
          </w:p>
        </w:tc>
        <w:tc>
          <w:tcPr>
            <w:tcW w:w="1559" w:type="dxa"/>
            <w:vAlign w:val="center"/>
          </w:tcPr>
          <w:p w:rsidR="00E77065" w:rsidRPr="007F1800" w:rsidRDefault="00E77065" w:rsidP="005C6D6F">
            <w:pPr>
              <w:jc w:val="center"/>
            </w:pPr>
            <w:r w:rsidRPr="007F1800">
              <w:t>жилой дом</w:t>
            </w:r>
          </w:p>
        </w:tc>
        <w:tc>
          <w:tcPr>
            <w:tcW w:w="1276" w:type="dxa"/>
            <w:vAlign w:val="center"/>
          </w:tcPr>
          <w:p w:rsidR="00E77065" w:rsidRPr="007F1800" w:rsidRDefault="00E77065" w:rsidP="005C6D6F">
            <w:pPr>
              <w:jc w:val="center"/>
            </w:pPr>
            <w:r>
              <w:t>120,4</w:t>
            </w:r>
            <w:r w:rsidRPr="007F1800">
              <w:t xml:space="preserve"> </w:t>
            </w:r>
          </w:p>
        </w:tc>
        <w:tc>
          <w:tcPr>
            <w:tcW w:w="1134" w:type="dxa"/>
            <w:vAlign w:val="center"/>
          </w:tcPr>
          <w:p w:rsidR="00E77065" w:rsidRPr="007F1800" w:rsidRDefault="00E77065" w:rsidP="005C6D6F">
            <w:pPr>
              <w:jc w:val="center"/>
            </w:pPr>
            <w:r w:rsidRPr="007F1800">
              <w:t>РФ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C47C01">
        <w:tc>
          <w:tcPr>
            <w:tcW w:w="1951" w:type="dxa"/>
            <w:vAlign w:val="center"/>
          </w:tcPr>
          <w:p w:rsidR="00E77065" w:rsidRPr="00BF147A" w:rsidRDefault="00E77065" w:rsidP="00C47C01">
            <w:r>
              <w:t>супруг</w:t>
            </w:r>
          </w:p>
        </w:tc>
        <w:tc>
          <w:tcPr>
            <w:tcW w:w="1418" w:type="dxa"/>
            <w:vAlign w:val="center"/>
          </w:tcPr>
          <w:p w:rsidR="00E77065" w:rsidRDefault="00E507BE" w:rsidP="005C6D6F">
            <w:pPr>
              <w:jc w:val="center"/>
            </w:pPr>
            <w:r>
              <w:t>548428,56</w:t>
            </w:r>
          </w:p>
        </w:tc>
        <w:tc>
          <w:tcPr>
            <w:tcW w:w="1559" w:type="dxa"/>
          </w:tcPr>
          <w:p w:rsidR="00E77065" w:rsidRDefault="00E77065" w:rsidP="005C6D6F">
            <w:r w:rsidRPr="007F1800">
              <w:t>земельный участок</w:t>
            </w:r>
            <w:r>
              <w:t xml:space="preserve"> </w:t>
            </w:r>
          </w:p>
          <w:p w:rsidR="00E77065" w:rsidRDefault="00E77065" w:rsidP="005C6D6F">
            <w:r>
              <w:t>(1/4 доля)</w:t>
            </w:r>
          </w:p>
          <w:p w:rsidR="00E77065" w:rsidRDefault="00E77065" w:rsidP="005C6D6F">
            <w:r w:rsidRPr="007F1800">
              <w:t>земельный участок</w:t>
            </w:r>
          </w:p>
          <w:p w:rsidR="00E77065" w:rsidRDefault="00E77065" w:rsidP="005C6D6F">
            <w:r>
              <w:t>жилой дом (1/4 доля)</w:t>
            </w:r>
          </w:p>
          <w:p w:rsidR="00E77065" w:rsidRPr="007F1800" w:rsidRDefault="00E77065" w:rsidP="005C6D6F">
            <w:r>
              <w:t>жилой дом</w:t>
            </w:r>
          </w:p>
        </w:tc>
        <w:tc>
          <w:tcPr>
            <w:tcW w:w="1134" w:type="dxa"/>
          </w:tcPr>
          <w:p w:rsidR="00E77065" w:rsidRDefault="00E77065" w:rsidP="00C47C01">
            <w:pPr>
              <w:jc w:val="center"/>
            </w:pPr>
            <w:r>
              <w:t>903,0</w:t>
            </w:r>
          </w:p>
          <w:p w:rsidR="00E77065" w:rsidRDefault="00E77065" w:rsidP="005C6D6F"/>
          <w:p w:rsidR="00E77065" w:rsidRDefault="00E77065" w:rsidP="005C6D6F"/>
          <w:p w:rsidR="00E77065" w:rsidRDefault="00E77065" w:rsidP="00C47C01">
            <w:pPr>
              <w:jc w:val="center"/>
            </w:pPr>
            <w:r>
              <w:t>1584,0</w:t>
            </w:r>
          </w:p>
          <w:p w:rsidR="00E77065" w:rsidRDefault="00E77065" w:rsidP="005C6D6F"/>
          <w:p w:rsidR="00E77065" w:rsidRDefault="00E77065" w:rsidP="005C6D6F"/>
          <w:p w:rsidR="00E77065" w:rsidRDefault="00E77065" w:rsidP="00C47C01">
            <w:pPr>
              <w:jc w:val="center"/>
            </w:pPr>
            <w:r>
              <w:t>71,8</w:t>
            </w:r>
          </w:p>
          <w:p w:rsidR="00E77065" w:rsidRDefault="00E77065" w:rsidP="005C6D6F"/>
          <w:p w:rsidR="00E77065" w:rsidRPr="007F1800" w:rsidRDefault="00E77065" w:rsidP="00C47C01">
            <w:pPr>
              <w:jc w:val="center"/>
            </w:pPr>
            <w:r>
              <w:t>120,4</w:t>
            </w:r>
          </w:p>
        </w:tc>
        <w:tc>
          <w:tcPr>
            <w:tcW w:w="1134" w:type="dxa"/>
          </w:tcPr>
          <w:p w:rsidR="00E77065" w:rsidRPr="007F1800" w:rsidRDefault="00E77065" w:rsidP="00C47C01">
            <w:pPr>
              <w:jc w:val="center"/>
            </w:pPr>
            <w:r w:rsidRPr="007F1800">
              <w:t>РФ</w:t>
            </w:r>
          </w:p>
          <w:p w:rsidR="00E77065" w:rsidRPr="007F1800" w:rsidRDefault="00E77065" w:rsidP="005C6D6F"/>
          <w:p w:rsidR="00E77065" w:rsidRDefault="00E77065" w:rsidP="005C6D6F"/>
          <w:p w:rsidR="00E77065" w:rsidRDefault="00E77065" w:rsidP="00C47C01">
            <w:pPr>
              <w:jc w:val="center"/>
            </w:pPr>
            <w:r w:rsidRPr="007F1800">
              <w:t>РФ</w:t>
            </w:r>
          </w:p>
          <w:p w:rsidR="00E77065" w:rsidRDefault="00E77065" w:rsidP="005C6D6F"/>
          <w:p w:rsidR="00E77065" w:rsidRDefault="00E77065" w:rsidP="005C6D6F"/>
          <w:p w:rsidR="00E77065" w:rsidRDefault="00E77065" w:rsidP="00C47C01">
            <w:pPr>
              <w:jc w:val="center"/>
            </w:pPr>
            <w:r>
              <w:t>РФ</w:t>
            </w:r>
          </w:p>
          <w:p w:rsidR="00E77065" w:rsidRDefault="00E77065" w:rsidP="005C6D6F"/>
          <w:p w:rsidR="00E77065" w:rsidRPr="007F1800" w:rsidRDefault="00E77065" w:rsidP="00C47C01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5C6D6F">
        <w:tc>
          <w:tcPr>
            <w:tcW w:w="1951" w:type="dxa"/>
            <w:vAlign w:val="center"/>
          </w:tcPr>
          <w:p w:rsidR="00E77065" w:rsidRPr="00BF147A" w:rsidRDefault="00E77065" w:rsidP="00C47C01">
            <w:r>
              <w:t>дочь</w:t>
            </w:r>
          </w:p>
        </w:tc>
        <w:tc>
          <w:tcPr>
            <w:tcW w:w="1418" w:type="dxa"/>
            <w:vAlign w:val="center"/>
          </w:tcPr>
          <w:p w:rsidR="00E77065" w:rsidRDefault="00E77065" w:rsidP="005C6D6F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E77065" w:rsidRDefault="00E77065" w:rsidP="005C6D6F">
            <w:r w:rsidRPr="007F1800">
              <w:t xml:space="preserve">земельный </w:t>
            </w:r>
            <w:r w:rsidRPr="007F1800">
              <w:lastRenderedPageBreak/>
              <w:t>участок</w:t>
            </w:r>
            <w:r>
              <w:t xml:space="preserve"> </w:t>
            </w:r>
          </w:p>
          <w:p w:rsidR="00E77065" w:rsidRPr="007F1800" w:rsidRDefault="00E77065" w:rsidP="005C6D6F">
            <w:r>
              <w:t>(1/4 доля)</w:t>
            </w:r>
          </w:p>
          <w:p w:rsidR="00E77065" w:rsidRPr="007F1800" w:rsidRDefault="00E77065" w:rsidP="005C6D6F">
            <w:r>
              <w:t>жилой дом (1/4 доля)</w:t>
            </w:r>
          </w:p>
        </w:tc>
        <w:tc>
          <w:tcPr>
            <w:tcW w:w="1134" w:type="dxa"/>
          </w:tcPr>
          <w:p w:rsidR="00E77065" w:rsidRPr="007F1800" w:rsidRDefault="00E77065" w:rsidP="005C6D6F">
            <w:pPr>
              <w:jc w:val="center"/>
            </w:pPr>
            <w:r>
              <w:lastRenderedPageBreak/>
              <w:t>903,0</w:t>
            </w:r>
          </w:p>
          <w:p w:rsidR="00E77065" w:rsidRPr="007F1800" w:rsidRDefault="00E77065" w:rsidP="005C6D6F"/>
          <w:p w:rsidR="00E77065" w:rsidRDefault="00E77065" w:rsidP="005C6D6F"/>
          <w:p w:rsidR="00E77065" w:rsidRPr="007F1800" w:rsidRDefault="00E77065" w:rsidP="005C6D6F">
            <w:pPr>
              <w:jc w:val="center"/>
            </w:pPr>
            <w:r w:rsidRPr="007F1800">
              <w:t>7</w:t>
            </w:r>
            <w:r>
              <w:t>1,8</w:t>
            </w:r>
          </w:p>
          <w:p w:rsidR="00E77065" w:rsidRPr="007F1800" w:rsidRDefault="00E77065" w:rsidP="005C6D6F"/>
        </w:tc>
        <w:tc>
          <w:tcPr>
            <w:tcW w:w="1134" w:type="dxa"/>
          </w:tcPr>
          <w:p w:rsidR="00E77065" w:rsidRPr="007F1800" w:rsidRDefault="00E77065" w:rsidP="005C6D6F">
            <w:pPr>
              <w:jc w:val="center"/>
            </w:pPr>
            <w:r w:rsidRPr="007F1800">
              <w:lastRenderedPageBreak/>
              <w:t>РФ</w:t>
            </w:r>
          </w:p>
          <w:p w:rsidR="00E77065" w:rsidRPr="007F1800" w:rsidRDefault="00E77065" w:rsidP="005C6D6F"/>
          <w:p w:rsidR="00E77065" w:rsidRDefault="00E77065" w:rsidP="005C6D6F"/>
          <w:p w:rsidR="00E77065" w:rsidRPr="007F1800" w:rsidRDefault="00E77065" w:rsidP="005C6D6F">
            <w:pPr>
              <w:jc w:val="center"/>
            </w:pPr>
            <w:r w:rsidRPr="007F1800">
              <w:t>РФ</w:t>
            </w:r>
          </w:p>
          <w:p w:rsidR="00E77065" w:rsidRPr="007F1800" w:rsidRDefault="00E77065" w:rsidP="005C6D6F"/>
        </w:tc>
        <w:tc>
          <w:tcPr>
            <w:tcW w:w="1843" w:type="dxa"/>
            <w:vAlign w:val="center"/>
          </w:tcPr>
          <w:p w:rsidR="00E77065" w:rsidRDefault="00E77065" w:rsidP="005C6D6F">
            <w:pPr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E77065" w:rsidRDefault="00E77065" w:rsidP="005C6D6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vAlign w:val="center"/>
          </w:tcPr>
          <w:p w:rsidR="00E77065" w:rsidRDefault="00E77065" w:rsidP="005C6D6F">
            <w:pPr>
              <w:jc w:val="center"/>
            </w:pPr>
            <w:r>
              <w:t>120,4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0829A5">
        <w:tc>
          <w:tcPr>
            <w:tcW w:w="1951" w:type="dxa"/>
            <w:vAlign w:val="center"/>
          </w:tcPr>
          <w:p w:rsidR="00E77065" w:rsidRDefault="00E77065" w:rsidP="00C47C01">
            <w:r>
              <w:lastRenderedPageBreak/>
              <w:t>Сомов</w:t>
            </w:r>
          </w:p>
          <w:p w:rsidR="00E77065" w:rsidRDefault="00E77065" w:rsidP="00C47C01">
            <w:r>
              <w:t>Сергей</w:t>
            </w:r>
          </w:p>
          <w:p w:rsidR="00E77065" w:rsidRDefault="00E77065" w:rsidP="00C47C01">
            <w:r>
              <w:t>Викторович</w:t>
            </w:r>
          </w:p>
        </w:tc>
        <w:tc>
          <w:tcPr>
            <w:tcW w:w="1418" w:type="dxa"/>
            <w:vAlign w:val="center"/>
          </w:tcPr>
          <w:p w:rsidR="00E77065" w:rsidRDefault="006D63D0" w:rsidP="005C6D6F">
            <w:pPr>
              <w:jc w:val="center"/>
            </w:pPr>
            <w:r>
              <w:t>785740,67</w:t>
            </w:r>
          </w:p>
        </w:tc>
        <w:tc>
          <w:tcPr>
            <w:tcW w:w="1559" w:type="dxa"/>
            <w:vAlign w:val="center"/>
          </w:tcPr>
          <w:p w:rsidR="00E77065" w:rsidRDefault="00E77065" w:rsidP="000829A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0829A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Pr="007F1800" w:rsidRDefault="00E77065" w:rsidP="000829A5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E77065" w:rsidRPr="00766F49" w:rsidRDefault="00E77065" w:rsidP="00766F49">
            <w:r>
              <w:rPr>
                <w:lang w:val="en-US"/>
              </w:rPr>
              <w:t xml:space="preserve">TOYOTA </w:t>
            </w:r>
            <w:proofErr w:type="spellStart"/>
            <w:r w:rsidR="00766F49">
              <w:rPr>
                <w:lang w:val="en-US"/>
              </w:rPr>
              <w:t>Premio</w:t>
            </w:r>
            <w:proofErr w:type="spellEnd"/>
          </w:p>
        </w:tc>
        <w:tc>
          <w:tcPr>
            <w:tcW w:w="1559" w:type="dxa"/>
            <w:vAlign w:val="center"/>
          </w:tcPr>
          <w:p w:rsidR="00E77065" w:rsidRPr="000829A5" w:rsidRDefault="00E77065" w:rsidP="005C6D6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Align w:val="center"/>
          </w:tcPr>
          <w:p w:rsidR="00E77065" w:rsidRDefault="00E77065" w:rsidP="005C6D6F">
            <w:pPr>
              <w:jc w:val="center"/>
            </w:pPr>
            <w:r>
              <w:t>39,6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E76A86">
        <w:tc>
          <w:tcPr>
            <w:tcW w:w="1951" w:type="dxa"/>
            <w:vAlign w:val="center"/>
          </w:tcPr>
          <w:p w:rsidR="00E77065" w:rsidRDefault="00E77065" w:rsidP="00C47C01">
            <w:r>
              <w:t>супруга</w:t>
            </w:r>
          </w:p>
        </w:tc>
        <w:tc>
          <w:tcPr>
            <w:tcW w:w="1418" w:type="dxa"/>
            <w:vAlign w:val="center"/>
          </w:tcPr>
          <w:p w:rsidR="00E77065" w:rsidRDefault="008C54AD" w:rsidP="005C6D6F">
            <w:pPr>
              <w:jc w:val="center"/>
            </w:pPr>
            <w:r>
              <w:t>267680,53</w:t>
            </w:r>
          </w:p>
        </w:tc>
        <w:tc>
          <w:tcPr>
            <w:tcW w:w="1559" w:type="dxa"/>
            <w:vAlign w:val="center"/>
          </w:tcPr>
          <w:p w:rsidR="00E77065" w:rsidRDefault="00E77065" w:rsidP="00E76A8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E76A8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Pr="007F1800" w:rsidRDefault="00E77065" w:rsidP="00E76A86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E77065" w:rsidRDefault="00E77065" w:rsidP="00E76A86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Pr="000829A5" w:rsidRDefault="00E77065" w:rsidP="005C6D6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Align w:val="center"/>
          </w:tcPr>
          <w:p w:rsidR="00E77065" w:rsidRDefault="00E77065" w:rsidP="005C6D6F">
            <w:pPr>
              <w:jc w:val="center"/>
            </w:pPr>
            <w:r>
              <w:t>39,6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5C6D6F">
        <w:tc>
          <w:tcPr>
            <w:tcW w:w="1951" w:type="dxa"/>
            <w:vAlign w:val="center"/>
          </w:tcPr>
          <w:p w:rsidR="00E77065" w:rsidRDefault="00E77065" w:rsidP="00C47C01">
            <w:r>
              <w:t>дочь</w:t>
            </w:r>
          </w:p>
        </w:tc>
        <w:tc>
          <w:tcPr>
            <w:tcW w:w="1418" w:type="dxa"/>
            <w:vAlign w:val="center"/>
          </w:tcPr>
          <w:p w:rsidR="00E77065" w:rsidRDefault="00E77065" w:rsidP="005C6D6F">
            <w:pPr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Pr="007F1800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Pr="000829A5" w:rsidRDefault="00E77065" w:rsidP="005C6D6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Align w:val="center"/>
          </w:tcPr>
          <w:p w:rsidR="00E77065" w:rsidRDefault="00E77065" w:rsidP="005C6D6F">
            <w:pPr>
              <w:jc w:val="center"/>
            </w:pPr>
            <w:r>
              <w:t>39,6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5C6D6F">
        <w:tc>
          <w:tcPr>
            <w:tcW w:w="1951" w:type="dxa"/>
            <w:vAlign w:val="center"/>
          </w:tcPr>
          <w:p w:rsidR="00E77065" w:rsidRDefault="00E77065" w:rsidP="005C6D6F">
            <w:r>
              <w:t>дочь</w:t>
            </w:r>
          </w:p>
        </w:tc>
        <w:tc>
          <w:tcPr>
            <w:tcW w:w="1418" w:type="dxa"/>
            <w:vAlign w:val="center"/>
          </w:tcPr>
          <w:p w:rsidR="00E77065" w:rsidRDefault="00E77065" w:rsidP="005C6D6F">
            <w:pPr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Pr="007F1800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Pr="000829A5" w:rsidRDefault="00E77065" w:rsidP="005C6D6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Align w:val="center"/>
          </w:tcPr>
          <w:p w:rsidR="00E77065" w:rsidRDefault="00E77065" w:rsidP="005C6D6F">
            <w:pPr>
              <w:jc w:val="center"/>
            </w:pPr>
            <w:r>
              <w:t>39,6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5C6D6F">
        <w:tc>
          <w:tcPr>
            <w:tcW w:w="1951" w:type="dxa"/>
            <w:vAlign w:val="center"/>
          </w:tcPr>
          <w:p w:rsidR="00E77065" w:rsidRDefault="00E77065" w:rsidP="005C6D6F">
            <w:r>
              <w:t>дочь</w:t>
            </w:r>
          </w:p>
        </w:tc>
        <w:tc>
          <w:tcPr>
            <w:tcW w:w="1418" w:type="dxa"/>
            <w:vAlign w:val="center"/>
          </w:tcPr>
          <w:p w:rsidR="00E77065" w:rsidRDefault="00E77065" w:rsidP="005C6D6F">
            <w:pPr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Pr="007F1800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Pr="000829A5" w:rsidRDefault="00E77065" w:rsidP="005C6D6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Align w:val="center"/>
          </w:tcPr>
          <w:p w:rsidR="00E77065" w:rsidRDefault="00E77065" w:rsidP="005C6D6F">
            <w:pPr>
              <w:jc w:val="center"/>
            </w:pPr>
            <w:r>
              <w:t>39,6</w:t>
            </w:r>
          </w:p>
        </w:tc>
        <w:tc>
          <w:tcPr>
            <w:tcW w:w="1134" w:type="dxa"/>
            <w:vAlign w:val="center"/>
          </w:tcPr>
          <w:p w:rsidR="00E77065" w:rsidRDefault="00E77065" w:rsidP="005C6D6F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</w:pPr>
            <w:r>
              <w:t>-</w:t>
            </w:r>
          </w:p>
        </w:tc>
      </w:tr>
      <w:tr w:rsidR="00E77065" w:rsidTr="00E76A86">
        <w:tc>
          <w:tcPr>
            <w:tcW w:w="1951" w:type="dxa"/>
            <w:vAlign w:val="center"/>
          </w:tcPr>
          <w:p w:rsidR="00E77065" w:rsidRDefault="00E77065" w:rsidP="00E76A86">
            <w:r w:rsidRPr="009657E4">
              <w:t xml:space="preserve">Суюнда </w:t>
            </w:r>
          </w:p>
          <w:p w:rsidR="00E77065" w:rsidRPr="009657E4" w:rsidRDefault="00E77065" w:rsidP="00E76A86">
            <w:r w:rsidRPr="009657E4">
              <w:t>Виктор Владимирович</w:t>
            </w:r>
          </w:p>
        </w:tc>
        <w:tc>
          <w:tcPr>
            <w:tcW w:w="1418" w:type="dxa"/>
            <w:vAlign w:val="center"/>
          </w:tcPr>
          <w:p w:rsidR="00E77065" w:rsidRPr="009657E4" w:rsidRDefault="00110415" w:rsidP="005C6D6F">
            <w:pPr>
              <w:jc w:val="center"/>
            </w:pPr>
            <w:r>
              <w:t>1251846,09</w:t>
            </w:r>
          </w:p>
        </w:tc>
        <w:tc>
          <w:tcPr>
            <w:tcW w:w="1559" w:type="dxa"/>
            <w:vAlign w:val="center"/>
          </w:tcPr>
          <w:p w:rsidR="00E77065" w:rsidRDefault="00E77065" w:rsidP="00E76A86">
            <w:r>
              <w:t>квартира</w:t>
            </w:r>
          </w:p>
          <w:p w:rsidR="00E77065" w:rsidRPr="009657E4" w:rsidRDefault="00E77065" w:rsidP="00E76A86">
            <w:r>
              <w:t>(1/2 доля)</w:t>
            </w:r>
          </w:p>
        </w:tc>
        <w:tc>
          <w:tcPr>
            <w:tcW w:w="1134" w:type="dxa"/>
            <w:vAlign w:val="center"/>
          </w:tcPr>
          <w:p w:rsidR="00E77065" w:rsidRPr="009657E4" w:rsidRDefault="00E77065" w:rsidP="005C6D6F">
            <w:pPr>
              <w:jc w:val="center"/>
            </w:pPr>
            <w:r>
              <w:t>44,7</w:t>
            </w:r>
          </w:p>
        </w:tc>
        <w:tc>
          <w:tcPr>
            <w:tcW w:w="1134" w:type="dxa"/>
            <w:vAlign w:val="center"/>
          </w:tcPr>
          <w:p w:rsidR="00E77065" w:rsidRPr="009657E4" w:rsidRDefault="00E77065" w:rsidP="005C6D6F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E77065" w:rsidRPr="009657E4" w:rsidRDefault="00E77065" w:rsidP="005C6D6F">
            <w:r w:rsidRPr="009657E4">
              <w:t>ВАЗ 2106</w:t>
            </w:r>
          </w:p>
        </w:tc>
        <w:tc>
          <w:tcPr>
            <w:tcW w:w="1559" w:type="dxa"/>
            <w:vAlign w:val="center"/>
          </w:tcPr>
          <w:p w:rsidR="00E77065" w:rsidRDefault="00E77065" w:rsidP="00E76A86">
            <w:r w:rsidRPr="0072210F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E77065" w:rsidRPr="009657E4" w:rsidRDefault="00E77065" w:rsidP="00E76A86">
            <w:pPr>
              <w:jc w:val="center"/>
            </w:pPr>
            <w:r w:rsidRPr="009657E4">
              <w:t>5</w:t>
            </w:r>
            <w:r>
              <w:t>6,7</w:t>
            </w:r>
          </w:p>
        </w:tc>
        <w:tc>
          <w:tcPr>
            <w:tcW w:w="1134" w:type="dxa"/>
            <w:vAlign w:val="center"/>
          </w:tcPr>
          <w:p w:rsidR="00E77065" w:rsidRPr="009657E4" w:rsidRDefault="00E77065" w:rsidP="00E76A86">
            <w:pPr>
              <w:jc w:val="center"/>
            </w:pPr>
            <w:r w:rsidRPr="009657E4">
              <w:t>РФ</w:t>
            </w:r>
          </w:p>
        </w:tc>
        <w:tc>
          <w:tcPr>
            <w:tcW w:w="2409" w:type="dxa"/>
            <w:vAlign w:val="center"/>
          </w:tcPr>
          <w:p w:rsidR="00E77065" w:rsidRPr="009657E4" w:rsidRDefault="00E77065" w:rsidP="005C6D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77065" w:rsidTr="005C6D6F">
        <w:tc>
          <w:tcPr>
            <w:tcW w:w="1951" w:type="dxa"/>
            <w:vAlign w:val="center"/>
          </w:tcPr>
          <w:p w:rsidR="00E77065" w:rsidRPr="009657E4" w:rsidRDefault="00E77065" w:rsidP="00E76A86">
            <w:r w:rsidRPr="009657E4">
              <w:t>супруга</w:t>
            </w:r>
          </w:p>
        </w:tc>
        <w:tc>
          <w:tcPr>
            <w:tcW w:w="1418" w:type="dxa"/>
            <w:vAlign w:val="center"/>
          </w:tcPr>
          <w:p w:rsidR="00E77065" w:rsidRPr="009657E4" w:rsidRDefault="00805E85" w:rsidP="005C6D6F">
            <w:pPr>
              <w:jc w:val="center"/>
            </w:pPr>
            <w:r>
              <w:t>915339,18</w:t>
            </w:r>
          </w:p>
        </w:tc>
        <w:tc>
          <w:tcPr>
            <w:tcW w:w="1559" w:type="dxa"/>
            <w:vAlign w:val="center"/>
          </w:tcPr>
          <w:p w:rsidR="00E77065" w:rsidRPr="009657E4" w:rsidRDefault="00E77065" w:rsidP="005C6D6F">
            <w:pPr>
              <w:jc w:val="center"/>
            </w:pPr>
            <w:r w:rsidRPr="009657E4">
              <w:t>-</w:t>
            </w:r>
          </w:p>
        </w:tc>
        <w:tc>
          <w:tcPr>
            <w:tcW w:w="1134" w:type="dxa"/>
            <w:vAlign w:val="center"/>
          </w:tcPr>
          <w:p w:rsidR="00E77065" w:rsidRPr="009657E4" w:rsidRDefault="00E77065" w:rsidP="005C6D6F">
            <w:pPr>
              <w:jc w:val="center"/>
            </w:pPr>
            <w:r w:rsidRPr="009657E4">
              <w:t>-</w:t>
            </w:r>
          </w:p>
        </w:tc>
        <w:tc>
          <w:tcPr>
            <w:tcW w:w="1134" w:type="dxa"/>
            <w:vAlign w:val="center"/>
          </w:tcPr>
          <w:p w:rsidR="00E77065" w:rsidRPr="009657E4" w:rsidRDefault="00E77065" w:rsidP="005C6D6F">
            <w:pPr>
              <w:jc w:val="center"/>
            </w:pPr>
            <w:r w:rsidRPr="009657E4">
              <w:t>-</w:t>
            </w:r>
          </w:p>
        </w:tc>
        <w:tc>
          <w:tcPr>
            <w:tcW w:w="1843" w:type="dxa"/>
            <w:vAlign w:val="center"/>
          </w:tcPr>
          <w:p w:rsidR="00E77065" w:rsidRPr="009657E4" w:rsidRDefault="00E77065" w:rsidP="005C6D6F">
            <w:pPr>
              <w:jc w:val="center"/>
            </w:pPr>
            <w:r w:rsidRPr="009657E4">
              <w:t>-</w:t>
            </w:r>
          </w:p>
        </w:tc>
        <w:tc>
          <w:tcPr>
            <w:tcW w:w="1559" w:type="dxa"/>
            <w:vAlign w:val="center"/>
          </w:tcPr>
          <w:p w:rsidR="00E77065" w:rsidRDefault="00E77065" w:rsidP="005C6D6F">
            <w:r w:rsidRPr="0072210F">
              <w:rPr>
                <w:szCs w:val="28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E77065" w:rsidRPr="009657E4" w:rsidRDefault="00E77065" w:rsidP="005C6D6F">
            <w:pPr>
              <w:jc w:val="center"/>
            </w:pPr>
            <w:r w:rsidRPr="009657E4">
              <w:t>5</w:t>
            </w:r>
            <w:r>
              <w:t>6,7</w:t>
            </w:r>
          </w:p>
        </w:tc>
        <w:tc>
          <w:tcPr>
            <w:tcW w:w="1134" w:type="dxa"/>
            <w:vAlign w:val="center"/>
          </w:tcPr>
          <w:p w:rsidR="00E77065" w:rsidRPr="009657E4" w:rsidRDefault="00E77065" w:rsidP="005C6D6F">
            <w:pPr>
              <w:jc w:val="center"/>
            </w:pPr>
            <w:r w:rsidRPr="009657E4">
              <w:t>РФ</w:t>
            </w:r>
          </w:p>
        </w:tc>
        <w:tc>
          <w:tcPr>
            <w:tcW w:w="2409" w:type="dxa"/>
            <w:vAlign w:val="center"/>
          </w:tcPr>
          <w:p w:rsidR="00E77065" w:rsidRPr="009657E4" w:rsidRDefault="00E77065" w:rsidP="005C6D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77065" w:rsidTr="008B388C">
        <w:tc>
          <w:tcPr>
            <w:tcW w:w="1951" w:type="dxa"/>
            <w:vAlign w:val="center"/>
          </w:tcPr>
          <w:p w:rsidR="00E77065" w:rsidRPr="001F386D" w:rsidRDefault="00E77065" w:rsidP="00E76A86">
            <w:pPr>
              <w:rPr>
                <w:color w:val="FF0000"/>
              </w:rPr>
            </w:pPr>
            <w:r w:rsidRPr="001A0C50">
              <w:t>Хасанова Светлана Валерьевна</w:t>
            </w:r>
          </w:p>
        </w:tc>
        <w:tc>
          <w:tcPr>
            <w:tcW w:w="1418" w:type="dxa"/>
            <w:vAlign w:val="center"/>
          </w:tcPr>
          <w:p w:rsidR="00E77065" w:rsidRPr="0030242D" w:rsidRDefault="00174825" w:rsidP="005C6D6F">
            <w:pPr>
              <w:jc w:val="center"/>
            </w:pPr>
            <w:r>
              <w:t>926825,14</w:t>
            </w:r>
          </w:p>
        </w:tc>
        <w:tc>
          <w:tcPr>
            <w:tcW w:w="1559" w:type="dxa"/>
          </w:tcPr>
          <w:p w:rsidR="00E77065" w:rsidRPr="0030242D" w:rsidRDefault="00E77065" w:rsidP="005C6D6F">
            <w:r w:rsidRPr="0030242D">
              <w:t>земельный участок</w:t>
            </w:r>
          </w:p>
          <w:p w:rsidR="00E77065" w:rsidRPr="0030242D" w:rsidRDefault="00E77065" w:rsidP="005C6D6F">
            <w:r w:rsidRPr="0030242D">
              <w:t>земельный участок</w:t>
            </w:r>
          </w:p>
          <w:p w:rsidR="00E77065" w:rsidRPr="0030242D" w:rsidRDefault="00E77065" w:rsidP="005C6D6F">
            <w:r w:rsidRPr="0030242D">
              <w:t>гараж</w:t>
            </w:r>
          </w:p>
          <w:p w:rsidR="00E77065" w:rsidRPr="0030242D" w:rsidRDefault="00E77065" w:rsidP="005C6D6F">
            <w:r w:rsidRPr="0030242D">
              <w:t>гараж</w:t>
            </w:r>
          </w:p>
        </w:tc>
        <w:tc>
          <w:tcPr>
            <w:tcW w:w="1134" w:type="dxa"/>
          </w:tcPr>
          <w:p w:rsidR="00E77065" w:rsidRPr="0030242D" w:rsidRDefault="00E77065" w:rsidP="008B388C">
            <w:pPr>
              <w:jc w:val="center"/>
            </w:pPr>
            <w:r w:rsidRPr="0030242D">
              <w:t>53</w:t>
            </w:r>
            <w:r>
              <w:t>,0</w:t>
            </w:r>
          </w:p>
          <w:p w:rsidR="00E77065" w:rsidRPr="0030242D" w:rsidRDefault="00E77065" w:rsidP="005C6D6F"/>
          <w:p w:rsidR="00E77065" w:rsidRPr="0030242D" w:rsidRDefault="00E77065" w:rsidP="008B388C">
            <w:pPr>
              <w:jc w:val="center"/>
            </w:pPr>
            <w:r w:rsidRPr="0030242D">
              <w:t>47</w:t>
            </w:r>
            <w:r>
              <w:t>,0</w:t>
            </w:r>
          </w:p>
          <w:p w:rsidR="00E77065" w:rsidRPr="0030242D" w:rsidRDefault="00E77065" w:rsidP="005C6D6F"/>
          <w:p w:rsidR="00E77065" w:rsidRPr="0030242D" w:rsidRDefault="00E77065" w:rsidP="008B388C">
            <w:pPr>
              <w:jc w:val="center"/>
            </w:pPr>
            <w:r w:rsidRPr="0030242D">
              <w:t>53</w:t>
            </w:r>
            <w:r>
              <w:t>,0</w:t>
            </w:r>
          </w:p>
          <w:p w:rsidR="00E77065" w:rsidRPr="0030242D" w:rsidRDefault="00E77065" w:rsidP="008B388C">
            <w:pPr>
              <w:jc w:val="center"/>
            </w:pPr>
            <w:r w:rsidRPr="0030242D">
              <w:t>47</w:t>
            </w:r>
            <w:r>
              <w:t>,0</w:t>
            </w:r>
          </w:p>
        </w:tc>
        <w:tc>
          <w:tcPr>
            <w:tcW w:w="1134" w:type="dxa"/>
          </w:tcPr>
          <w:p w:rsidR="00E77065" w:rsidRPr="0030242D" w:rsidRDefault="00E77065" w:rsidP="008B388C">
            <w:pPr>
              <w:jc w:val="center"/>
            </w:pPr>
            <w:r w:rsidRPr="0030242D">
              <w:t>РФ</w:t>
            </w:r>
          </w:p>
          <w:p w:rsidR="00E77065" w:rsidRPr="0030242D" w:rsidRDefault="00E77065" w:rsidP="005C6D6F"/>
          <w:p w:rsidR="00E77065" w:rsidRPr="0030242D" w:rsidRDefault="00E77065" w:rsidP="008B388C">
            <w:pPr>
              <w:jc w:val="center"/>
            </w:pPr>
            <w:r w:rsidRPr="0030242D">
              <w:t>РФ</w:t>
            </w:r>
          </w:p>
          <w:p w:rsidR="00E77065" w:rsidRPr="0030242D" w:rsidRDefault="00E77065" w:rsidP="005C6D6F"/>
          <w:p w:rsidR="00E77065" w:rsidRPr="0030242D" w:rsidRDefault="00E77065" w:rsidP="008B388C">
            <w:pPr>
              <w:jc w:val="center"/>
            </w:pPr>
            <w:r w:rsidRPr="0030242D">
              <w:t>РФ</w:t>
            </w:r>
          </w:p>
          <w:p w:rsidR="00E77065" w:rsidRPr="0030242D" w:rsidRDefault="00E77065" w:rsidP="008B388C">
            <w:pPr>
              <w:jc w:val="center"/>
            </w:pPr>
            <w:r w:rsidRPr="0030242D">
              <w:t>РФ</w:t>
            </w:r>
          </w:p>
        </w:tc>
        <w:tc>
          <w:tcPr>
            <w:tcW w:w="1843" w:type="dxa"/>
            <w:vAlign w:val="center"/>
          </w:tcPr>
          <w:p w:rsidR="00E77065" w:rsidRPr="0030242D" w:rsidRDefault="00E77065" w:rsidP="005C6D6F">
            <w:pPr>
              <w:jc w:val="center"/>
            </w:pPr>
            <w:r w:rsidRPr="0030242D">
              <w:t>-</w:t>
            </w:r>
          </w:p>
        </w:tc>
        <w:tc>
          <w:tcPr>
            <w:tcW w:w="1559" w:type="dxa"/>
            <w:vAlign w:val="center"/>
          </w:tcPr>
          <w:p w:rsidR="00E77065" w:rsidRDefault="00E77065" w:rsidP="008B388C">
            <w:r w:rsidRPr="0030242D">
              <w:t>земельный участок</w:t>
            </w:r>
          </w:p>
          <w:p w:rsidR="00E77065" w:rsidRPr="00DF3CD3" w:rsidRDefault="00E77065" w:rsidP="008B388C">
            <w:r>
              <w:t>квартира</w:t>
            </w:r>
          </w:p>
        </w:tc>
        <w:tc>
          <w:tcPr>
            <w:tcW w:w="1276" w:type="dxa"/>
            <w:vAlign w:val="center"/>
          </w:tcPr>
          <w:p w:rsidR="00E77065" w:rsidRDefault="00102756" w:rsidP="008B388C">
            <w:pPr>
              <w:jc w:val="center"/>
            </w:pPr>
            <w:r>
              <w:t>30</w:t>
            </w:r>
            <w:r w:rsidR="00E77065">
              <w:t>,0</w:t>
            </w:r>
          </w:p>
          <w:p w:rsidR="00E77065" w:rsidRDefault="00E77065" w:rsidP="008B388C">
            <w:pPr>
              <w:jc w:val="center"/>
            </w:pPr>
          </w:p>
          <w:p w:rsidR="00E77065" w:rsidRPr="0030242D" w:rsidRDefault="00E77065" w:rsidP="008B388C">
            <w:pPr>
              <w:jc w:val="center"/>
            </w:pPr>
            <w:r>
              <w:t>48,0</w:t>
            </w:r>
          </w:p>
        </w:tc>
        <w:tc>
          <w:tcPr>
            <w:tcW w:w="1134" w:type="dxa"/>
            <w:vAlign w:val="center"/>
          </w:tcPr>
          <w:p w:rsidR="00E77065" w:rsidRDefault="00E77065" w:rsidP="008B388C">
            <w:pPr>
              <w:jc w:val="center"/>
            </w:pPr>
            <w:r w:rsidRPr="0030242D">
              <w:t>РФ</w:t>
            </w:r>
          </w:p>
          <w:p w:rsidR="00E77065" w:rsidRDefault="00E77065" w:rsidP="008B388C">
            <w:pPr>
              <w:jc w:val="center"/>
            </w:pPr>
          </w:p>
          <w:p w:rsidR="00E77065" w:rsidRPr="0030242D" w:rsidRDefault="00E77065" w:rsidP="008B388C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Pr="0030242D" w:rsidRDefault="00E77065" w:rsidP="005C6D6F">
            <w:pPr>
              <w:jc w:val="center"/>
            </w:pPr>
            <w:r w:rsidRPr="0030242D">
              <w:t>-</w:t>
            </w:r>
          </w:p>
        </w:tc>
      </w:tr>
      <w:tr w:rsidR="00E77065" w:rsidTr="00E76A86">
        <w:tc>
          <w:tcPr>
            <w:tcW w:w="1951" w:type="dxa"/>
            <w:vAlign w:val="center"/>
          </w:tcPr>
          <w:p w:rsidR="00E77065" w:rsidRPr="001F386D" w:rsidRDefault="00E77065" w:rsidP="00E76A86">
            <w:pPr>
              <w:rPr>
                <w:color w:val="FF0000"/>
              </w:rPr>
            </w:pPr>
            <w:r w:rsidRPr="001A0C50">
              <w:t>супруг</w:t>
            </w:r>
          </w:p>
        </w:tc>
        <w:tc>
          <w:tcPr>
            <w:tcW w:w="1418" w:type="dxa"/>
            <w:vAlign w:val="center"/>
          </w:tcPr>
          <w:p w:rsidR="00E77065" w:rsidRPr="0030242D" w:rsidRDefault="00C918BF" w:rsidP="005C6D6F">
            <w:pPr>
              <w:jc w:val="center"/>
            </w:pPr>
            <w:r>
              <w:t>589850,57</w:t>
            </w:r>
          </w:p>
        </w:tc>
        <w:tc>
          <w:tcPr>
            <w:tcW w:w="1559" w:type="dxa"/>
          </w:tcPr>
          <w:p w:rsidR="00E77065" w:rsidRPr="0030242D" w:rsidRDefault="00E77065" w:rsidP="005C6D6F">
            <w:r w:rsidRPr="0030242D">
              <w:t>земельный участок</w:t>
            </w:r>
          </w:p>
          <w:p w:rsidR="00E77065" w:rsidRPr="0030242D" w:rsidRDefault="00E77065" w:rsidP="008B388C">
            <w:r w:rsidRPr="0030242D">
              <w:t>квартира</w:t>
            </w:r>
          </w:p>
        </w:tc>
        <w:tc>
          <w:tcPr>
            <w:tcW w:w="1134" w:type="dxa"/>
          </w:tcPr>
          <w:p w:rsidR="00E77065" w:rsidRPr="0030242D" w:rsidRDefault="00E77065" w:rsidP="008B388C">
            <w:pPr>
              <w:jc w:val="center"/>
            </w:pPr>
            <w:r w:rsidRPr="0030242D">
              <w:t>1000</w:t>
            </w:r>
            <w:r>
              <w:t>,0</w:t>
            </w:r>
          </w:p>
          <w:p w:rsidR="00E77065" w:rsidRPr="0030242D" w:rsidRDefault="00E77065" w:rsidP="005C6D6F"/>
          <w:p w:rsidR="00E77065" w:rsidRPr="0030242D" w:rsidRDefault="00E77065" w:rsidP="008B388C">
            <w:pPr>
              <w:jc w:val="center"/>
            </w:pPr>
            <w:r w:rsidRPr="0030242D">
              <w:t>48</w:t>
            </w:r>
            <w:r>
              <w:t>,0</w:t>
            </w:r>
          </w:p>
          <w:p w:rsidR="00E77065" w:rsidRPr="0030242D" w:rsidRDefault="00E77065" w:rsidP="005C6D6F"/>
        </w:tc>
        <w:tc>
          <w:tcPr>
            <w:tcW w:w="1134" w:type="dxa"/>
          </w:tcPr>
          <w:p w:rsidR="00E77065" w:rsidRPr="0030242D" w:rsidRDefault="00E77065" w:rsidP="008B388C">
            <w:pPr>
              <w:jc w:val="center"/>
              <w:rPr>
                <w:lang w:val="en-US"/>
              </w:rPr>
            </w:pPr>
            <w:r w:rsidRPr="0030242D">
              <w:t>РФ</w:t>
            </w:r>
          </w:p>
          <w:p w:rsidR="00E77065" w:rsidRPr="0030242D" w:rsidRDefault="00E77065" w:rsidP="005C6D6F">
            <w:pPr>
              <w:rPr>
                <w:lang w:val="en-US"/>
              </w:rPr>
            </w:pPr>
          </w:p>
          <w:p w:rsidR="00E77065" w:rsidRPr="0030242D" w:rsidRDefault="00E77065" w:rsidP="008B388C">
            <w:pPr>
              <w:jc w:val="center"/>
            </w:pPr>
            <w:r w:rsidRPr="0030242D">
              <w:t>РФ</w:t>
            </w:r>
          </w:p>
          <w:p w:rsidR="00E77065" w:rsidRPr="0030242D" w:rsidRDefault="00E77065" w:rsidP="005C6D6F"/>
          <w:p w:rsidR="00E77065" w:rsidRPr="0030242D" w:rsidRDefault="00E77065" w:rsidP="005C6D6F"/>
        </w:tc>
        <w:tc>
          <w:tcPr>
            <w:tcW w:w="1843" w:type="dxa"/>
          </w:tcPr>
          <w:p w:rsidR="00E77065" w:rsidRPr="0030242D" w:rsidRDefault="00E77065" w:rsidP="005C6D6F">
            <w:pPr>
              <w:rPr>
                <w:lang w:val="en-US"/>
              </w:rPr>
            </w:pPr>
            <w:r w:rsidRPr="0030242D">
              <w:rPr>
                <w:lang w:val="en-US"/>
              </w:rPr>
              <w:t xml:space="preserve">1) </w:t>
            </w:r>
            <w:r>
              <w:rPr>
                <w:lang w:val="en-US"/>
              </w:rPr>
              <w:t>TOYOTA</w:t>
            </w:r>
            <w:r w:rsidRPr="0030242D">
              <w:rPr>
                <w:lang w:val="en-US"/>
              </w:rPr>
              <w:t xml:space="preserve"> Land Cruiser Prado</w:t>
            </w:r>
          </w:p>
          <w:p w:rsidR="00E77065" w:rsidRPr="008B388C" w:rsidRDefault="00E77065" w:rsidP="005C6D6F">
            <w:pPr>
              <w:rPr>
                <w:lang w:val="en-US"/>
              </w:rPr>
            </w:pPr>
            <w:r w:rsidRPr="0030242D">
              <w:rPr>
                <w:lang w:val="en-US"/>
              </w:rPr>
              <w:t xml:space="preserve">2) </w:t>
            </w:r>
            <w:r w:rsidRPr="0030242D">
              <w:t>ЗИЛ</w:t>
            </w:r>
            <w:r w:rsidRPr="0030242D">
              <w:rPr>
                <w:lang w:val="en-US"/>
              </w:rPr>
              <w:t xml:space="preserve">-130 </w:t>
            </w:r>
            <w:r w:rsidRPr="0030242D">
              <w:t>ММЗ</w:t>
            </w:r>
            <w:r w:rsidRPr="0030242D">
              <w:rPr>
                <w:lang w:val="en-US"/>
              </w:rPr>
              <w:t xml:space="preserve"> 554</w:t>
            </w:r>
            <w:r w:rsidRPr="0030242D">
              <w:t>М</w:t>
            </w:r>
          </w:p>
        </w:tc>
        <w:tc>
          <w:tcPr>
            <w:tcW w:w="1559" w:type="dxa"/>
            <w:vAlign w:val="center"/>
          </w:tcPr>
          <w:p w:rsidR="00E77065" w:rsidRPr="0030242D" w:rsidRDefault="00E77065" w:rsidP="005C6D6F">
            <w:pPr>
              <w:jc w:val="center"/>
              <w:rPr>
                <w:lang w:val="en-US"/>
              </w:rPr>
            </w:pPr>
            <w:r w:rsidRPr="0030242D">
              <w:rPr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E77065" w:rsidRPr="0030242D" w:rsidRDefault="00E77065" w:rsidP="005C6D6F">
            <w:pPr>
              <w:jc w:val="center"/>
            </w:pPr>
            <w:r w:rsidRPr="0030242D">
              <w:t>-</w:t>
            </w:r>
          </w:p>
        </w:tc>
        <w:tc>
          <w:tcPr>
            <w:tcW w:w="1134" w:type="dxa"/>
            <w:vAlign w:val="center"/>
          </w:tcPr>
          <w:p w:rsidR="00E77065" w:rsidRPr="0030242D" w:rsidRDefault="00E77065" w:rsidP="005C6D6F">
            <w:pPr>
              <w:jc w:val="center"/>
            </w:pPr>
            <w:r w:rsidRPr="0030242D">
              <w:t>-</w:t>
            </w:r>
          </w:p>
        </w:tc>
        <w:tc>
          <w:tcPr>
            <w:tcW w:w="2409" w:type="dxa"/>
            <w:vAlign w:val="center"/>
          </w:tcPr>
          <w:p w:rsidR="00E77065" w:rsidRPr="0030242D" w:rsidRDefault="00E77065" w:rsidP="005C6D6F">
            <w:pPr>
              <w:jc w:val="center"/>
            </w:pPr>
            <w:r w:rsidRPr="0030242D">
              <w:t>-</w:t>
            </w:r>
          </w:p>
        </w:tc>
      </w:tr>
      <w:tr w:rsidR="00E77065" w:rsidTr="008B388C">
        <w:tc>
          <w:tcPr>
            <w:tcW w:w="1951" w:type="dxa"/>
            <w:vAlign w:val="center"/>
          </w:tcPr>
          <w:p w:rsidR="00E77065" w:rsidRPr="00F40D42" w:rsidRDefault="00E77065" w:rsidP="008B388C">
            <w:r w:rsidRPr="002C79E0">
              <w:t>Шаврова Светлана Владимировна</w:t>
            </w:r>
          </w:p>
        </w:tc>
        <w:tc>
          <w:tcPr>
            <w:tcW w:w="1418" w:type="dxa"/>
            <w:vAlign w:val="center"/>
          </w:tcPr>
          <w:p w:rsidR="00E77065" w:rsidRPr="00710085" w:rsidRDefault="00C918BF" w:rsidP="00A20688">
            <w:pPr>
              <w:jc w:val="center"/>
            </w:pPr>
            <w:r>
              <w:t>699458,80</w:t>
            </w:r>
          </w:p>
        </w:tc>
        <w:tc>
          <w:tcPr>
            <w:tcW w:w="1559" w:type="dxa"/>
            <w:vAlign w:val="center"/>
          </w:tcPr>
          <w:p w:rsidR="00E77065" w:rsidRPr="00710085" w:rsidRDefault="00E77065" w:rsidP="008B388C">
            <w:r w:rsidRPr="00710085">
              <w:t>квартира</w:t>
            </w:r>
            <w:r>
              <w:t xml:space="preserve"> (1/2 доля)</w:t>
            </w:r>
          </w:p>
        </w:tc>
        <w:tc>
          <w:tcPr>
            <w:tcW w:w="1134" w:type="dxa"/>
            <w:vAlign w:val="center"/>
          </w:tcPr>
          <w:p w:rsidR="00E77065" w:rsidRPr="00710085" w:rsidRDefault="00E77065" w:rsidP="008B388C">
            <w:pPr>
              <w:jc w:val="center"/>
            </w:pPr>
            <w:r>
              <w:t>62,3</w:t>
            </w:r>
          </w:p>
        </w:tc>
        <w:tc>
          <w:tcPr>
            <w:tcW w:w="1134" w:type="dxa"/>
            <w:vAlign w:val="center"/>
          </w:tcPr>
          <w:p w:rsidR="00E77065" w:rsidRPr="00710085" w:rsidRDefault="00E77065" w:rsidP="008B388C">
            <w:pPr>
              <w:jc w:val="center"/>
            </w:pPr>
            <w:r w:rsidRPr="00710085">
              <w:t>РФ</w:t>
            </w:r>
          </w:p>
        </w:tc>
        <w:tc>
          <w:tcPr>
            <w:tcW w:w="1843" w:type="dxa"/>
            <w:vAlign w:val="center"/>
          </w:tcPr>
          <w:p w:rsidR="00E77065" w:rsidRPr="00710085" w:rsidRDefault="00E77065" w:rsidP="00A20688">
            <w:pPr>
              <w:jc w:val="center"/>
            </w:pPr>
            <w:r w:rsidRPr="00710085">
              <w:t>-</w:t>
            </w:r>
          </w:p>
        </w:tc>
        <w:tc>
          <w:tcPr>
            <w:tcW w:w="1559" w:type="dxa"/>
            <w:vAlign w:val="center"/>
          </w:tcPr>
          <w:p w:rsidR="00E77065" w:rsidRPr="00710085" w:rsidRDefault="00E77065" w:rsidP="00A20688">
            <w:pPr>
              <w:jc w:val="center"/>
            </w:pPr>
            <w:r w:rsidRPr="00710085">
              <w:t>-</w:t>
            </w:r>
          </w:p>
        </w:tc>
        <w:tc>
          <w:tcPr>
            <w:tcW w:w="1276" w:type="dxa"/>
            <w:vAlign w:val="center"/>
          </w:tcPr>
          <w:p w:rsidR="00E77065" w:rsidRPr="00710085" w:rsidRDefault="00E77065" w:rsidP="00A20688">
            <w:pPr>
              <w:jc w:val="center"/>
            </w:pPr>
            <w:r w:rsidRPr="00710085">
              <w:t>-</w:t>
            </w:r>
          </w:p>
        </w:tc>
        <w:tc>
          <w:tcPr>
            <w:tcW w:w="1134" w:type="dxa"/>
            <w:vAlign w:val="center"/>
          </w:tcPr>
          <w:p w:rsidR="00E77065" w:rsidRPr="00710085" w:rsidRDefault="00E77065" w:rsidP="00A20688">
            <w:pPr>
              <w:jc w:val="center"/>
            </w:pPr>
            <w:r w:rsidRPr="00710085">
              <w:t>-</w:t>
            </w:r>
          </w:p>
        </w:tc>
        <w:tc>
          <w:tcPr>
            <w:tcW w:w="2409" w:type="dxa"/>
            <w:vAlign w:val="center"/>
          </w:tcPr>
          <w:p w:rsidR="00E77065" w:rsidRPr="00710085" w:rsidRDefault="00E77065" w:rsidP="00A20688">
            <w:pPr>
              <w:jc w:val="center"/>
            </w:pPr>
            <w:r w:rsidRPr="00710085">
              <w:t>-</w:t>
            </w:r>
          </w:p>
        </w:tc>
      </w:tr>
      <w:tr w:rsidR="00E77065" w:rsidTr="00A50C23">
        <w:tc>
          <w:tcPr>
            <w:tcW w:w="1951" w:type="dxa"/>
            <w:vAlign w:val="center"/>
          </w:tcPr>
          <w:p w:rsidR="00E77065" w:rsidRPr="00F40D42" w:rsidRDefault="00E77065" w:rsidP="008B388C">
            <w:r w:rsidRPr="00F40D42">
              <w:t>супруг</w:t>
            </w:r>
          </w:p>
        </w:tc>
        <w:tc>
          <w:tcPr>
            <w:tcW w:w="1418" w:type="dxa"/>
            <w:vAlign w:val="center"/>
          </w:tcPr>
          <w:p w:rsidR="00E77065" w:rsidRPr="00710085" w:rsidRDefault="00C918BF" w:rsidP="004B0BA1">
            <w:pPr>
              <w:jc w:val="center"/>
            </w:pPr>
            <w:r>
              <w:t>345054,82</w:t>
            </w:r>
          </w:p>
        </w:tc>
        <w:tc>
          <w:tcPr>
            <w:tcW w:w="1559" w:type="dxa"/>
          </w:tcPr>
          <w:p w:rsidR="00E77065" w:rsidRPr="00710085" w:rsidRDefault="00E77065" w:rsidP="00710085">
            <w:r w:rsidRPr="00710085">
              <w:t>жилой дом</w:t>
            </w:r>
          </w:p>
          <w:p w:rsidR="00E77065" w:rsidRPr="00710085" w:rsidRDefault="00E77065" w:rsidP="00A50C23">
            <w:r w:rsidRPr="00710085">
              <w:t>квартира</w:t>
            </w:r>
            <w:r>
              <w:t xml:space="preserve"> (1/2 доля)</w:t>
            </w:r>
          </w:p>
        </w:tc>
        <w:tc>
          <w:tcPr>
            <w:tcW w:w="1134" w:type="dxa"/>
          </w:tcPr>
          <w:p w:rsidR="00E77065" w:rsidRPr="00710085" w:rsidRDefault="00E77065" w:rsidP="00A50C23">
            <w:pPr>
              <w:jc w:val="center"/>
            </w:pPr>
            <w:r w:rsidRPr="00710085">
              <w:t>47,4</w:t>
            </w:r>
          </w:p>
          <w:p w:rsidR="00E77065" w:rsidRPr="00710085" w:rsidRDefault="00E77065" w:rsidP="00A50C23">
            <w:pPr>
              <w:jc w:val="center"/>
            </w:pPr>
            <w:r>
              <w:t>62,3</w:t>
            </w:r>
          </w:p>
        </w:tc>
        <w:tc>
          <w:tcPr>
            <w:tcW w:w="1134" w:type="dxa"/>
          </w:tcPr>
          <w:p w:rsidR="00E77065" w:rsidRPr="00710085" w:rsidRDefault="00E77065" w:rsidP="00A50C23">
            <w:pPr>
              <w:jc w:val="center"/>
            </w:pPr>
            <w:r w:rsidRPr="00710085">
              <w:t>РФ</w:t>
            </w:r>
          </w:p>
          <w:p w:rsidR="00E77065" w:rsidRPr="00710085" w:rsidRDefault="00E77065" w:rsidP="00A50C23">
            <w:pPr>
              <w:jc w:val="center"/>
            </w:pPr>
            <w:r w:rsidRPr="00710085">
              <w:t>РФ</w:t>
            </w:r>
          </w:p>
        </w:tc>
        <w:tc>
          <w:tcPr>
            <w:tcW w:w="1843" w:type="dxa"/>
            <w:vAlign w:val="center"/>
          </w:tcPr>
          <w:p w:rsidR="00E77065" w:rsidRDefault="00E77065" w:rsidP="00A50C23">
            <w:r>
              <w:rPr>
                <w:lang w:val="en-US"/>
              </w:rPr>
              <w:t>TOYOTA</w:t>
            </w:r>
            <w:r w:rsidRPr="00710085">
              <w:rPr>
                <w:lang w:val="en-US"/>
              </w:rPr>
              <w:t xml:space="preserve"> </w:t>
            </w:r>
          </w:p>
          <w:p w:rsidR="00E77065" w:rsidRPr="00710085" w:rsidRDefault="00E77065" w:rsidP="00A50C23">
            <w:pPr>
              <w:rPr>
                <w:lang w:val="en-US"/>
              </w:rPr>
            </w:pPr>
            <w:r w:rsidRPr="00710085">
              <w:rPr>
                <w:lang w:val="en-US"/>
              </w:rPr>
              <w:t>Hilux Surf</w:t>
            </w:r>
          </w:p>
        </w:tc>
        <w:tc>
          <w:tcPr>
            <w:tcW w:w="1559" w:type="dxa"/>
            <w:vAlign w:val="center"/>
          </w:tcPr>
          <w:p w:rsidR="00E77065" w:rsidRPr="00710085" w:rsidRDefault="00E77065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E77065" w:rsidRPr="00710085" w:rsidRDefault="00E77065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77065" w:rsidRPr="00710085" w:rsidRDefault="00E77065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E77065" w:rsidRPr="00710085" w:rsidRDefault="00E77065" w:rsidP="004B0BA1">
            <w:pPr>
              <w:jc w:val="center"/>
            </w:pPr>
            <w:r w:rsidRPr="00710085">
              <w:t>-</w:t>
            </w:r>
          </w:p>
        </w:tc>
      </w:tr>
      <w:tr w:rsidR="00E77065" w:rsidTr="004A36DC">
        <w:tc>
          <w:tcPr>
            <w:tcW w:w="1951" w:type="dxa"/>
            <w:vAlign w:val="center"/>
          </w:tcPr>
          <w:p w:rsidR="00E77065" w:rsidRDefault="00E77065" w:rsidP="008B388C">
            <w:r>
              <w:t>Шнырев</w:t>
            </w:r>
          </w:p>
          <w:p w:rsidR="00E77065" w:rsidRDefault="00E77065" w:rsidP="008B388C">
            <w:r>
              <w:t>Владимир</w:t>
            </w:r>
          </w:p>
          <w:p w:rsidR="00E77065" w:rsidRPr="00F40D42" w:rsidRDefault="00E77065" w:rsidP="008B388C">
            <w:r>
              <w:t>Владимирович</w:t>
            </w:r>
          </w:p>
        </w:tc>
        <w:tc>
          <w:tcPr>
            <w:tcW w:w="1418" w:type="dxa"/>
            <w:vAlign w:val="center"/>
          </w:tcPr>
          <w:p w:rsidR="00E77065" w:rsidRDefault="003B5E29" w:rsidP="004B0BA1">
            <w:pPr>
              <w:jc w:val="center"/>
            </w:pPr>
            <w:r>
              <w:t>876493,19</w:t>
            </w:r>
          </w:p>
        </w:tc>
        <w:tc>
          <w:tcPr>
            <w:tcW w:w="1559" w:type="dxa"/>
          </w:tcPr>
          <w:p w:rsidR="00E77065" w:rsidRPr="0030242D" w:rsidRDefault="00E77065" w:rsidP="004A36DC">
            <w:r w:rsidRPr="0030242D">
              <w:t>земельный участок</w:t>
            </w:r>
          </w:p>
          <w:p w:rsidR="00E77065" w:rsidRPr="00710085" w:rsidRDefault="00E77065" w:rsidP="004A36DC">
            <w:r>
              <w:t>жилой дом</w:t>
            </w:r>
          </w:p>
        </w:tc>
        <w:tc>
          <w:tcPr>
            <w:tcW w:w="1134" w:type="dxa"/>
          </w:tcPr>
          <w:p w:rsidR="00E77065" w:rsidRDefault="00E77065" w:rsidP="00A50C23">
            <w:pPr>
              <w:jc w:val="center"/>
            </w:pPr>
            <w:r>
              <w:t>2976,0</w:t>
            </w:r>
          </w:p>
          <w:p w:rsidR="00E77065" w:rsidRDefault="00E77065" w:rsidP="00A50C23">
            <w:pPr>
              <w:jc w:val="center"/>
            </w:pPr>
          </w:p>
          <w:p w:rsidR="00E77065" w:rsidRPr="00710085" w:rsidRDefault="00E77065" w:rsidP="00A50C23">
            <w:pPr>
              <w:jc w:val="center"/>
            </w:pPr>
            <w:r>
              <w:t>58,6</w:t>
            </w:r>
          </w:p>
        </w:tc>
        <w:tc>
          <w:tcPr>
            <w:tcW w:w="1134" w:type="dxa"/>
          </w:tcPr>
          <w:p w:rsidR="00E77065" w:rsidRDefault="00E77065" w:rsidP="00A50C23">
            <w:pPr>
              <w:jc w:val="center"/>
            </w:pPr>
            <w:r>
              <w:t>РФ</w:t>
            </w:r>
          </w:p>
          <w:p w:rsidR="00E77065" w:rsidRDefault="00E77065" w:rsidP="00A50C23">
            <w:pPr>
              <w:jc w:val="center"/>
            </w:pPr>
          </w:p>
          <w:p w:rsidR="00E77065" w:rsidRPr="00710085" w:rsidRDefault="00E77065" w:rsidP="00A50C23">
            <w:pPr>
              <w:jc w:val="center"/>
            </w:pPr>
            <w:r>
              <w:t>РФ</w:t>
            </w:r>
          </w:p>
        </w:tc>
        <w:tc>
          <w:tcPr>
            <w:tcW w:w="1843" w:type="dxa"/>
          </w:tcPr>
          <w:p w:rsidR="00E77065" w:rsidRDefault="00E77065" w:rsidP="004A36DC">
            <w:r>
              <w:rPr>
                <w:lang w:val="en-US"/>
              </w:rPr>
              <w:t>TOYOTA</w:t>
            </w:r>
            <w:r w:rsidRPr="005C6D6F">
              <w:t xml:space="preserve"> </w:t>
            </w:r>
            <w:r w:rsidRPr="007C3AA5">
              <w:rPr>
                <w:lang w:val="en-US"/>
              </w:rPr>
              <w:t>Corolla</w:t>
            </w:r>
          </w:p>
          <w:p w:rsidR="00E77065" w:rsidRDefault="00E77065" w:rsidP="004A36DC">
            <w:r>
              <w:t>УАЗ 396255</w:t>
            </w:r>
          </w:p>
          <w:p w:rsidR="00E77065" w:rsidRDefault="00E77065" w:rsidP="004A36DC">
            <w:r>
              <w:t>ГАЗ 53</w:t>
            </w:r>
          </w:p>
          <w:p w:rsidR="00E77065" w:rsidRDefault="00E77065" w:rsidP="004A36DC">
            <w:r>
              <w:lastRenderedPageBreak/>
              <w:t>ГАЗ Газель</w:t>
            </w:r>
          </w:p>
          <w:p w:rsidR="00E77065" w:rsidRPr="004A36DC" w:rsidRDefault="00E77065" w:rsidP="004A36DC">
            <w:r>
              <w:t>трактор Т-28</w:t>
            </w:r>
          </w:p>
        </w:tc>
        <w:tc>
          <w:tcPr>
            <w:tcW w:w="1559" w:type="dxa"/>
            <w:vAlign w:val="center"/>
          </w:tcPr>
          <w:p w:rsidR="00E77065" w:rsidRPr="004A36DC" w:rsidRDefault="00E77065" w:rsidP="004B0BA1">
            <w:pPr>
              <w:jc w:val="center"/>
            </w:pPr>
            <w: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E77065" w:rsidRPr="004A36DC" w:rsidRDefault="00E77065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Pr="004A36DC" w:rsidRDefault="00E77065" w:rsidP="004B0BA1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E77065" w:rsidRPr="00710085" w:rsidRDefault="00E77065" w:rsidP="004B0BA1">
            <w:pPr>
              <w:jc w:val="center"/>
            </w:pPr>
            <w:r>
              <w:t>-</w:t>
            </w:r>
          </w:p>
        </w:tc>
      </w:tr>
      <w:tr w:rsidR="00E77065" w:rsidTr="00196638">
        <w:tc>
          <w:tcPr>
            <w:tcW w:w="1951" w:type="dxa"/>
            <w:vAlign w:val="center"/>
          </w:tcPr>
          <w:p w:rsidR="00E77065" w:rsidRDefault="00E77065" w:rsidP="008B388C">
            <w:r>
              <w:lastRenderedPageBreak/>
              <w:t>супруга</w:t>
            </w:r>
          </w:p>
        </w:tc>
        <w:tc>
          <w:tcPr>
            <w:tcW w:w="1418" w:type="dxa"/>
            <w:vAlign w:val="center"/>
          </w:tcPr>
          <w:p w:rsidR="00E77065" w:rsidRDefault="00457735" w:rsidP="004B0BA1">
            <w:pPr>
              <w:jc w:val="center"/>
            </w:pPr>
            <w:r>
              <w:t>727226,98</w:t>
            </w:r>
          </w:p>
        </w:tc>
        <w:tc>
          <w:tcPr>
            <w:tcW w:w="1559" w:type="dxa"/>
            <w:vAlign w:val="center"/>
          </w:tcPr>
          <w:p w:rsidR="00E77065" w:rsidRPr="0030242D" w:rsidRDefault="00E77065" w:rsidP="00196638">
            <w:r>
              <w:t>квартира</w:t>
            </w:r>
          </w:p>
        </w:tc>
        <w:tc>
          <w:tcPr>
            <w:tcW w:w="1134" w:type="dxa"/>
            <w:vAlign w:val="center"/>
          </w:tcPr>
          <w:p w:rsidR="00E77065" w:rsidRDefault="00E77065" w:rsidP="00196638">
            <w:pPr>
              <w:jc w:val="center"/>
            </w:pPr>
            <w:r>
              <w:t>59,1</w:t>
            </w:r>
          </w:p>
        </w:tc>
        <w:tc>
          <w:tcPr>
            <w:tcW w:w="1134" w:type="dxa"/>
            <w:vAlign w:val="center"/>
          </w:tcPr>
          <w:p w:rsidR="00E77065" w:rsidRDefault="00E77065" w:rsidP="00196638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Default="00E77065" w:rsidP="00196638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77065" w:rsidRPr="004A36DC" w:rsidRDefault="00E77065" w:rsidP="00196638">
            <w:r>
              <w:t>жилой дом</w:t>
            </w:r>
          </w:p>
        </w:tc>
        <w:tc>
          <w:tcPr>
            <w:tcW w:w="1276" w:type="dxa"/>
            <w:vAlign w:val="center"/>
          </w:tcPr>
          <w:p w:rsidR="00E77065" w:rsidRPr="004A36DC" w:rsidRDefault="00E77065" w:rsidP="00196638">
            <w:pPr>
              <w:jc w:val="center"/>
            </w:pPr>
            <w:r>
              <w:t>58,6</w:t>
            </w:r>
          </w:p>
        </w:tc>
        <w:tc>
          <w:tcPr>
            <w:tcW w:w="1134" w:type="dxa"/>
            <w:vAlign w:val="center"/>
          </w:tcPr>
          <w:p w:rsidR="00E77065" w:rsidRPr="004A36DC" w:rsidRDefault="00E77065" w:rsidP="00196638">
            <w:pPr>
              <w:jc w:val="center"/>
            </w:pPr>
            <w:r>
              <w:t>РФ</w:t>
            </w:r>
          </w:p>
        </w:tc>
        <w:tc>
          <w:tcPr>
            <w:tcW w:w="2409" w:type="dxa"/>
            <w:vAlign w:val="center"/>
          </w:tcPr>
          <w:p w:rsidR="00E77065" w:rsidRPr="00710085" w:rsidRDefault="00E77065" w:rsidP="00196638">
            <w:pPr>
              <w:jc w:val="center"/>
            </w:pPr>
            <w:r>
              <w:t>-</w:t>
            </w:r>
          </w:p>
        </w:tc>
      </w:tr>
      <w:tr w:rsidR="00E77065" w:rsidTr="00196638">
        <w:tc>
          <w:tcPr>
            <w:tcW w:w="1951" w:type="dxa"/>
            <w:vAlign w:val="center"/>
          </w:tcPr>
          <w:p w:rsidR="00E77065" w:rsidRDefault="00E77065" w:rsidP="008B388C">
            <w:r>
              <w:t>Щеренко</w:t>
            </w:r>
          </w:p>
          <w:p w:rsidR="00E77065" w:rsidRDefault="00E77065" w:rsidP="008B388C">
            <w:r>
              <w:t>Ирина</w:t>
            </w:r>
          </w:p>
          <w:p w:rsidR="00E77065" w:rsidRDefault="00E77065" w:rsidP="008B388C">
            <w:r>
              <w:t>Владимировна</w:t>
            </w:r>
          </w:p>
        </w:tc>
        <w:tc>
          <w:tcPr>
            <w:tcW w:w="1418" w:type="dxa"/>
            <w:vAlign w:val="center"/>
          </w:tcPr>
          <w:p w:rsidR="00E77065" w:rsidRDefault="0038166E" w:rsidP="004B0BA1">
            <w:pPr>
              <w:jc w:val="center"/>
            </w:pPr>
            <w:r>
              <w:t>898569,44</w:t>
            </w:r>
          </w:p>
        </w:tc>
        <w:tc>
          <w:tcPr>
            <w:tcW w:w="1559" w:type="dxa"/>
            <w:vAlign w:val="center"/>
          </w:tcPr>
          <w:p w:rsidR="00E77065" w:rsidRDefault="00E77065" w:rsidP="00196638">
            <w:r w:rsidRPr="00710085">
              <w:t>квартира</w:t>
            </w:r>
            <w:r w:rsidR="005711AC">
              <w:t xml:space="preserve"> </w:t>
            </w:r>
          </w:p>
        </w:tc>
        <w:tc>
          <w:tcPr>
            <w:tcW w:w="1134" w:type="dxa"/>
            <w:vAlign w:val="center"/>
          </w:tcPr>
          <w:p w:rsidR="00E77065" w:rsidRDefault="00E77065" w:rsidP="00196638">
            <w:pPr>
              <w:jc w:val="center"/>
            </w:pPr>
            <w:r>
              <w:t>47,8</w:t>
            </w:r>
          </w:p>
        </w:tc>
        <w:tc>
          <w:tcPr>
            <w:tcW w:w="1134" w:type="dxa"/>
            <w:vAlign w:val="center"/>
          </w:tcPr>
          <w:p w:rsidR="00E77065" w:rsidRDefault="00E77065" w:rsidP="00196638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Default="00FD7FD7" w:rsidP="00196638">
            <w:pPr>
              <w:jc w:val="center"/>
            </w:pPr>
            <w:r>
              <w:t xml:space="preserve">ТОИОТА </w:t>
            </w:r>
            <w:proofErr w:type="spellStart"/>
            <w:r>
              <w:t>ленд</w:t>
            </w:r>
            <w:proofErr w:type="spellEnd"/>
            <w:r>
              <w:t xml:space="preserve"> </w:t>
            </w:r>
            <w:proofErr w:type="spellStart"/>
            <w:r>
              <w:t>крузер</w:t>
            </w:r>
            <w:proofErr w:type="spellEnd"/>
          </w:p>
        </w:tc>
        <w:tc>
          <w:tcPr>
            <w:tcW w:w="1559" w:type="dxa"/>
            <w:vAlign w:val="center"/>
          </w:tcPr>
          <w:p w:rsidR="00E77065" w:rsidRDefault="00E77065" w:rsidP="003E7C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E77065" w:rsidRDefault="00E77065" w:rsidP="0019663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77065" w:rsidRDefault="00E77065" w:rsidP="00196638">
            <w:pPr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E77065" w:rsidRPr="00710085" w:rsidRDefault="00E77065" w:rsidP="00196638">
            <w:pPr>
              <w:jc w:val="center"/>
            </w:pPr>
            <w:r>
              <w:t>-</w:t>
            </w:r>
          </w:p>
        </w:tc>
      </w:tr>
      <w:tr w:rsidR="00E77065" w:rsidTr="00D33CAD">
        <w:tc>
          <w:tcPr>
            <w:tcW w:w="1951" w:type="dxa"/>
            <w:vAlign w:val="center"/>
          </w:tcPr>
          <w:p w:rsidR="00E77065" w:rsidRPr="00930340" w:rsidRDefault="00E77065" w:rsidP="00513A36">
            <w:r w:rsidRPr="00930340">
              <w:t>Юргатова Валентина Юльевна</w:t>
            </w:r>
          </w:p>
        </w:tc>
        <w:tc>
          <w:tcPr>
            <w:tcW w:w="1418" w:type="dxa"/>
            <w:vAlign w:val="center"/>
          </w:tcPr>
          <w:p w:rsidR="00E77065" w:rsidRPr="00C747C7" w:rsidRDefault="00E76489" w:rsidP="005C6D6F">
            <w:pPr>
              <w:jc w:val="center"/>
            </w:pPr>
            <w:r>
              <w:t>1400025,67</w:t>
            </w:r>
          </w:p>
        </w:tc>
        <w:tc>
          <w:tcPr>
            <w:tcW w:w="1559" w:type="dxa"/>
            <w:vAlign w:val="center"/>
          </w:tcPr>
          <w:p w:rsidR="00E77065" w:rsidRDefault="00220581" w:rsidP="003E7C76">
            <w:r>
              <w:t>к</w:t>
            </w:r>
            <w:r w:rsidR="00E77065" w:rsidRPr="00930340">
              <w:t>вартира</w:t>
            </w:r>
          </w:p>
          <w:p w:rsidR="00220581" w:rsidRPr="00930340" w:rsidRDefault="00220581" w:rsidP="003E7C76">
            <w:r>
              <w:t>квартира</w:t>
            </w:r>
          </w:p>
        </w:tc>
        <w:tc>
          <w:tcPr>
            <w:tcW w:w="1134" w:type="dxa"/>
            <w:vAlign w:val="center"/>
          </w:tcPr>
          <w:p w:rsidR="00E77065" w:rsidRDefault="00E77065" w:rsidP="003E7C76">
            <w:pPr>
              <w:jc w:val="center"/>
            </w:pPr>
            <w:r w:rsidRPr="00930340">
              <w:t>46</w:t>
            </w:r>
            <w:r>
              <w:t>,5</w:t>
            </w:r>
          </w:p>
          <w:p w:rsidR="00220581" w:rsidRPr="00930340" w:rsidRDefault="00220581" w:rsidP="003E7C76">
            <w:pPr>
              <w:jc w:val="center"/>
            </w:pPr>
            <w:r>
              <w:t>44,2</w:t>
            </w:r>
          </w:p>
        </w:tc>
        <w:tc>
          <w:tcPr>
            <w:tcW w:w="1134" w:type="dxa"/>
            <w:vAlign w:val="center"/>
          </w:tcPr>
          <w:p w:rsidR="00E77065" w:rsidRDefault="00E77065" w:rsidP="003E7C76">
            <w:pPr>
              <w:jc w:val="center"/>
            </w:pPr>
            <w:r w:rsidRPr="00930340">
              <w:t>РФ</w:t>
            </w:r>
          </w:p>
          <w:p w:rsidR="00220581" w:rsidRPr="00930340" w:rsidRDefault="00220581" w:rsidP="003E7C76">
            <w:pPr>
              <w:jc w:val="center"/>
            </w:pPr>
            <w:r>
              <w:t>РФ</w:t>
            </w:r>
          </w:p>
        </w:tc>
        <w:tc>
          <w:tcPr>
            <w:tcW w:w="1843" w:type="dxa"/>
            <w:vAlign w:val="center"/>
          </w:tcPr>
          <w:p w:rsidR="00E77065" w:rsidRPr="00930340" w:rsidRDefault="00E77065" w:rsidP="005C6D6F">
            <w:pPr>
              <w:jc w:val="center"/>
            </w:pPr>
            <w:r w:rsidRPr="00930340">
              <w:t>-</w:t>
            </w:r>
          </w:p>
        </w:tc>
        <w:tc>
          <w:tcPr>
            <w:tcW w:w="1559" w:type="dxa"/>
            <w:vAlign w:val="center"/>
          </w:tcPr>
          <w:p w:rsidR="00E77065" w:rsidRPr="00255D10" w:rsidRDefault="00E77065" w:rsidP="005C6D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E77065" w:rsidRPr="00255D10" w:rsidRDefault="00E77065" w:rsidP="005C6D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E77065" w:rsidRPr="00255D10" w:rsidRDefault="00E77065" w:rsidP="005C6D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09" w:type="dxa"/>
          </w:tcPr>
          <w:p w:rsidR="00D33CAD" w:rsidRDefault="00D33CAD" w:rsidP="00D33CAD"/>
          <w:p w:rsidR="00E77065" w:rsidRDefault="00220581" w:rsidP="00D33CAD">
            <w:pPr>
              <w:rPr>
                <w:szCs w:val="28"/>
              </w:rPr>
            </w:pPr>
            <w:r>
              <w:t>ипотечное кредитование</w:t>
            </w:r>
          </w:p>
        </w:tc>
      </w:tr>
      <w:tr w:rsidR="00E77065" w:rsidTr="004571E6">
        <w:tc>
          <w:tcPr>
            <w:tcW w:w="1951" w:type="dxa"/>
            <w:vAlign w:val="center"/>
          </w:tcPr>
          <w:p w:rsidR="00E77065" w:rsidRPr="00930340" w:rsidRDefault="00E77065" w:rsidP="00513A36">
            <w:r w:rsidRPr="00930340">
              <w:t>супруг</w:t>
            </w:r>
          </w:p>
        </w:tc>
        <w:tc>
          <w:tcPr>
            <w:tcW w:w="1418" w:type="dxa"/>
            <w:vAlign w:val="center"/>
          </w:tcPr>
          <w:p w:rsidR="00E77065" w:rsidRPr="00930340" w:rsidRDefault="00381058" w:rsidP="005C6D6F">
            <w:pPr>
              <w:jc w:val="center"/>
            </w:pPr>
            <w:r>
              <w:t>1262</w:t>
            </w:r>
            <w:bookmarkStart w:id="0" w:name="_GoBack"/>
            <w:bookmarkEnd w:id="0"/>
            <w:r>
              <w:t>386,16</w:t>
            </w:r>
          </w:p>
        </w:tc>
        <w:tc>
          <w:tcPr>
            <w:tcW w:w="1559" w:type="dxa"/>
          </w:tcPr>
          <w:p w:rsidR="00E77065" w:rsidRPr="00930340" w:rsidRDefault="00E77065" w:rsidP="005C6D6F">
            <w:r w:rsidRPr="00930340">
              <w:t>земельный участок</w:t>
            </w:r>
          </w:p>
          <w:p w:rsidR="00E77065" w:rsidRPr="00930340" w:rsidRDefault="00E77065" w:rsidP="005C6D6F">
            <w:r>
              <w:t>жилой дом</w:t>
            </w:r>
          </w:p>
        </w:tc>
        <w:tc>
          <w:tcPr>
            <w:tcW w:w="1134" w:type="dxa"/>
          </w:tcPr>
          <w:p w:rsidR="00E77065" w:rsidRPr="00930340" w:rsidRDefault="00E77065" w:rsidP="00513A36">
            <w:pPr>
              <w:jc w:val="center"/>
            </w:pPr>
            <w:r>
              <w:t>1190,0</w:t>
            </w:r>
          </w:p>
          <w:p w:rsidR="00E77065" w:rsidRPr="00930340" w:rsidRDefault="00E77065" w:rsidP="005C6D6F"/>
          <w:p w:rsidR="00E77065" w:rsidRPr="00930340" w:rsidRDefault="00E77065" w:rsidP="004571E6">
            <w:pPr>
              <w:jc w:val="center"/>
            </w:pPr>
            <w:r w:rsidRPr="00930340">
              <w:t>48</w:t>
            </w:r>
            <w:r>
              <w:t>,2</w:t>
            </w:r>
          </w:p>
        </w:tc>
        <w:tc>
          <w:tcPr>
            <w:tcW w:w="1134" w:type="dxa"/>
          </w:tcPr>
          <w:p w:rsidR="00E77065" w:rsidRPr="00930340" w:rsidRDefault="00E77065" w:rsidP="00513A36">
            <w:pPr>
              <w:jc w:val="center"/>
            </w:pPr>
            <w:r w:rsidRPr="00930340">
              <w:t>РФ</w:t>
            </w:r>
          </w:p>
          <w:p w:rsidR="00E77065" w:rsidRPr="00930340" w:rsidRDefault="00E77065" w:rsidP="005C6D6F"/>
          <w:p w:rsidR="00E77065" w:rsidRPr="00930340" w:rsidRDefault="00E77065" w:rsidP="004571E6">
            <w:pPr>
              <w:jc w:val="center"/>
            </w:pPr>
            <w:r w:rsidRPr="00930340">
              <w:t>РФ</w:t>
            </w:r>
          </w:p>
        </w:tc>
        <w:tc>
          <w:tcPr>
            <w:tcW w:w="1843" w:type="dxa"/>
          </w:tcPr>
          <w:p w:rsidR="00E77065" w:rsidRPr="00930340" w:rsidRDefault="00E77065" w:rsidP="005C6D6F">
            <w:r w:rsidRPr="00930340">
              <w:t>ВАЗ 2121</w:t>
            </w:r>
          </w:p>
          <w:p w:rsidR="00E77065" w:rsidRPr="00930340" w:rsidRDefault="00E77065" w:rsidP="00D33CAD">
            <w:r>
              <w:rPr>
                <w:lang w:val="en-US"/>
              </w:rPr>
              <w:t>HONDA</w:t>
            </w:r>
            <w:r w:rsidR="00D33CAD">
              <w:t xml:space="preserve">  </w:t>
            </w:r>
            <w:r w:rsidRPr="00930340">
              <w:rPr>
                <w:lang w:val="en-US"/>
              </w:rPr>
              <w:t>CR</w:t>
            </w:r>
            <w:r>
              <w:t>-</w:t>
            </w:r>
            <w:r w:rsidRPr="00930340">
              <w:rPr>
                <w:lang w:val="en-US"/>
              </w:rPr>
              <w:t>V</w:t>
            </w:r>
          </w:p>
        </w:tc>
        <w:tc>
          <w:tcPr>
            <w:tcW w:w="1559" w:type="dxa"/>
            <w:vAlign w:val="center"/>
          </w:tcPr>
          <w:p w:rsidR="00E77065" w:rsidRPr="00930340" w:rsidRDefault="00E77065" w:rsidP="004571E6">
            <w:pPr>
              <w:jc w:val="center"/>
            </w:pPr>
            <w:r w:rsidRPr="00930340">
              <w:t>квартира</w:t>
            </w:r>
          </w:p>
        </w:tc>
        <w:tc>
          <w:tcPr>
            <w:tcW w:w="1276" w:type="dxa"/>
            <w:vAlign w:val="center"/>
          </w:tcPr>
          <w:p w:rsidR="00E77065" w:rsidRPr="00930340" w:rsidRDefault="00E77065" w:rsidP="004571E6">
            <w:pPr>
              <w:jc w:val="center"/>
            </w:pPr>
            <w:r w:rsidRPr="00930340">
              <w:t>46</w:t>
            </w:r>
            <w:r>
              <w:t>,5</w:t>
            </w:r>
          </w:p>
        </w:tc>
        <w:tc>
          <w:tcPr>
            <w:tcW w:w="1134" w:type="dxa"/>
            <w:vAlign w:val="center"/>
          </w:tcPr>
          <w:p w:rsidR="00E77065" w:rsidRPr="00930340" w:rsidRDefault="00E77065" w:rsidP="004571E6">
            <w:pPr>
              <w:jc w:val="center"/>
            </w:pPr>
            <w:r w:rsidRPr="00930340">
              <w:t>РФ</w:t>
            </w:r>
          </w:p>
        </w:tc>
        <w:tc>
          <w:tcPr>
            <w:tcW w:w="2409" w:type="dxa"/>
            <w:vAlign w:val="center"/>
          </w:tcPr>
          <w:p w:rsidR="00E77065" w:rsidRDefault="00E77065" w:rsidP="005C6D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6F16BB" w:rsidRDefault="006F16BB" w:rsidP="00451536">
      <w:pPr>
        <w:rPr>
          <w:b/>
          <w:sz w:val="28"/>
          <w:szCs w:val="28"/>
        </w:rPr>
      </w:pPr>
    </w:p>
    <w:sectPr w:rsidR="006F16BB" w:rsidSect="0008710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163C4"/>
    <w:multiLevelType w:val="hybridMultilevel"/>
    <w:tmpl w:val="FBACA370"/>
    <w:lvl w:ilvl="0" w:tplc="6A560068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474E35E4"/>
    <w:multiLevelType w:val="hybridMultilevel"/>
    <w:tmpl w:val="5966F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8373E"/>
    <w:multiLevelType w:val="hybridMultilevel"/>
    <w:tmpl w:val="E3108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57"/>
    <w:rsid w:val="0000233C"/>
    <w:rsid w:val="00003ACB"/>
    <w:rsid w:val="000256EB"/>
    <w:rsid w:val="00031826"/>
    <w:rsid w:val="00041B0F"/>
    <w:rsid w:val="000517EB"/>
    <w:rsid w:val="00054BE9"/>
    <w:rsid w:val="00076BE4"/>
    <w:rsid w:val="000827A7"/>
    <w:rsid w:val="000829A5"/>
    <w:rsid w:val="00083473"/>
    <w:rsid w:val="000861F3"/>
    <w:rsid w:val="0008710F"/>
    <w:rsid w:val="000A0597"/>
    <w:rsid w:val="000A5588"/>
    <w:rsid w:val="000B0325"/>
    <w:rsid w:val="000B4F30"/>
    <w:rsid w:val="000B5AF6"/>
    <w:rsid w:val="000C0A55"/>
    <w:rsid w:val="000C44FF"/>
    <w:rsid w:val="000C624E"/>
    <w:rsid w:val="000D1506"/>
    <w:rsid w:val="000D4C25"/>
    <w:rsid w:val="000D55D3"/>
    <w:rsid w:val="000E11B7"/>
    <w:rsid w:val="00102756"/>
    <w:rsid w:val="001065B1"/>
    <w:rsid w:val="00107032"/>
    <w:rsid w:val="00110415"/>
    <w:rsid w:val="001120C7"/>
    <w:rsid w:val="00112241"/>
    <w:rsid w:val="0012279D"/>
    <w:rsid w:val="0013213B"/>
    <w:rsid w:val="0013594B"/>
    <w:rsid w:val="0014610C"/>
    <w:rsid w:val="001720D8"/>
    <w:rsid w:val="00174825"/>
    <w:rsid w:val="00176801"/>
    <w:rsid w:val="00176F22"/>
    <w:rsid w:val="00181BDF"/>
    <w:rsid w:val="00185B03"/>
    <w:rsid w:val="00196638"/>
    <w:rsid w:val="001A0C50"/>
    <w:rsid w:val="001A3DE3"/>
    <w:rsid w:val="001A6E0F"/>
    <w:rsid w:val="001A7E78"/>
    <w:rsid w:val="001B3292"/>
    <w:rsid w:val="001B4D42"/>
    <w:rsid w:val="001C1C88"/>
    <w:rsid w:val="001D239C"/>
    <w:rsid w:val="001D61DF"/>
    <w:rsid w:val="001D6E67"/>
    <w:rsid w:val="001E0420"/>
    <w:rsid w:val="001E558E"/>
    <w:rsid w:val="001F386D"/>
    <w:rsid w:val="0020342D"/>
    <w:rsid w:val="00220581"/>
    <w:rsid w:val="00223851"/>
    <w:rsid w:val="002254EB"/>
    <w:rsid w:val="00235F82"/>
    <w:rsid w:val="00242A91"/>
    <w:rsid w:val="00265355"/>
    <w:rsid w:val="00284C3C"/>
    <w:rsid w:val="002913AE"/>
    <w:rsid w:val="0029265B"/>
    <w:rsid w:val="002A3D35"/>
    <w:rsid w:val="002A78EA"/>
    <w:rsid w:val="002B22FB"/>
    <w:rsid w:val="002B75A2"/>
    <w:rsid w:val="002C1FDD"/>
    <w:rsid w:val="002C79E0"/>
    <w:rsid w:val="002D2C6E"/>
    <w:rsid w:val="002D44F8"/>
    <w:rsid w:val="002D56F7"/>
    <w:rsid w:val="002D691C"/>
    <w:rsid w:val="002E6BA5"/>
    <w:rsid w:val="002F7872"/>
    <w:rsid w:val="0030242D"/>
    <w:rsid w:val="003109CA"/>
    <w:rsid w:val="003211C6"/>
    <w:rsid w:val="003412DA"/>
    <w:rsid w:val="00352B99"/>
    <w:rsid w:val="0035668F"/>
    <w:rsid w:val="00357F8E"/>
    <w:rsid w:val="003629EE"/>
    <w:rsid w:val="003658FE"/>
    <w:rsid w:val="00366F88"/>
    <w:rsid w:val="00376825"/>
    <w:rsid w:val="00377BE4"/>
    <w:rsid w:val="00381058"/>
    <w:rsid w:val="003810CD"/>
    <w:rsid w:val="0038166E"/>
    <w:rsid w:val="003873F0"/>
    <w:rsid w:val="00390050"/>
    <w:rsid w:val="00393A1B"/>
    <w:rsid w:val="003A3000"/>
    <w:rsid w:val="003A3067"/>
    <w:rsid w:val="003B5E29"/>
    <w:rsid w:val="003B7699"/>
    <w:rsid w:val="003D0ABD"/>
    <w:rsid w:val="003E31CE"/>
    <w:rsid w:val="003E607B"/>
    <w:rsid w:val="003E735C"/>
    <w:rsid w:val="003E7C76"/>
    <w:rsid w:val="003F596B"/>
    <w:rsid w:val="00401D50"/>
    <w:rsid w:val="00415731"/>
    <w:rsid w:val="00421038"/>
    <w:rsid w:val="00427D1E"/>
    <w:rsid w:val="00430B1D"/>
    <w:rsid w:val="00431D18"/>
    <w:rsid w:val="00437E8E"/>
    <w:rsid w:val="0044094F"/>
    <w:rsid w:val="00451536"/>
    <w:rsid w:val="004571E6"/>
    <w:rsid w:val="00457735"/>
    <w:rsid w:val="00463BEF"/>
    <w:rsid w:val="00472A25"/>
    <w:rsid w:val="00472E09"/>
    <w:rsid w:val="00483FF9"/>
    <w:rsid w:val="00487735"/>
    <w:rsid w:val="00492A69"/>
    <w:rsid w:val="004A337C"/>
    <w:rsid w:val="004A36DC"/>
    <w:rsid w:val="004B0BA1"/>
    <w:rsid w:val="004B445E"/>
    <w:rsid w:val="004B6141"/>
    <w:rsid w:val="004C3377"/>
    <w:rsid w:val="004C41F5"/>
    <w:rsid w:val="004D6483"/>
    <w:rsid w:val="004D72D3"/>
    <w:rsid w:val="004E2520"/>
    <w:rsid w:val="004E4BE5"/>
    <w:rsid w:val="004E64F0"/>
    <w:rsid w:val="004F1184"/>
    <w:rsid w:val="004F1E84"/>
    <w:rsid w:val="004F59F0"/>
    <w:rsid w:val="00513A36"/>
    <w:rsid w:val="00516860"/>
    <w:rsid w:val="00522E76"/>
    <w:rsid w:val="00525C3E"/>
    <w:rsid w:val="00531B46"/>
    <w:rsid w:val="00541B21"/>
    <w:rsid w:val="00543AB4"/>
    <w:rsid w:val="00555D4A"/>
    <w:rsid w:val="005667A3"/>
    <w:rsid w:val="005711AC"/>
    <w:rsid w:val="00592398"/>
    <w:rsid w:val="00597A00"/>
    <w:rsid w:val="005A1C4A"/>
    <w:rsid w:val="005B0192"/>
    <w:rsid w:val="005B14B0"/>
    <w:rsid w:val="005B4F5D"/>
    <w:rsid w:val="005C6D6F"/>
    <w:rsid w:val="005C7406"/>
    <w:rsid w:val="005D080E"/>
    <w:rsid w:val="005D2550"/>
    <w:rsid w:val="005D3B18"/>
    <w:rsid w:val="005D61C3"/>
    <w:rsid w:val="005D726E"/>
    <w:rsid w:val="00607956"/>
    <w:rsid w:val="00611C8C"/>
    <w:rsid w:val="00617CF7"/>
    <w:rsid w:val="006321E8"/>
    <w:rsid w:val="006356F3"/>
    <w:rsid w:val="00636C1B"/>
    <w:rsid w:val="00641C60"/>
    <w:rsid w:val="00656B82"/>
    <w:rsid w:val="00665863"/>
    <w:rsid w:val="00674F2C"/>
    <w:rsid w:val="006A2368"/>
    <w:rsid w:val="006A24DE"/>
    <w:rsid w:val="006A3282"/>
    <w:rsid w:val="006A3821"/>
    <w:rsid w:val="006B131F"/>
    <w:rsid w:val="006B1F5F"/>
    <w:rsid w:val="006C3475"/>
    <w:rsid w:val="006C38AD"/>
    <w:rsid w:val="006D09EB"/>
    <w:rsid w:val="006D2720"/>
    <w:rsid w:val="006D4C9A"/>
    <w:rsid w:val="006D63D0"/>
    <w:rsid w:val="006E1F6E"/>
    <w:rsid w:val="006E5ECD"/>
    <w:rsid w:val="006F0EE1"/>
    <w:rsid w:val="006F16BB"/>
    <w:rsid w:val="007018F1"/>
    <w:rsid w:val="00703D43"/>
    <w:rsid w:val="00710085"/>
    <w:rsid w:val="007177E3"/>
    <w:rsid w:val="00724F27"/>
    <w:rsid w:val="007267E0"/>
    <w:rsid w:val="0074535E"/>
    <w:rsid w:val="00745880"/>
    <w:rsid w:val="00754CDF"/>
    <w:rsid w:val="00756EB6"/>
    <w:rsid w:val="00757647"/>
    <w:rsid w:val="00766F49"/>
    <w:rsid w:val="007716A7"/>
    <w:rsid w:val="00777FA5"/>
    <w:rsid w:val="00784F6D"/>
    <w:rsid w:val="00790B7F"/>
    <w:rsid w:val="007B46AD"/>
    <w:rsid w:val="007B49C5"/>
    <w:rsid w:val="007B711B"/>
    <w:rsid w:val="007C3AA5"/>
    <w:rsid w:val="007C4F4C"/>
    <w:rsid w:val="007D0ADA"/>
    <w:rsid w:val="007D0E5C"/>
    <w:rsid w:val="007D5C09"/>
    <w:rsid w:val="007D652C"/>
    <w:rsid w:val="007E0641"/>
    <w:rsid w:val="007E4198"/>
    <w:rsid w:val="007F1800"/>
    <w:rsid w:val="007F33AC"/>
    <w:rsid w:val="00804FB1"/>
    <w:rsid w:val="00805E85"/>
    <w:rsid w:val="00806F0B"/>
    <w:rsid w:val="008110D2"/>
    <w:rsid w:val="00811A6E"/>
    <w:rsid w:val="00813E24"/>
    <w:rsid w:val="00820DFD"/>
    <w:rsid w:val="00822AC8"/>
    <w:rsid w:val="00824794"/>
    <w:rsid w:val="00826DD5"/>
    <w:rsid w:val="0083192A"/>
    <w:rsid w:val="00832212"/>
    <w:rsid w:val="008462C6"/>
    <w:rsid w:val="00850E6C"/>
    <w:rsid w:val="0085213D"/>
    <w:rsid w:val="00852B35"/>
    <w:rsid w:val="00856645"/>
    <w:rsid w:val="00860254"/>
    <w:rsid w:val="00864D67"/>
    <w:rsid w:val="00875F76"/>
    <w:rsid w:val="008A04F4"/>
    <w:rsid w:val="008A235D"/>
    <w:rsid w:val="008A400B"/>
    <w:rsid w:val="008A4D94"/>
    <w:rsid w:val="008B388C"/>
    <w:rsid w:val="008C4EEA"/>
    <w:rsid w:val="008C54AD"/>
    <w:rsid w:val="008C684B"/>
    <w:rsid w:val="008C7377"/>
    <w:rsid w:val="008E6B78"/>
    <w:rsid w:val="008F0085"/>
    <w:rsid w:val="008F04DD"/>
    <w:rsid w:val="008F0BBE"/>
    <w:rsid w:val="00901EB2"/>
    <w:rsid w:val="00905842"/>
    <w:rsid w:val="00911204"/>
    <w:rsid w:val="009157F9"/>
    <w:rsid w:val="00930340"/>
    <w:rsid w:val="009363D6"/>
    <w:rsid w:val="009522C8"/>
    <w:rsid w:val="0095594C"/>
    <w:rsid w:val="00957260"/>
    <w:rsid w:val="00957C0D"/>
    <w:rsid w:val="00962D53"/>
    <w:rsid w:val="0096464D"/>
    <w:rsid w:val="00964820"/>
    <w:rsid w:val="009657E4"/>
    <w:rsid w:val="00965CD0"/>
    <w:rsid w:val="00967FE4"/>
    <w:rsid w:val="00970414"/>
    <w:rsid w:val="009749FA"/>
    <w:rsid w:val="00977ECE"/>
    <w:rsid w:val="00982A77"/>
    <w:rsid w:val="00983D62"/>
    <w:rsid w:val="00985E2E"/>
    <w:rsid w:val="009903D1"/>
    <w:rsid w:val="00990503"/>
    <w:rsid w:val="00990E92"/>
    <w:rsid w:val="00990F78"/>
    <w:rsid w:val="009929A6"/>
    <w:rsid w:val="00995168"/>
    <w:rsid w:val="009A0AF9"/>
    <w:rsid w:val="009B49FC"/>
    <w:rsid w:val="009B5734"/>
    <w:rsid w:val="009C0FB5"/>
    <w:rsid w:val="009C34A3"/>
    <w:rsid w:val="009C39CC"/>
    <w:rsid w:val="009C50B5"/>
    <w:rsid w:val="009C59CF"/>
    <w:rsid w:val="009C5D09"/>
    <w:rsid w:val="009C7F71"/>
    <w:rsid w:val="009D0A75"/>
    <w:rsid w:val="009E638C"/>
    <w:rsid w:val="009F51C1"/>
    <w:rsid w:val="009F696B"/>
    <w:rsid w:val="00A02A28"/>
    <w:rsid w:val="00A20688"/>
    <w:rsid w:val="00A22039"/>
    <w:rsid w:val="00A34473"/>
    <w:rsid w:val="00A34EC9"/>
    <w:rsid w:val="00A413D6"/>
    <w:rsid w:val="00A50C23"/>
    <w:rsid w:val="00A63366"/>
    <w:rsid w:val="00A7624C"/>
    <w:rsid w:val="00A775DF"/>
    <w:rsid w:val="00A933B0"/>
    <w:rsid w:val="00AA7B8F"/>
    <w:rsid w:val="00AB2A70"/>
    <w:rsid w:val="00AB2FE5"/>
    <w:rsid w:val="00AB381F"/>
    <w:rsid w:val="00AB4F51"/>
    <w:rsid w:val="00AB5D85"/>
    <w:rsid w:val="00AC61FF"/>
    <w:rsid w:val="00AD195A"/>
    <w:rsid w:val="00AD207C"/>
    <w:rsid w:val="00AF39A2"/>
    <w:rsid w:val="00B02007"/>
    <w:rsid w:val="00B1133A"/>
    <w:rsid w:val="00B1229F"/>
    <w:rsid w:val="00B2319D"/>
    <w:rsid w:val="00B249E2"/>
    <w:rsid w:val="00B3006C"/>
    <w:rsid w:val="00B3609A"/>
    <w:rsid w:val="00B52408"/>
    <w:rsid w:val="00B52F75"/>
    <w:rsid w:val="00B644A1"/>
    <w:rsid w:val="00B66302"/>
    <w:rsid w:val="00B752B6"/>
    <w:rsid w:val="00B76511"/>
    <w:rsid w:val="00B77518"/>
    <w:rsid w:val="00B8437F"/>
    <w:rsid w:val="00B84750"/>
    <w:rsid w:val="00B8727F"/>
    <w:rsid w:val="00B90D58"/>
    <w:rsid w:val="00B9201F"/>
    <w:rsid w:val="00B94351"/>
    <w:rsid w:val="00BA0B82"/>
    <w:rsid w:val="00BA2A57"/>
    <w:rsid w:val="00BB4A56"/>
    <w:rsid w:val="00BD06F5"/>
    <w:rsid w:val="00BD1129"/>
    <w:rsid w:val="00BE6294"/>
    <w:rsid w:val="00BE64EB"/>
    <w:rsid w:val="00BE7A1E"/>
    <w:rsid w:val="00BF147A"/>
    <w:rsid w:val="00C042E8"/>
    <w:rsid w:val="00C30E2F"/>
    <w:rsid w:val="00C40F79"/>
    <w:rsid w:val="00C43BBC"/>
    <w:rsid w:val="00C47C01"/>
    <w:rsid w:val="00C517CF"/>
    <w:rsid w:val="00C545DD"/>
    <w:rsid w:val="00C55580"/>
    <w:rsid w:val="00C6239B"/>
    <w:rsid w:val="00C639F6"/>
    <w:rsid w:val="00C747C7"/>
    <w:rsid w:val="00C828AF"/>
    <w:rsid w:val="00C832E9"/>
    <w:rsid w:val="00C918BF"/>
    <w:rsid w:val="00C965B2"/>
    <w:rsid w:val="00CB152E"/>
    <w:rsid w:val="00CC27A3"/>
    <w:rsid w:val="00CD3E90"/>
    <w:rsid w:val="00CE554E"/>
    <w:rsid w:val="00CF122C"/>
    <w:rsid w:val="00D053A5"/>
    <w:rsid w:val="00D2211B"/>
    <w:rsid w:val="00D22E7A"/>
    <w:rsid w:val="00D245DF"/>
    <w:rsid w:val="00D306DA"/>
    <w:rsid w:val="00D33CAD"/>
    <w:rsid w:val="00D47F93"/>
    <w:rsid w:val="00D523E1"/>
    <w:rsid w:val="00D53054"/>
    <w:rsid w:val="00D57A36"/>
    <w:rsid w:val="00D66CA8"/>
    <w:rsid w:val="00D71092"/>
    <w:rsid w:val="00D71909"/>
    <w:rsid w:val="00D72414"/>
    <w:rsid w:val="00D8126F"/>
    <w:rsid w:val="00D82830"/>
    <w:rsid w:val="00D861D1"/>
    <w:rsid w:val="00D95218"/>
    <w:rsid w:val="00DA3F27"/>
    <w:rsid w:val="00DC1064"/>
    <w:rsid w:val="00DD1A62"/>
    <w:rsid w:val="00DD5EB7"/>
    <w:rsid w:val="00DE0FF7"/>
    <w:rsid w:val="00DE77F3"/>
    <w:rsid w:val="00DE7FAF"/>
    <w:rsid w:val="00DF3CD3"/>
    <w:rsid w:val="00E04756"/>
    <w:rsid w:val="00E253D3"/>
    <w:rsid w:val="00E469B1"/>
    <w:rsid w:val="00E507BE"/>
    <w:rsid w:val="00E55482"/>
    <w:rsid w:val="00E625D3"/>
    <w:rsid w:val="00E76489"/>
    <w:rsid w:val="00E76A86"/>
    <w:rsid w:val="00E77065"/>
    <w:rsid w:val="00E80AE9"/>
    <w:rsid w:val="00E959D7"/>
    <w:rsid w:val="00EB4FF2"/>
    <w:rsid w:val="00EB5EDD"/>
    <w:rsid w:val="00ED3D77"/>
    <w:rsid w:val="00EE036E"/>
    <w:rsid w:val="00EF5573"/>
    <w:rsid w:val="00F12B70"/>
    <w:rsid w:val="00F15EEA"/>
    <w:rsid w:val="00F16B70"/>
    <w:rsid w:val="00F20F34"/>
    <w:rsid w:val="00F272F0"/>
    <w:rsid w:val="00F3548F"/>
    <w:rsid w:val="00F40D42"/>
    <w:rsid w:val="00F471ED"/>
    <w:rsid w:val="00F52260"/>
    <w:rsid w:val="00F60C08"/>
    <w:rsid w:val="00F63AFD"/>
    <w:rsid w:val="00F66FE9"/>
    <w:rsid w:val="00F71375"/>
    <w:rsid w:val="00F720B3"/>
    <w:rsid w:val="00F72413"/>
    <w:rsid w:val="00F72B9A"/>
    <w:rsid w:val="00F74802"/>
    <w:rsid w:val="00F75197"/>
    <w:rsid w:val="00F802E4"/>
    <w:rsid w:val="00F90E6E"/>
    <w:rsid w:val="00F9224D"/>
    <w:rsid w:val="00FC4445"/>
    <w:rsid w:val="00FC45F2"/>
    <w:rsid w:val="00FC4800"/>
    <w:rsid w:val="00FC5E64"/>
    <w:rsid w:val="00FD0E5B"/>
    <w:rsid w:val="00FD54F1"/>
    <w:rsid w:val="00FD7FD7"/>
    <w:rsid w:val="00FE4D80"/>
    <w:rsid w:val="00FE663E"/>
    <w:rsid w:val="00FF3201"/>
    <w:rsid w:val="00FF3765"/>
    <w:rsid w:val="00FF50F3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A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F80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A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F80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7;&#1086;&#1083;&#1086;&#1090;&#1091;&#1093;&#1080;&#1085;&#1072;%20&#1051;&#1040;%20&#1050;&#1072;&#1076;&#1088;&#1099;\&#1057;&#1074;&#1077;&#1076;&#1077;&#1085;&#1080;&#1103;%20&#1086;%20&#1076;&#1086;&#1093;&#1086;&#1076;&#1072;&#1093;\&#1044;&#1086;&#1093;&#1086;&#1076;&#1099;%20&#1085;&#1072;%20&#1089;&#1072;&#1081;&#1090;%202015%2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48F4-A528-4687-B17C-942F5F9E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Доходы на сайт 2015 год</Template>
  <TotalTime>403</TotalTime>
  <Pages>10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101</cp:revision>
  <dcterms:created xsi:type="dcterms:W3CDTF">2021-05-04T00:13:00Z</dcterms:created>
  <dcterms:modified xsi:type="dcterms:W3CDTF">2021-05-04T08:16:00Z</dcterms:modified>
</cp:coreProperties>
</file>